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349DCB" w14:textId="317ED2BF" w:rsidR="00B774A4" w:rsidRPr="00E644A5" w:rsidRDefault="00E644A5">
      <w:pPr>
        <w:rPr>
          <w:rFonts w:ascii="方正黑体_GBK" w:eastAsia="方正黑体_GBK"/>
          <w:sz w:val="32"/>
        </w:rPr>
      </w:pPr>
      <w:r w:rsidRPr="00E644A5">
        <w:rPr>
          <w:rFonts w:ascii="方正黑体_GBK" w:eastAsia="方正黑体_GBK" w:hint="eastAsia"/>
          <w:sz w:val="32"/>
        </w:rPr>
        <w:t>附件</w:t>
      </w:r>
      <w:r w:rsidR="00B4689F">
        <w:rPr>
          <w:rFonts w:ascii="方正黑体_GBK" w:eastAsia="方正黑体_GBK"/>
          <w:sz w:val="32"/>
        </w:rPr>
        <w:t>7</w:t>
      </w:r>
    </w:p>
    <w:p w14:paraId="26963D6E" w14:textId="77777777" w:rsidR="00E96950" w:rsidRDefault="00E96950" w:rsidP="00E96950">
      <w:pPr>
        <w:jc w:val="center"/>
        <w:rPr>
          <w:rFonts w:ascii="微软雅黑" w:eastAsia="微软雅黑" w:hAnsi="微软雅黑"/>
          <w:sz w:val="72"/>
          <w:szCs w:val="72"/>
        </w:rPr>
      </w:pPr>
      <w:r>
        <w:rPr>
          <w:rFonts w:ascii="微软雅黑" w:eastAsia="微软雅黑" w:hAnsi="微软雅黑"/>
          <w:noProof/>
          <w:sz w:val="72"/>
          <w:szCs w:val="72"/>
        </w:rPr>
        <w:drawing>
          <wp:inline distT="0" distB="0" distL="0" distR="0" wp14:anchorId="55E637E0" wp14:editId="7BFA6D1B">
            <wp:extent cx="1078230" cy="1043940"/>
            <wp:effectExtent l="0" t="0" r="762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23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F5FC7" w14:textId="77777777" w:rsidR="00E96950" w:rsidRDefault="00E96950" w:rsidP="00E96950">
      <w:pPr>
        <w:jc w:val="center"/>
        <w:rPr>
          <w:rFonts w:ascii="微软雅黑" w:eastAsia="微软雅黑" w:hAnsi="微软雅黑"/>
          <w:sz w:val="72"/>
          <w:szCs w:val="72"/>
        </w:rPr>
      </w:pPr>
      <w:r>
        <w:rPr>
          <w:rFonts w:ascii="微软雅黑" w:eastAsia="微软雅黑" w:hAnsi="微软雅黑" w:hint="eastAsia"/>
          <w:sz w:val="72"/>
          <w:szCs w:val="72"/>
        </w:rPr>
        <w:t>江苏</w:t>
      </w:r>
      <w:bookmarkStart w:id="0" w:name="_GoBack"/>
      <w:bookmarkEnd w:id="0"/>
      <w:r>
        <w:rPr>
          <w:rFonts w:ascii="微软雅黑" w:eastAsia="微软雅黑" w:hAnsi="微软雅黑" w:hint="eastAsia"/>
          <w:sz w:val="72"/>
          <w:szCs w:val="72"/>
        </w:rPr>
        <w:t>开放大学</w:t>
      </w:r>
    </w:p>
    <w:p w14:paraId="04CA45B0" w14:textId="58E1B08B" w:rsidR="00B774A4" w:rsidRPr="00E96950" w:rsidRDefault="00C56C80" w:rsidP="00E96950">
      <w:pPr>
        <w:pStyle w:val="a7"/>
        <w:ind w:firstLine="0"/>
        <w:rPr>
          <w:sz w:val="48"/>
          <w:szCs w:val="48"/>
        </w:rPr>
      </w:pPr>
      <w:sdt>
        <w:sdtPr>
          <w:rPr>
            <w:rFonts w:ascii="微软雅黑" w:eastAsia="微软雅黑" w:hAnsi="微软雅黑" w:hint="eastAsia"/>
            <w:sz w:val="48"/>
            <w:szCs w:val="48"/>
          </w:rPr>
          <w:alias w:val="标题"/>
          <w:tag w:val=""/>
          <w:id w:val="1977402425"/>
          <w:placeholder>
            <w:docPart w:val="87E44B1A59F04826BBFD0FCC7C00CDA6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E96950" w:rsidRPr="00E96950">
            <w:rPr>
              <w:rFonts w:ascii="微软雅黑" w:eastAsia="微软雅黑" w:hAnsi="微软雅黑" w:hint="eastAsia"/>
              <w:sz w:val="48"/>
              <w:szCs w:val="48"/>
            </w:rPr>
            <w:t>考试平台</w:t>
          </w:r>
          <w:r w:rsidR="007F788B">
            <w:rPr>
              <w:rFonts w:ascii="微软雅黑" w:eastAsia="微软雅黑" w:hAnsi="微软雅黑" w:hint="eastAsia"/>
              <w:sz w:val="48"/>
              <w:szCs w:val="48"/>
            </w:rPr>
            <w:t>用户</w:t>
          </w:r>
          <w:r w:rsidR="00E96950" w:rsidRPr="00E96950">
            <w:rPr>
              <w:rFonts w:ascii="微软雅黑" w:eastAsia="微软雅黑" w:hAnsi="微软雅黑" w:hint="eastAsia"/>
              <w:sz w:val="48"/>
              <w:szCs w:val="48"/>
            </w:rPr>
            <w:t>手册-</w:t>
          </w:r>
          <w:proofErr w:type="gramStart"/>
          <w:r w:rsidR="00D45A01">
            <w:rPr>
              <w:rFonts w:ascii="微软雅黑" w:eastAsia="微软雅黑" w:hAnsi="微软雅黑" w:hint="eastAsia"/>
              <w:sz w:val="48"/>
              <w:szCs w:val="48"/>
            </w:rPr>
            <w:t>教学点</w:t>
          </w:r>
          <w:r w:rsidR="00E96950" w:rsidRPr="00E96950">
            <w:rPr>
              <w:rFonts w:ascii="微软雅黑" w:eastAsia="微软雅黑" w:hAnsi="微软雅黑" w:hint="eastAsia"/>
              <w:sz w:val="48"/>
              <w:szCs w:val="48"/>
            </w:rPr>
            <w:t>版</w:t>
          </w:r>
          <w:proofErr w:type="gramEnd"/>
        </w:sdtContent>
      </w:sdt>
    </w:p>
    <w:p w14:paraId="5EE03618" w14:textId="214261BF" w:rsidR="00E96950" w:rsidRPr="00AA07F5" w:rsidRDefault="00E96950" w:rsidP="00E96950">
      <w:pPr>
        <w:ind w:firstLine="480"/>
        <w:jc w:val="center"/>
        <w:rPr>
          <w:rFonts w:ascii="微软雅黑" w:eastAsia="微软雅黑" w:hAnsi="微软雅黑"/>
          <w:sz w:val="24"/>
          <w:szCs w:val="24"/>
        </w:rPr>
      </w:pPr>
      <w:r w:rsidRPr="00AA07F5">
        <w:rPr>
          <w:rFonts w:ascii="微软雅黑" w:eastAsia="微软雅黑" w:hAnsi="微软雅黑" w:hint="eastAsia"/>
          <w:sz w:val="24"/>
          <w:szCs w:val="24"/>
        </w:rPr>
        <w:t>V</w:t>
      </w:r>
      <w:r w:rsidRPr="00AA07F5">
        <w:rPr>
          <w:rFonts w:ascii="微软雅黑" w:eastAsia="微软雅黑" w:hAnsi="微软雅黑"/>
          <w:sz w:val="24"/>
          <w:szCs w:val="24"/>
        </w:rPr>
        <w:t>1.</w:t>
      </w:r>
      <w:r w:rsidR="00F25E5F">
        <w:rPr>
          <w:rFonts w:ascii="微软雅黑" w:eastAsia="微软雅黑" w:hAnsi="微软雅黑"/>
          <w:sz w:val="24"/>
          <w:szCs w:val="24"/>
        </w:rPr>
        <w:t>0</w:t>
      </w:r>
    </w:p>
    <w:p w14:paraId="5A8829A8" w14:textId="77777777" w:rsidR="00B774A4" w:rsidRDefault="00B774A4" w:rsidP="00B774A4">
      <w:pPr>
        <w:rPr>
          <w:lang w:val="fr-FR"/>
        </w:rPr>
      </w:pPr>
    </w:p>
    <w:p w14:paraId="34B3044C" w14:textId="77777777" w:rsidR="00E96950" w:rsidRDefault="00E96950" w:rsidP="00B774A4">
      <w:pPr>
        <w:rPr>
          <w:lang w:val="fr-FR"/>
        </w:rPr>
      </w:pPr>
    </w:p>
    <w:p w14:paraId="52B8B186" w14:textId="77777777" w:rsidR="00E96950" w:rsidRDefault="00E96950" w:rsidP="00B774A4">
      <w:pPr>
        <w:rPr>
          <w:lang w:val="fr-FR"/>
        </w:rPr>
      </w:pPr>
    </w:p>
    <w:p w14:paraId="127F3A53" w14:textId="77777777" w:rsidR="00E96950" w:rsidRDefault="00E96950" w:rsidP="00B774A4">
      <w:pPr>
        <w:rPr>
          <w:lang w:val="fr-FR"/>
        </w:rPr>
      </w:pPr>
    </w:p>
    <w:p w14:paraId="35ED310F" w14:textId="77777777" w:rsidR="00E96950" w:rsidRDefault="00E96950" w:rsidP="00B774A4">
      <w:pPr>
        <w:rPr>
          <w:lang w:val="fr-FR"/>
        </w:rPr>
      </w:pPr>
    </w:p>
    <w:p w14:paraId="677FDB0C" w14:textId="77777777" w:rsidR="00E96950" w:rsidRDefault="00E96950" w:rsidP="00B774A4">
      <w:pPr>
        <w:rPr>
          <w:lang w:val="fr-FR"/>
        </w:rPr>
      </w:pPr>
    </w:p>
    <w:p w14:paraId="2F0349F4" w14:textId="77777777" w:rsidR="00E96950" w:rsidRDefault="00E96950" w:rsidP="00B774A4">
      <w:pPr>
        <w:rPr>
          <w:lang w:val="fr-FR"/>
        </w:rPr>
      </w:pPr>
    </w:p>
    <w:p w14:paraId="2C38F361" w14:textId="77777777" w:rsidR="00E96950" w:rsidRDefault="00E96950" w:rsidP="00B774A4">
      <w:pPr>
        <w:rPr>
          <w:lang w:val="fr-FR"/>
        </w:rPr>
      </w:pPr>
    </w:p>
    <w:p w14:paraId="1FDD8CA2" w14:textId="77777777" w:rsidR="00E96950" w:rsidRDefault="00E96950" w:rsidP="00B774A4">
      <w:pPr>
        <w:rPr>
          <w:lang w:val="fr-FR"/>
        </w:rPr>
      </w:pPr>
    </w:p>
    <w:p w14:paraId="1168E5C4" w14:textId="77777777" w:rsidR="00E96950" w:rsidRDefault="00E96950" w:rsidP="00B774A4">
      <w:pPr>
        <w:rPr>
          <w:lang w:val="fr-FR"/>
        </w:rPr>
      </w:pPr>
    </w:p>
    <w:p w14:paraId="00434B8D" w14:textId="77777777" w:rsidR="00E96950" w:rsidRDefault="00E96950" w:rsidP="00B774A4">
      <w:pPr>
        <w:rPr>
          <w:lang w:val="fr-FR"/>
        </w:rPr>
      </w:pPr>
    </w:p>
    <w:p w14:paraId="30B60E4E" w14:textId="77777777" w:rsidR="00E96950" w:rsidRDefault="00E96950" w:rsidP="00B774A4">
      <w:pPr>
        <w:rPr>
          <w:lang w:val="fr-FR"/>
        </w:rPr>
      </w:pPr>
    </w:p>
    <w:p w14:paraId="534F9503" w14:textId="77777777" w:rsidR="00E96950" w:rsidRDefault="00E96950" w:rsidP="00B774A4">
      <w:pPr>
        <w:rPr>
          <w:lang w:val="fr-FR"/>
        </w:rPr>
      </w:pPr>
    </w:p>
    <w:p w14:paraId="2F1471AD" w14:textId="77777777" w:rsidR="00E96950" w:rsidRDefault="00E96950" w:rsidP="00B774A4">
      <w:pPr>
        <w:rPr>
          <w:lang w:val="fr-FR"/>
        </w:rPr>
      </w:pPr>
    </w:p>
    <w:p w14:paraId="3E59CEAB" w14:textId="77777777" w:rsidR="00E96950" w:rsidRDefault="00E96950" w:rsidP="00E96950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江苏开放大学教务处/信息化处</w:t>
      </w:r>
    </w:p>
    <w:p w14:paraId="165A4147" w14:textId="77777777" w:rsidR="00E96950" w:rsidRDefault="00E96950" w:rsidP="00E96950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201</w:t>
      </w:r>
      <w:r>
        <w:rPr>
          <w:rFonts w:ascii="黑体" w:eastAsia="黑体" w:hAnsi="黑体"/>
          <w:sz w:val="28"/>
          <w:szCs w:val="28"/>
        </w:rPr>
        <w:t>8</w:t>
      </w:r>
      <w:r>
        <w:rPr>
          <w:rFonts w:ascii="黑体" w:eastAsia="黑体" w:hAnsi="黑体" w:hint="eastAsia"/>
          <w:sz w:val="28"/>
          <w:szCs w:val="28"/>
        </w:rPr>
        <w:t>年</w:t>
      </w:r>
      <w:r>
        <w:rPr>
          <w:rFonts w:ascii="黑体" w:eastAsia="黑体" w:hAnsi="黑体"/>
          <w:sz w:val="28"/>
          <w:szCs w:val="28"/>
        </w:rPr>
        <w:t>9</w:t>
      </w:r>
      <w:r>
        <w:rPr>
          <w:rFonts w:ascii="黑体" w:eastAsia="黑体" w:hAnsi="黑体" w:hint="eastAsia"/>
          <w:sz w:val="28"/>
          <w:szCs w:val="28"/>
        </w:rPr>
        <w:t>月</w:t>
      </w:r>
    </w:p>
    <w:p w14:paraId="1F86FB64" w14:textId="77777777" w:rsidR="00E96950" w:rsidRDefault="00E96950" w:rsidP="00B774A4">
      <w:pPr>
        <w:rPr>
          <w:lang w:val="fr-FR"/>
        </w:rPr>
      </w:pPr>
    </w:p>
    <w:p w14:paraId="1866E074" w14:textId="77777777" w:rsidR="00E96950" w:rsidRDefault="00E96950" w:rsidP="00B774A4">
      <w:pPr>
        <w:rPr>
          <w:lang w:val="fr-FR"/>
        </w:rPr>
      </w:pPr>
    </w:p>
    <w:p w14:paraId="3DBD93AA" w14:textId="77777777" w:rsidR="00E96950" w:rsidRDefault="00E96950" w:rsidP="00B774A4">
      <w:pPr>
        <w:rPr>
          <w:lang w:val="fr-FR"/>
        </w:rPr>
      </w:pPr>
    </w:p>
    <w:p w14:paraId="2CD6AC36" w14:textId="77777777" w:rsidR="00E96950" w:rsidRDefault="00E96950" w:rsidP="00B774A4">
      <w:pPr>
        <w:rPr>
          <w:lang w:val="fr-FR"/>
        </w:rPr>
      </w:pPr>
    </w:p>
    <w:p w14:paraId="770541A7" w14:textId="77777777" w:rsidR="00E96950" w:rsidRDefault="00E96950" w:rsidP="00B774A4">
      <w:pPr>
        <w:rPr>
          <w:lang w:val="fr-FR"/>
        </w:rPr>
      </w:pPr>
    </w:p>
    <w:p w14:paraId="1FB4ADC3" w14:textId="77777777" w:rsidR="00E96950" w:rsidRDefault="00E96950" w:rsidP="00B774A4">
      <w:pPr>
        <w:rPr>
          <w:lang w:val="fr-FR"/>
        </w:rPr>
      </w:pPr>
    </w:p>
    <w:p w14:paraId="717AE2AF" w14:textId="77777777" w:rsidR="00E96950" w:rsidRDefault="00E96950" w:rsidP="00B774A4">
      <w:pPr>
        <w:rPr>
          <w:lang w:val="fr-FR"/>
        </w:rPr>
      </w:pPr>
    </w:p>
    <w:p w14:paraId="12575368" w14:textId="6394A5A2" w:rsidR="00E96950" w:rsidRDefault="00E96950" w:rsidP="00B774A4">
      <w:pPr>
        <w:rPr>
          <w:lang w:val="fr-FR"/>
        </w:rPr>
      </w:pPr>
    </w:p>
    <w:p w14:paraId="58A31297" w14:textId="030D036D" w:rsidR="00D55282" w:rsidRPr="00D55282" w:rsidRDefault="00D55282" w:rsidP="00D55282">
      <w:pPr>
        <w:jc w:val="center"/>
        <w:rPr>
          <w:b/>
          <w:sz w:val="30"/>
          <w:szCs w:val="30"/>
          <w:lang w:val="fr-FR"/>
        </w:rPr>
      </w:pPr>
      <w:r w:rsidRPr="00D55282">
        <w:rPr>
          <w:rFonts w:hint="eastAsia"/>
          <w:b/>
          <w:sz w:val="30"/>
          <w:szCs w:val="30"/>
          <w:lang w:val="fr-FR"/>
        </w:rPr>
        <w:lastRenderedPageBreak/>
        <w:t>目录</w:t>
      </w:r>
    </w:p>
    <w:p w14:paraId="727E8683" w14:textId="23D9415C" w:rsidR="00EC6075" w:rsidRDefault="00D55282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TOC \o "1-3" \h \z \u </w:instrText>
      </w:r>
      <w:r>
        <w:rPr>
          <w:lang w:val="fr-FR"/>
        </w:rPr>
        <w:fldChar w:fldCharType="separate"/>
      </w:r>
      <w:hyperlink w:anchor="_Toc525918147" w:history="1">
        <w:r w:rsidR="00EC6075" w:rsidRPr="00DC0854">
          <w:rPr>
            <w:rStyle w:val="af6"/>
            <w:noProof/>
          </w:rPr>
          <w:t>1.</w:t>
        </w:r>
        <w:r w:rsidR="00EC6075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前言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_Toc525918147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3</w:t>
        </w:r>
        <w:r w:rsidR="00EC6075">
          <w:rPr>
            <w:noProof/>
            <w:webHidden/>
          </w:rPr>
          <w:fldChar w:fldCharType="end"/>
        </w:r>
      </w:hyperlink>
    </w:p>
    <w:p w14:paraId="7AFB3BEF" w14:textId="40E3B234" w:rsidR="00EC6075" w:rsidRDefault="00C56C80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5918148" w:history="1">
        <w:r w:rsidR="00EC6075" w:rsidRPr="00DC0854">
          <w:rPr>
            <w:rStyle w:val="af6"/>
            <w:noProof/>
          </w:rPr>
          <w:t>2.</w:t>
        </w:r>
        <w:r w:rsidR="00EC6075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登录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_Toc525918148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3</w:t>
        </w:r>
        <w:r w:rsidR="00EC6075">
          <w:rPr>
            <w:noProof/>
            <w:webHidden/>
          </w:rPr>
          <w:fldChar w:fldCharType="end"/>
        </w:r>
      </w:hyperlink>
    </w:p>
    <w:p w14:paraId="133732D8" w14:textId="24332F5A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49" w:history="1">
        <w:r w:rsidR="00EC6075" w:rsidRPr="00DC0854">
          <w:rPr>
            <w:rStyle w:val="af6"/>
            <w:noProof/>
          </w:rPr>
          <w:t>2.1.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账号登录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_Toc525918149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3</w:t>
        </w:r>
        <w:r w:rsidR="00EC6075">
          <w:rPr>
            <w:noProof/>
            <w:webHidden/>
          </w:rPr>
          <w:fldChar w:fldCharType="end"/>
        </w:r>
      </w:hyperlink>
    </w:p>
    <w:p w14:paraId="47A6350D" w14:textId="44E55BFC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50" w:history="1">
        <w:r w:rsidR="00EC6075" w:rsidRPr="00DC0854">
          <w:rPr>
            <w:rStyle w:val="af6"/>
            <w:noProof/>
          </w:rPr>
          <w:t>2.1.1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统一身份认证登录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_Toc525918150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3</w:t>
        </w:r>
        <w:r w:rsidR="00EC6075">
          <w:rPr>
            <w:noProof/>
            <w:webHidden/>
          </w:rPr>
          <w:fldChar w:fldCharType="end"/>
        </w:r>
      </w:hyperlink>
    </w:p>
    <w:p w14:paraId="4E4E107C" w14:textId="33FC2593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51" w:history="1">
        <w:r w:rsidR="00EC6075" w:rsidRPr="00DC0854">
          <w:rPr>
            <w:rStyle w:val="af6"/>
            <w:noProof/>
          </w:rPr>
          <w:t>2.1.2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本地账号登录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_Toc525918151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4</w:t>
        </w:r>
        <w:r w:rsidR="00EC6075">
          <w:rPr>
            <w:noProof/>
            <w:webHidden/>
          </w:rPr>
          <w:fldChar w:fldCharType="end"/>
        </w:r>
      </w:hyperlink>
    </w:p>
    <w:p w14:paraId="23DB39F1" w14:textId="5B38A731" w:rsidR="00EC6075" w:rsidRDefault="00C56C80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5918152" w:history="1">
        <w:r w:rsidR="00EC6075" w:rsidRPr="00DC0854">
          <w:rPr>
            <w:rStyle w:val="af6"/>
            <w:noProof/>
          </w:rPr>
          <w:t>3.</w:t>
        </w:r>
        <w:r w:rsidR="00EC6075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基础管理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_Toc525918152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5</w:t>
        </w:r>
        <w:r w:rsidR="00EC6075">
          <w:rPr>
            <w:noProof/>
            <w:webHidden/>
          </w:rPr>
          <w:fldChar w:fldCharType="end"/>
        </w:r>
      </w:hyperlink>
    </w:p>
    <w:p w14:paraId="2C4AA4AC" w14:textId="3C70C25D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53" w:history="1">
        <w:r w:rsidR="00EC6075" w:rsidRPr="00DC0854">
          <w:rPr>
            <w:rStyle w:val="af6"/>
            <w:noProof/>
          </w:rPr>
          <w:t>3.1.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考点管理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_Toc525918153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5</w:t>
        </w:r>
        <w:r w:rsidR="00EC6075">
          <w:rPr>
            <w:noProof/>
            <w:webHidden/>
          </w:rPr>
          <w:fldChar w:fldCharType="end"/>
        </w:r>
      </w:hyperlink>
    </w:p>
    <w:p w14:paraId="469C3752" w14:textId="5712F884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54" w:history="1">
        <w:r w:rsidR="00EC6075" w:rsidRPr="00DC0854">
          <w:rPr>
            <w:rStyle w:val="af6"/>
            <w:noProof/>
          </w:rPr>
          <w:t>3.1.1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浏览考点列表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_Toc525918154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5</w:t>
        </w:r>
        <w:r w:rsidR="00EC6075">
          <w:rPr>
            <w:noProof/>
            <w:webHidden/>
          </w:rPr>
          <w:fldChar w:fldCharType="end"/>
        </w:r>
      </w:hyperlink>
    </w:p>
    <w:p w14:paraId="720320A6" w14:textId="5AB5CAA9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55" w:history="1">
        <w:r w:rsidR="00EC6075" w:rsidRPr="00DC0854">
          <w:rPr>
            <w:rStyle w:val="af6"/>
            <w:noProof/>
          </w:rPr>
          <w:t>3.1.2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创建考点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_Toc525918155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5</w:t>
        </w:r>
        <w:r w:rsidR="00EC6075">
          <w:rPr>
            <w:noProof/>
            <w:webHidden/>
          </w:rPr>
          <w:fldChar w:fldCharType="end"/>
        </w:r>
      </w:hyperlink>
    </w:p>
    <w:p w14:paraId="7D0874AA" w14:textId="1542C178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56" w:history="1">
        <w:r w:rsidR="00EC6075" w:rsidRPr="00DC0854">
          <w:rPr>
            <w:rStyle w:val="af6"/>
            <w:noProof/>
          </w:rPr>
          <w:t>3.2.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考场管理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_Toc525918156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6</w:t>
        </w:r>
        <w:r w:rsidR="00EC6075">
          <w:rPr>
            <w:noProof/>
            <w:webHidden/>
          </w:rPr>
          <w:fldChar w:fldCharType="end"/>
        </w:r>
      </w:hyperlink>
    </w:p>
    <w:p w14:paraId="4870A168" w14:textId="7FC9F388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57" w:history="1">
        <w:r w:rsidR="00EC6075" w:rsidRPr="00DC0854">
          <w:rPr>
            <w:rStyle w:val="af6"/>
            <w:noProof/>
          </w:rPr>
          <w:t>3.2.1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浏览考场列表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_Toc525918157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6</w:t>
        </w:r>
        <w:r w:rsidR="00EC6075">
          <w:rPr>
            <w:noProof/>
            <w:webHidden/>
          </w:rPr>
          <w:fldChar w:fldCharType="end"/>
        </w:r>
      </w:hyperlink>
    </w:p>
    <w:p w14:paraId="23ECF22B" w14:textId="3E3AA62D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58" w:history="1">
        <w:r w:rsidR="00EC6075" w:rsidRPr="00DC0854">
          <w:rPr>
            <w:rStyle w:val="af6"/>
            <w:noProof/>
          </w:rPr>
          <w:t>3.2.2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创建考场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_Toc525918158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6</w:t>
        </w:r>
        <w:r w:rsidR="00EC6075">
          <w:rPr>
            <w:noProof/>
            <w:webHidden/>
          </w:rPr>
          <w:fldChar w:fldCharType="end"/>
        </w:r>
      </w:hyperlink>
    </w:p>
    <w:p w14:paraId="541317DD" w14:textId="3C2CB8FC" w:rsidR="00EC6075" w:rsidRDefault="00C56C80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5918159" w:history="1">
        <w:r w:rsidR="00EC6075" w:rsidRPr="00DC0854">
          <w:rPr>
            <w:rStyle w:val="af6"/>
            <w:noProof/>
          </w:rPr>
          <w:t>4.</w:t>
        </w:r>
        <w:r w:rsidR="00EC6075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考试组织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_Toc525918159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7</w:t>
        </w:r>
        <w:r w:rsidR="00EC6075">
          <w:rPr>
            <w:noProof/>
            <w:webHidden/>
          </w:rPr>
          <w:fldChar w:fldCharType="end"/>
        </w:r>
      </w:hyperlink>
    </w:p>
    <w:p w14:paraId="7B87549F" w14:textId="2A9521BC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60" w:history="1">
        <w:r w:rsidR="00EC6075" w:rsidRPr="00DC0854">
          <w:rPr>
            <w:rStyle w:val="af6"/>
            <w:noProof/>
          </w:rPr>
          <w:t>4.1.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确认考场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_Toc525918160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7</w:t>
        </w:r>
        <w:r w:rsidR="00EC6075">
          <w:rPr>
            <w:noProof/>
            <w:webHidden/>
          </w:rPr>
          <w:fldChar w:fldCharType="end"/>
        </w:r>
      </w:hyperlink>
    </w:p>
    <w:p w14:paraId="11C641B7" w14:textId="3B24408C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61" w:history="1">
        <w:r w:rsidR="00EC6075" w:rsidRPr="00DC0854">
          <w:rPr>
            <w:rStyle w:val="af6"/>
            <w:noProof/>
          </w:rPr>
          <w:t>4.1.1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按考点确认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_Toc525918161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7</w:t>
        </w:r>
        <w:r w:rsidR="00EC6075">
          <w:rPr>
            <w:noProof/>
            <w:webHidden/>
          </w:rPr>
          <w:fldChar w:fldCharType="end"/>
        </w:r>
      </w:hyperlink>
    </w:p>
    <w:p w14:paraId="7DD3B6F5" w14:textId="5131EC93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62" w:history="1">
        <w:r w:rsidR="00EC6075" w:rsidRPr="00DC0854">
          <w:rPr>
            <w:rStyle w:val="af6"/>
            <w:noProof/>
          </w:rPr>
          <w:t>4.1.2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按考场确认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_Toc525918162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8</w:t>
        </w:r>
        <w:r w:rsidR="00EC6075">
          <w:rPr>
            <w:noProof/>
            <w:webHidden/>
          </w:rPr>
          <w:fldChar w:fldCharType="end"/>
        </w:r>
      </w:hyperlink>
    </w:p>
    <w:p w14:paraId="3E1EDF06" w14:textId="442C457B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63" w:history="1">
        <w:r w:rsidR="00EC6075" w:rsidRPr="00DC0854">
          <w:rPr>
            <w:rStyle w:val="af6"/>
            <w:noProof/>
          </w:rPr>
          <w:t>4.2.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查询预约考生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_Toc525918163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9</w:t>
        </w:r>
        <w:r w:rsidR="00EC6075">
          <w:rPr>
            <w:noProof/>
            <w:webHidden/>
          </w:rPr>
          <w:fldChar w:fldCharType="end"/>
        </w:r>
      </w:hyperlink>
    </w:p>
    <w:p w14:paraId="415EB322" w14:textId="6C9F1DB3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64" w:history="1">
        <w:r w:rsidR="00EC6075" w:rsidRPr="00DC0854">
          <w:rPr>
            <w:rStyle w:val="af6"/>
            <w:noProof/>
          </w:rPr>
          <w:t>4.3.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监考管理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_Toc525918164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9</w:t>
        </w:r>
        <w:r w:rsidR="00EC6075">
          <w:rPr>
            <w:noProof/>
            <w:webHidden/>
          </w:rPr>
          <w:fldChar w:fldCharType="end"/>
        </w:r>
      </w:hyperlink>
    </w:p>
    <w:p w14:paraId="690B03E7" w14:textId="59F62A03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65" w:history="1">
        <w:r w:rsidR="00EC6075" w:rsidRPr="00DC0854">
          <w:rPr>
            <w:rStyle w:val="af6"/>
            <w:noProof/>
          </w:rPr>
          <w:t>4.3.1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查看考点列表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_Toc525918165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9</w:t>
        </w:r>
        <w:r w:rsidR="00EC6075">
          <w:rPr>
            <w:noProof/>
            <w:webHidden/>
          </w:rPr>
          <w:fldChar w:fldCharType="end"/>
        </w:r>
      </w:hyperlink>
    </w:p>
    <w:p w14:paraId="66A1ABFA" w14:textId="3445C53D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66" w:history="1">
        <w:r w:rsidR="00EC6075" w:rsidRPr="00DC0854">
          <w:rPr>
            <w:rStyle w:val="af6"/>
            <w:noProof/>
          </w:rPr>
          <w:t>4.3.1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按场次查看预约结果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_Toc525918166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9</w:t>
        </w:r>
        <w:r w:rsidR="00EC6075">
          <w:rPr>
            <w:noProof/>
            <w:webHidden/>
          </w:rPr>
          <w:fldChar w:fldCharType="end"/>
        </w:r>
      </w:hyperlink>
    </w:p>
    <w:p w14:paraId="634F87B6" w14:textId="5FE6FDB2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67" w:history="1">
        <w:r w:rsidR="00EC6075" w:rsidRPr="00DC0854">
          <w:rPr>
            <w:rStyle w:val="af6"/>
            <w:noProof/>
          </w:rPr>
          <w:t>4.4.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考试报表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_Toc525918167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10</w:t>
        </w:r>
        <w:r w:rsidR="00EC6075">
          <w:rPr>
            <w:noProof/>
            <w:webHidden/>
          </w:rPr>
          <w:fldChar w:fldCharType="end"/>
        </w:r>
      </w:hyperlink>
    </w:p>
    <w:p w14:paraId="7D162E8D" w14:textId="39EB3A07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68" w:history="1">
        <w:r w:rsidR="00EC6075" w:rsidRPr="00DC0854">
          <w:rPr>
            <w:rStyle w:val="af6"/>
            <w:noProof/>
          </w:rPr>
          <w:t>4.5.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考试监控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_Toc525918168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11</w:t>
        </w:r>
        <w:r w:rsidR="00EC6075">
          <w:rPr>
            <w:noProof/>
            <w:webHidden/>
          </w:rPr>
          <w:fldChar w:fldCharType="end"/>
        </w:r>
      </w:hyperlink>
    </w:p>
    <w:p w14:paraId="5704C478" w14:textId="42C78BD9" w:rsidR="00EC6075" w:rsidRDefault="00C56C80">
      <w:pPr>
        <w:pStyle w:val="TOC3"/>
        <w:tabs>
          <w:tab w:val="left" w:pos="1200"/>
        </w:tabs>
        <w:rPr>
          <w:rFonts w:asciiTheme="minorHAnsi" w:eastAsiaTheme="minorEastAsia" w:hAnsiTheme="minorHAnsi" w:cstheme="minorBidi"/>
          <w:i w:val="0"/>
          <w:noProof/>
          <w:szCs w:val="22"/>
        </w:rPr>
      </w:pPr>
      <w:hyperlink w:anchor="_Toc525918169" w:history="1">
        <w:r w:rsidR="00EC6075" w:rsidRPr="00DC0854">
          <w:rPr>
            <w:rStyle w:val="af6"/>
            <w:noProof/>
          </w:rPr>
          <w:t>4.5.1</w:t>
        </w:r>
        <w:r w:rsidR="00EC6075">
          <w:rPr>
            <w:rFonts w:asciiTheme="minorHAnsi" w:eastAsiaTheme="minorEastAsia" w:hAnsiTheme="minorHAnsi" w:cstheme="minorBidi"/>
            <w:i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整场监控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_Toc525918169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11</w:t>
        </w:r>
        <w:r w:rsidR="00EC6075">
          <w:rPr>
            <w:noProof/>
            <w:webHidden/>
          </w:rPr>
          <w:fldChar w:fldCharType="end"/>
        </w:r>
      </w:hyperlink>
    </w:p>
    <w:p w14:paraId="6CF20323" w14:textId="00061A5E" w:rsidR="00EC6075" w:rsidRDefault="00C56C80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5918170" w:history="1">
        <w:r w:rsidR="00EC6075" w:rsidRPr="00DC0854">
          <w:rPr>
            <w:rStyle w:val="af6"/>
            <w:noProof/>
          </w:rPr>
          <w:t>5.</w:t>
        </w:r>
        <w:r w:rsidR="00EC6075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财务管理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_Toc525918170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12</w:t>
        </w:r>
        <w:r w:rsidR="00EC6075">
          <w:rPr>
            <w:noProof/>
            <w:webHidden/>
          </w:rPr>
          <w:fldChar w:fldCharType="end"/>
        </w:r>
      </w:hyperlink>
    </w:p>
    <w:p w14:paraId="1B6F43DD" w14:textId="7074E3A9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71" w:history="1">
        <w:r w:rsidR="00EC6075" w:rsidRPr="00DC0854">
          <w:rPr>
            <w:rStyle w:val="af6"/>
            <w:noProof/>
          </w:rPr>
          <w:t>5.1.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查询缴费单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_Toc525918171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12</w:t>
        </w:r>
        <w:r w:rsidR="00EC6075">
          <w:rPr>
            <w:noProof/>
            <w:webHidden/>
          </w:rPr>
          <w:fldChar w:fldCharType="end"/>
        </w:r>
      </w:hyperlink>
    </w:p>
    <w:p w14:paraId="168B295D" w14:textId="5EDDF973" w:rsidR="00EC6075" w:rsidRDefault="00C56C80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5918172" w:history="1">
        <w:r w:rsidR="00EC6075" w:rsidRPr="00DC0854">
          <w:rPr>
            <w:rStyle w:val="af6"/>
            <w:noProof/>
          </w:rPr>
          <w:t>6.</w:t>
        </w:r>
        <w:r w:rsidR="00EC6075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数据分析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_Toc525918172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12</w:t>
        </w:r>
        <w:r w:rsidR="00EC6075">
          <w:rPr>
            <w:noProof/>
            <w:webHidden/>
          </w:rPr>
          <w:fldChar w:fldCharType="end"/>
        </w:r>
      </w:hyperlink>
    </w:p>
    <w:p w14:paraId="73BE9179" w14:textId="708CA7B7" w:rsidR="00EC6075" w:rsidRDefault="00C56C80">
      <w:pPr>
        <w:pStyle w:val="TOC2"/>
        <w:tabs>
          <w:tab w:val="left" w:pos="800"/>
        </w:tabs>
        <w:rPr>
          <w:rFonts w:asciiTheme="minorHAnsi" w:eastAsiaTheme="minorEastAsia" w:hAnsiTheme="minorHAnsi" w:cstheme="minorBidi"/>
          <w:smallCaps w:val="0"/>
          <w:noProof/>
          <w:szCs w:val="22"/>
        </w:rPr>
      </w:pPr>
      <w:hyperlink w:anchor="_Toc525918173" w:history="1">
        <w:r w:rsidR="00EC6075" w:rsidRPr="00DC0854">
          <w:rPr>
            <w:rStyle w:val="af6"/>
            <w:noProof/>
          </w:rPr>
          <w:t>6.1.</w:t>
        </w:r>
        <w:r w:rsidR="00EC6075">
          <w:rPr>
            <w:rFonts w:asciiTheme="minorHAnsi" w:eastAsiaTheme="minorEastAsia" w:hAnsiTheme="minorHAnsi" w:cstheme="minorBidi"/>
            <w:small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查询考试成绩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_Toc525918173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12</w:t>
        </w:r>
        <w:r w:rsidR="00EC6075">
          <w:rPr>
            <w:noProof/>
            <w:webHidden/>
          </w:rPr>
          <w:fldChar w:fldCharType="end"/>
        </w:r>
      </w:hyperlink>
    </w:p>
    <w:p w14:paraId="70DFD41A" w14:textId="4BAA8819" w:rsidR="00EC6075" w:rsidRDefault="00C56C80">
      <w:pPr>
        <w:pStyle w:val="TOC1"/>
        <w:tabs>
          <w:tab w:val="left" w:pos="400"/>
        </w:tabs>
        <w:rPr>
          <w:rFonts w:asciiTheme="minorHAnsi" w:eastAsiaTheme="minorEastAsia" w:hAnsiTheme="minorHAnsi" w:cstheme="minorBidi"/>
          <w:b w:val="0"/>
          <w:caps w:val="0"/>
          <w:noProof/>
          <w:szCs w:val="22"/>
        </w:rPr>
      </w:pPr>
      <w:hyperlink w:anchor="_Toc525918174" w:history="1">
        <w:r w:rsidR="00EC6075" w:rsidRPr="00DC0854">
          <w:rPr>
            <w:rStyle w:val="af6"/>
            <w:noProof/>
          </w:rPr>
          <w:t>7.</w:t>
        </w:r>
        <w:r w:rsidR="00EC6075">
          <w:rPr>
            <w:rFonts w:asciiTheme="minorHAnsi" w:eastAsiaTheme="minorEastAsia" w:hAnsiTheme="minorHAnsi" w:cstheme="minorBidi"/>
            <w:b w:val="0"/>
            <w:caps w:val="0"/>
            <w:noProof/>
            <w:szCs w:val="22"/>
          </w:rPr>
          <w:tab/>
        </w:r>
        <w:r w:rsidR="00EC6075" w:rsidRPr="00DC0854">
          <w:rPr>
            <w:rStyle w:val="af6"/>
            <w:noProof/>
          </w:rPr>
          <w:t>结语</w:t>
        </w:r>
        <w:r w:rsidR="00EC6075">
          <w:rPr>
            <w:noProof/>
            <w:webHidden/>
          </w:rPr>
          <w:tab/>
        </w:r>
        <w:r w:rsidR="00EC6075">
          <w:rPr>
            <w:noProof/>
            <w:webHidden/>
          </w:rPr>
          <w:fldChar w:fldCharType="begin"/>
        </w:r>
        <w:r w:rsidR="00EC6075">
          <w:rPr>
            <w:noProof/>
            <w:webHidden/>
          </w:rPr>
          <w:instrText xml:space="preserve"> PAGEREF _Toc525918174 \h </w:instrText>
        </w:r>
        <w:r w:rsidR="00EC6075">
          <w:rPr>
            <w:noProof/>
            <w:webHidden/>
          </w:rPr>
        </w:r>
        <w:r w:rsidR="00EC6075">
          <w:rPr>
            <w:noProof/>
            <w:webHidden/>
          </w:rPr>
          <w:fldChar w:fldCharType="separate"/>
        </w:r>
        <w:r w:rsidR="00EC6075">
          <w:rPr>
            <w:noProof/>
            <w:webHidden/>
          </w:rPr>
          <w:t>13</w:t>
        </w:r>
        <w:r w:rsidR="00EC6075">
          <w:rPr>
            <w:noProof/>
            <w:webHidden/>
          </w:rPr>
          <w:fldChar w:fldCharType="end"/>
        </w:r>
      </w:hyperlink>
    </w:p>
    <w:p w14:paraId="3B276BC3" w14:textId="3F59C8F0" w:rsidR="00E332C1" w:rsidRDefault="00D55282" w:rsidP="00B774A4">
      <w:pPr>
        <w:rPr>
          <w:lang w:val="fr-FR"/>
        </w:rPr>
      </w:pPr>
      <w:r>
        <w:rPr>
          <w:lang w:val="fr-FR"/>
        </w:rPr>
        <w:fldChar w:fldCharType="end"/>
      </w:r>
    </w:p>
    <w:p w14:paraId="7AC87B56" w14:textId="7830857B" w:rsidR="000F5936" w:rsidRDefault="000F5936" w:rsidP="00B774A4">
      <w:pPr>
        <w:rPr>
          <w:lang w:val="fr-FR"/>
        </w:rPr>
      </w:pPr>
    </w:p>
    <w:p w14:paraId="787DA79B" w14:textId="7C581B18" w:rsidR="000F5936" w:rsidRDefault="000F5936" w:rsidP="00B774A4">
      <w:pPr>
        <w:rPr>
          <w:lang w:val="fr-FR"/>
        </w:rPr>
      </w:pPr>
    </w:p>
    <w:p w14:paraId="5B14728F" w14:textId="08E289E6" w:rsidR="000F5936" w:rsidRDefault="000F5936" w:rsidP="00B774A4">
      <w:pPr>
        <w:rPr>
          <w:lang w:val="fr-FR"/>
        </w:rPr>
      </w:pPr>
    </w:p>
    <w:p w14:paraId="75D0E0F8" w14:textId="7E7812DE" w:rsidR="000F5936" w:rsidRDefault="000F5936" w:rsidP="00B774A4">
      <w:pPr>
        <w:rPr>
          <w:lang w:val="fr-FR"/>
        </w:rPr>
      </w:pPr>
    </w:p>
    <w:p w14:paraId="5F78CDF3" w14:textId="11843D52" w:rsidR="000F5936" w:rsidRDefault="000F5936" w:rsidP="00B774A4">
      <w:pPr>
        <w:rPr>
          <w:lang w:val="fr-FR"/>
        </w:rPr>
      </w:pPr>
    </w:p>
    <w:p w14:paraId="19311C74" w14:textId="4407105E" w:rsidR="000F5936" w:rsidRDefault="000F5936" w:rsidP="00B774A4">
      <w:pPr>
        <w:rPr>
          <w:lang w:val="fr-FR"/>
        </w:rPr>
      </w:pPr>
    </w:p>
    <w:p w14:paraId="5E0BB2E0" w14:textId="32C1D010" w:rsidR="000F5936" w:rsidRDefault="000F5936" w:rsidP="00B774A4">
      <w:pPr>
        <w:rPr>
          <w:lang w:val="fr-FR"/>
        </w:rPr>
      </w:pPr>
    </w:p>
    <w:p w14:paraId="7FD83FDA" w14:textId="77777777" w:rsidR="000F5936" w:rsidRPr="00EF6F21" w:rsidRDefault="000F5936" w:rsidP="00B774A4">
      <w:pPr>
        <w:rPr>
          <w:lang w:val="fr-FR"/>
        </w:rPr>
      </w:pPr>
    </w:p>
    <w:p w14:paraId="725DED68" w14:textId="77777777" w:rsidR="00E96950" w:rsidRDefault="00E96950" w:rsidP="00A80437">
      <w:pPr>
        <w:pStyle w:val="1"/>
      </w:pPr>
      <w:bookmarkStart w:id="1" w:name="_Toc416254526"/>
      <w:bookmarkStart w:id="2" w:name="_Toc525051203"/>
      <w:bookmarkStart w:id="3" w:name="_Toc525918147"/>
      <w:bookmarkEnd w:id="1"/>
      <w:r>
        <w:rPr>
          <w:rFonts w:hint="eastAsia"/>
        </w:rPr>
        <w:lastRenderedPageBreak/>
        <w:t>前言</w:t>
      </w:r>
      <w:bookmarkEnd w:id="2"/>
      <w:bookmarkEnd w:id="3"/>
    </w:p>
    <w:p w14:paraId="711903AC" w14:textId="67273959" w:rsidR="00DC4896" w:rsidRDefault="000F5936" w:rsidP="00DC4896">
      <w:pPr>
        <w:ind w:firstLineChars="200" w:firstLine="420"/>
      </w:pPr>
      <w:r>
        <w:rPr>
          <w:rFonts w:hint="eastAsia"/>
        </w:rPr>
        <w:t>欢迎您使用江苏开放大学考试平台，</w:t>
      </w:r>
      <w:r w:rsidR="00DC4896">
        <w:rPr>
          <w:rFonts w:hint="eastAsia"/>
        </w:rPr>
        <w:t>它是专为开放大学提供的在线考试组织和管理的一体化服务平台。通过互联网技术实现题库管理、</w:t>
      </w:r>
      <w:proofErr w:type="gramStart"/>
      <w:r w:rsidR="00DC4896">
        <w:rPr>
          <w:rFonts w:hint="eastAsia"/>
        </w:rPr>
        <w:t>卷库和</w:t>
      </w:r>
      <w:proofErr w:type="gramEnd"/>
      <w:r w:rsidR="00DC4896">
        <w:rPr>
          <w:rFonts w:hint="eastAsia"/>
        </w:rPr>
        <w:t>策略管理，构建资源可积累、组织方式灵活、出卷阅卷简便、考试服务体验更优的服务系统。</w:t>
      </w:r>
    </w:p>
    <w:p w14:paraId="66CFF4C1" w14:textId="46700EFD" w:rsidR="00DC4896" w:rsidRDefault="00DC4896" w:rsidP="00DC4896">
      <w:pPr>
        <w:ind w:firstLineChars="200" w:firstLine="420"/>
      </w:pPr>
      <w:r>
        <w:rPr>
          <w:rFonts w:hint="eastAsia"/>
        </w:rPr>
        <w:t>为了让您更全面地掌握江苏开放大学考试平台的使用方式，我们整理了这本《</w:t>
      </w:r>
      <w:r w:rsidRPr="007F788B">
        <w:rPr>
          <w:rFonts w:hint="eastAsia"/>
        </w:rPr>
        <w:t>江苏开放大学</w:t>
      </w:r>
      <w:r>
        <w:rPr>
          <w:rFonts w:hint="eastAsia"/>
        </w:rPr>
        <w:t>考试</w:t>
      </w:r>
      <w:r w:rsidRPr="007F788B">
        <w:rPr>
          <w:rFonts w:hint="eastAsia"/>
        </w:rPr>
        <w:t>平台</w:t>
      </w:r>
      <w:r>
        <w:rPr>
          <w:rFonts w:hint="eastAsia"/>
        </w:rPr>
        <w:t>用户手册——</w:t>
      </w:r>
      <w:r w:rsidR="00EF6E87">
        <w:rPr>
          <w:rFonts w:hint="eastAsia"/>
        </w:rPr>
        <w:t>教学点</w:t>
      </w:r>
      <w:r>
        <w:rPr>
          <w:rFonts w:hint="eastAsia"/>
        </w:rPr>
        <w:t>版》，详细描述了您在使用考试平台过程中会用到的各种操作和注意事项。</w:t>
      </w:r>
    </w:p>
    <w:p w14:paraId="0063E550" w14:textId="4BCCBFE2" w:rsidR="00DC4896" w:rsidRDefault="00DC4896" w:rsidP="00DC4896">
      <w:pPr>
        <w:ind w:firstLineChars="200" w:firstLine="420"/>
      </w:pPr>
      <w:r>
        <w:rPr>
          <w:rFonts w:hint="eastAsia"/>
        </w:rPr>
        <w:t>本文内容涵盖登录、</w:t>
      </w:r>
      <w:r w:rsidR="009806B4">
        <w:rPr>
          <w:rFonts w:hint="eastAsia"/>
        </w:rPr>
        <w:t>录入</w:t>
      </w:r>
      <w:r w:rsidR="00BD7D67">
        <w:rPr>
          <w:rFonts w:hint="eastAsia"/>
        </w:rPr>
        <w:t>考点考场</w:t>
      </w:r>
      <w:r w:rsidR="009806B4">
        <w:rPr>
          <w:rFonts w:hint="eastAsia"/>
        </w:rPr>
        <w:t>、</w:t>
      </w:r>
      <w:r w:rsidR="00BD7D67">
        <w:rPr>
          <w:rFonts w:hint="eastAsia"/>
        </w:rPr>
        <w:t>考试监控</w:t>
      </w:r>
      <w:r>
        <w:rPr>
          <w:rFonts w:hint="eastAsia"/>
        </w:rPr>
        <w:t>等流程，引导您顺利完成考试</w:t>
      </w:r>
      <w:r w:rsidR="009C0CFA">
        <w:rPr>
          <w:rFonts w:hint="eastAsia"/>
        </w:rPr>
        <w:t>过程各项工作</w:t>
      </w:r>
      <w:r>
        <w:rPr>
          <w:rFonts w:hint="eastAsia"/>
        </w:rPr>
        <w:t>。</w:t>
      </w:r>
    </w:p>
    <w:p w14:paraId="1DDA6DA1" w14:textId="77777777" w:rsidR="007A22A2" w:rsidRPr="00A00A11" w:rsidRDefault="007A22A2" w:rsidP="007A22A2">
      <w:pPr>
        <w:rPr>
          <w:color w:val="FF0000"/>
        </w:rPr>
      </w:pPr>
      <w:r w:rsidRPr="00A00A11">
        <w:rPr>
          <w:rFonts w:hint="eastAsia"/>
          <w:color w:val="FF0000"/>
        </w:rPr>
        <w:t>温馨提示：</w:t>
      </w:r>
    </w:p>
    <w:p w14:paraId="5FAC8131" w14:textId="260D4F0F" w:rsidR="007A22A2" w:rsidRPr="0054685A" w:rsidRDefault="007A22A2" w:rsidP="007A22A2">
      <w:r>
        <w:rPr>
          <w:rFonts w:hint="eastAsia"/>
          <w:color w:val="FF0000"/>
        </w:rPr>
        <w:t>教学点的管理人员同时承担着</w:t>
      </w:r>
      <w:r w:rsidR="00E35840">
        <w:rPr>
          <w:rFonts w:hint="eastAsia"/>
          <w:color w:val="FF0000"/>
        </w:rPr>
        <w:t>考生</w:t>
      </w:r>
      <w:r>
        <w:rPr>
          <w:rFonts w:hint="eastAsia"/>
          <w:color w:val="FF0000"/>
        </w:rPr>
        <w:t>服务工作，我们同时准备了《</w:t>
      </w:r>
      <w:r w:rsidRPr="007A22A2">
        <w:rPr>
          <w:rFonts w:hint="eastAsia"/>
          <w:color w:val="FF0000"/>
        </w:rPr>
        <w:t>考试平台用户手册</w:t>
      </w:r>
      <w:r w:rsidRPr="007A22A2">
        <w:rPr>
          <w:rFonts w:hint="eastAsia"/>
          <w:color w:val="FF0000"/>
        </w:rPr>
        <w:t>-</w:t>
      </w:r>
      <w:r w:rsidRPr="007A22A2">
        <w:rPr>
          <w:rFonts w:hint="eastAsia"/>
          <w:color w:val="FF0000"/>
        </w:rPr>
        <w:t>考生版</w:t>
      </w:r>
      <w:r>
        <w:rPr>
          <w:rFonts w:hint="eastAsia"/>
          <w:color w:val="FF0000"/>
        </w:rPr>
        <w:t>》供您参阅。</w:t>
      </w:r>
    </w:p>
    <w:p w14:paraId="08EA1E8A" w14:textId="77777777" w:rsidR="007A22A2" w:rsidRPr="007A22A2" w:rsidRDefault="007A22A2" w:rsidP="00DC4896">
      <w:pPr>
        <w:ind w:firstLineChars="200" w:firstLine="420"/>
      </w:pPr>
    </w:p>
    <w:p w14:paraId="262930CD" w14:textId="77777777" w:rsidR="00E96950" w:rsidRDefault="0054685A" w:rsidP="00A80437">
      <w:pPr>
        <w:pStyle w:val="1"/>
      </w:pPr>
      <w:bookmarkStart w:id="4" w:name="_Toc525918148"/>
      <w:r>
        <w:rPr>
          <w:rFonts w:hint="eastAsia"/>
        </w:rPr>
        <w:t>登录</w:t>
      </w:r>
      <w:bookmarkEnd w:id="4"/>
    </w:p>
    <w:p w14:paraId="1541E851" w14:textId="055B9A60" w:rsidR="0054685A" w:rsidRDefault="0054685A" w:rsidP="0054685A">
      <w:r>
        <w:rPr>
          <w:rFonts w:hint="eastAsia"/>
        </w:rPr>
        <w:t>考试平台为所有用户提供统一登录的</w:t>
      </w:r>
      <w:r w:rsidR="00A00A11">
        <w:rPr>
          <w:rFonts w:hint="eastAsia"/>
        </w:rPr>
        <w:t>页面</w:t>
      </w:r>
      <w:r>
        <w:rPr>
          <w:rFonts w:hint="eastAsia"/>
        </w:rPr>
        <w:t>，您可以在浏览器中输入考试平台网址：</w:t>
      </w:r>
      <w:r w:rsidR="009B6436" w:rsidRPr="009B6436">
        <w:t>http://kaoshi.jsou.cn/</w:t>
      </w:r>
      <w:r>
        <w:rPr>
          <w:rFonts w:hint="eastAsia"/>
        </w:rPr>
        <w:t>，打开首页。</w:t>
      </w:r>
    </w:p>
    <w:p w14:paraId="1C7A159D" w14:textId="77777777" w:rsidR="00A00A11" w:rsidRPr="00A00A11" w:rsidRDefault="00A00A11" w:rsidP="0054685A">
      <w:pPr>
        <w:rPr>
          <w:color w:val="FF0000"/>
        </w:rPr>
      </w:pPr>
      <w:r w:rsidRPr="00A00A11">
        <w:rPr>
          <w:rFonts w:hint="eastAsia"/>
          <w:color w:val="FF0000"/>
        </w:rPr>
        <w:t>温馨提示：</w:t>
      </w:r>
    </w:p>
    <w:p w14:paraId="129BE5A1" w14:textId="77777777" w:rsidR="00A00A11" w:rsidRPr="0054685A" w:rsidRDefault="00A00A11" w:rsidP="0054685A">
      <w:r w:rsidRPr="00A00A11">
        <w:rPr>
          <w:rFonts w:hint="eastAsia"/>
          <w:color w:val="FF0000"/>
        </w:rPr>
        <w:t>为保证您获得最佳用户体验，推荐使用以下浏览器：</w:t>
      </w:r>
      <w:proofErr w:type="gramStart"/>
      <w:r w:rsidRPr="00A00A11">
        <w:rPr>
          <w:rFonts w:hint="eastAsia"/>
          <w:color w:val="FF0000"/>
        </w:rPr>
        <w:t>谷歌浏览器</w:t>
      </w:r>
      <w:proofErr w:type="gramEnd"/>
      <w:r w:rsidRPr="00A00A11">
        <w:rPr>
          <w:rFonts w:hint="eastAsia"/>
          <w:color w:val="FF0000"/>
        </w:rPr>
        <w:t xml:space="preserve"> Chrome</w:t>
      </w:r>
    </w:p>
    <w:p w14:paraId="6941604D" w14:textId="2F021E2E" w:rsidR="00A00A11" w:rsidRPr="00A00A11" w:rsidRDefault="009806B4" w:rsidP="00A00A11">
      <w:pPr>
        <w:pStyle w:val="2"/>
      </w:pPr>
      <w:bookmarkStart w:id="5" w:name="_Toc416254527"/>
      <w:bookmarkStart w:id="6" w:name="_Toc525051205"/>
      <w:bookmarkStart w:id="7" w:name="_Toc525918149"/>
      <w:bookmarkEnd w:id="5"/>
      <w:bookmarkEnd w:id="6"/>
      <w:r>
        <w:rPr>
          <w:rFonts w:hint="eastAsia"/>
        </w:rPr>
        <w:t>账号登录</w:t>
      </w:r>
      <w:bookmarkStart w:id="8" w:name="_Toc416254528"/>
      <w:bookmarkStart w:id="9" w:name="_Toc525051206"/>
      <w:bookmarkEnd w:id="7"/>
      <w:bookmarkEnd w:id="8"/>
      <w:bookmarkEnd w:id="9"/>
    </w:p>
    <w:p w14:paraId="0C185C64" w14:textId="77777777" w:rsidR="0054685A" w:rsidRDefault="0054685A" w:rsidP="00A9518C">
      <w:pPr>
        <w:pStyle w:val="3"/>
        <w:tabs>
          <w:tab w:val="clear" w:pos="4906"/>
          <w:tab w:val="num" w:pos="907"/>
        </w:tabs>
        <w:ind w:left="907"/>
      </w:pPr>
      <w:bookmarkStart w:id="10" w:name="_Toc525918151"/>
      <w:r>
        <w:rPr>
          <w:rFonts w:hint="eastAsia"/>
        </w:rPr>
        <w:t>本地账号登录</w:t>
      </w:r>
      <w:bookmarkEnd w:id="10"/>
    </w:p>
    <w:p w14:paraId="1D9D29D1" w14:textId="52C74BB4" w:rsidR="0054685A" w:rsidRDefault="00020F2E" w:rsidP="0054685A">
      <w:pPr>
        <w:pStyle w:val="a"/>
      </w:pPr>
      <w:r>
        <w:rPr>
          <w:rFonts w:hint="eastAsia"/>
        </w:rPr>
        <w:t>请选择“本地账号登录”，输入用户名、密码和验证码</w:t>
      </w:r>
      <w:r w:rsidR="0040634A">
        <w:rPr>
          <w:rFonts w:hint="eastAsia"/>
        </w:rPr>
        <w:t>，登陆成功后进入个人首页</w:t>
      </w:r>
    </w:p>
    <w:p w14:paraId="315A0753" w14:textId="77777777" w:rsidR="0040634A" w:rsidRDefault="0040634A" w:rsidP="0054685A">
      <w:pPr>
        <w:pStyle w:val="a"/>
      </w:pPr>
      <w:r>
        <w:rPr>
          <w:rFonts w:hint="eastAsia"/>
        </w:rPr>
        <w:t>登陆后，请到“个人设置”</w:t>
      </w:r>
      <w:proofErr w:type="gramStart"/>
      <w:r>
        <w:rPr>
          <w:rFonts w:hint="eastAsia"/>
        </w:rPr>
        <w:t>页及时</w:t>
      </w:r>
      <w:proofErr w:type="gramEnd"/>
      <w:r>
        <w:rPr>
          <w:rFonts w:hint="eastAsia"/>
        </w:rPr>
        <w:t>修改密码、绑定手机号</w:t>
      </w:r>
    </w:p>
    <w:p w14:paraId="65D7D12B" w14:textId="77777777" w:rsidR="0040634A" w:rsidRDefault="0040634A" w:rsidP="0054685A">
      <w:pPr>
        <w:pStyle w:val="a"/>
      </w:pPr>
      <w:r>
        <w:rPr>
          <w:rFonts w:hint="eastAsia"/>
        </w:rPr>
        <w:t>如果忘记密码，请点击“忘记密码”通过手机号找回密码</w:t>
      </w:r>
    </w:p>
    <w:p w14:paraId="23804C8B" w14:textId="77777777" w:rsidR="002620F7" w:rsidRDefault="00020F2E" w:rsidP="00020F2E">
      <w:pPr>
        <w:pStyle w:val="a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64B3C511" wp14:editId="5F9C1C54">
            <wp:extent cx="5274310" cy="384111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841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0535E2" w14:textId="677D49D0" w:rsidR="00020F2E" w:rsidRDefault="00020F2E" w:rsidP="00020F2E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2</w:t>
      </w:r>
      <w:r>
        <w:fldChar w:fldCharType="end"/>
      </w:r>
      <w:r>
        <w:t xml:space="preserve"> </w:t>
      </w:r>
      <w:r>
        <w:rPr>
          <w:rFonts w:hint="eastAsia"/>
        </w:rPr>
        <w:t>本地账号登录</w:t>
      </w:r>
    </w:p>
    <w:p w14:paraId="11C8204F" w14:textId="307C6C84" w:rsidR="00583B8A" w:rsidRDefault="00583B8A" w:rsidP="002620F7">
      <w:pPr>
        <w:pStyle w:val="1"/>
      </w:pPr>
      <w:bookmarkStart w:id="11" w:name="_Toc525051207"/>
      <w:bookmarkStart w:id="12" w:name="_Toc525051210"/>
      <w:bookmarkStart w:id="13" w:name="_Toc525918152"/>
      <w:bookmarkEnd w:id="11"/>
      <w:bookmarkEnd w:id="12"/>
      <w:r>
        <w:rPr>
          <w:rFonts w:hint="eastAsia"/>
        </w:rPr>
        <w:t>基础管理</w:t>
      </w:r>
      <w:bookmarkEnd w:id="13"/>
    </w:p>
    <w:p w14:paraId="1C32447B" w14:textId="77777777" w:rsidR="00583B8A" w:rsidRDefault="00583B8A" w:rsidP="00A9518C">
      <w:pPr>
        <w:pStyle w:val="3"/>
        <w:tabs>
          <w:tab w:val="clear" w:pos="4906"/>
          <w:tab w:val="num" w:pos="907"/>
        </w:tabs>
        <w:ind w:left="907"/>
      </w:pPr>
      <w:bookmarkStart w:id="14" w:name="_Toc525918153"/>
      <w:r>
        <w:rPr>
          <w:rFonts w:hint="eastAsia"/>
        </w:rPr>
        <w:t>考点管理</w:t>
      </w:r>
      <w:bookmarkEnd w:id="14"/>
    </w:p>
    <w:p w14:paraId="584AAE94" w14:textId="790519B0" w:rsidR="00583B8A" w:rsidRDefault="007A22A2" w:rsidP="00A9518C">
      <w:pPr>
        <w:pStyle w:val="3"/>
        <w:tabs>
          <w:tab w:val="clear" w:pos="4906"/>
          <w:tab w:val="num" w:pos="907"/>
        </w:tabs>
        <w:ind w:left="907"/>
      </w:pPr>
      <w:bookmarkStart w:id="15" w:name="_Toc525918154"/>
      <w:r>
        <w:rPr>
          <w:rFonts w:hint="eastAsia"/>
        </w:rPr>
        <w:t>浏览考点列表</w:t>
      </w:r>
      <w:bookmarkEnd w:id="15"/>
    </w:p>
    <w:p w14:paraId="45C1B820" w14:textId="4D401B24" w:rsidR="00583B8A" w:rsidRDefault="000D448E" w:rsidP="00583B8A">
      <w:pPr>
        <w:pStyle w:val="a"/>
      </w:pPr>
      <w:r>
        <w:rPr>
          <w:rFonts w:hint="eastAsia"/>
        </w:rPr>
        <w:t>根据各项属性</w:t>
      </w:r>
      <w:proofErr w:type="gramStart"/>
      <w:r>
        <w:rPr>
          <w:rFonts w:hint="eastAsia"/>
        </w:rPr>
        <w:t>筛选</w:t>
      </w:r>
      <w:r w:rsidR="005F02C4">
        <w:rPr>
          <w:rFonts w:hint="eastAsia"/>
        </w:rPr>
        <w:t>您</w:t>
      </w:r>
      <w:proofErr w:type="gramEnd"/>
      <w:r w:rsidR="005F02C4">
        <w:rPr>
          <w:rFonts w:hint="eastAsia"/>
        </w:rPr>
        <w:t>负责的</w:t>
      </w:r>
      <w:r>
        <w:rPr>
          <w:rFonts w:hint="eastAsia"/>
        </w:rPr>
        <w:t>教学点下的考点</w:t>
      </w:r>
    </w:p>
    <w:p w14:paraId="01A42830" w14:textId="72757B3D" w:rsidR="000D448E" w:rsidRDefault="000D448E" w:rsidP="00583B8A">
      <w:pPr>
        <w:pStyle w:val="a"/>
      </w:pPr>
      <w:r>
        <w:rPr>
          <w:rFonts w:hint="eastAsia"/>
        </w:rPr>
        <w:t>点击“新增”创建新的考点</w:t>
      </w:r>
    </w:p>
    <w:p w14:paraId="2005B8EA" w14:textId="233CB782" w:rsidR="000D448E" w:rsidRDefault="000D448E" w:rsidP="00583B8A">
      <w:pPr>
        <w:pStyle w:val="a"/>
      </w:pPr>
      <w:r>
        <w:rPr>
          <w:rFonts w:hint="eastAsia"/>
        </w:rPr>
        <w:t>点击“导出”可导出所有考点的</w:t>
      </w:r>
      <w:r w:rsidR="00123B7D">
        <w:rPr>
          <w:rFonts w:hint="eastAsia"/>
        </w:rPr>
        <w:t>基本</w:t>
      </w:r>
      <w:r>
        <w:rPr>
          <w:rFonts w:hint="eastAsia"/>
        </w:rPr>
        <w:t>信息</w:t>
      </w:r>
    </w:p>
    <w:p w14:paraId="6B58C520" w14:textId="5DB3132F" w:rsidR="00123B7D" w:rsidRDefault="00123B7D" w:rsidP="00583B8A">
      <w:pPr>
        <w:pStyle w:val="a"/>
      </w:pPr>
      <w:r>
        <w:rPr>
          <w:rFonts w:hint="eastAsia"/>
        </w:rPr>
        <w:t>在查询列表中</w:t>
      </w:r>
    </w:p>
    <w:p w14:paraId="27A0131A" w14:textId="076018EB" w:rsidR="00583B8A" w:rsidRDefault="00123B7D" w:rsidP="00583B8A">
      <w:pPr>
        <w:pStyle w:val="20"/>
      </w:pPr>
      <w:r>
        <w:rPr>
          <w:rFonts w:hint="eastAsia"/>
        </w:rPr>
        <w:t>查看：浏览考点详情</w:t>
      </w:r>
    </w:p>
    <w:p w14:paraId="0CA8B0C9" w14:textId="77A07CCC" w:rsidR="00123B7D" w:rsidRDefault="00123B7D" w:rsidP="00583B8A">
      <w:pPr>
        <w:pStyle w:val="20"/>
      </w:pPr>
      <w:r>
        <w:rPr>
          <w:rFonts w:hint="eastAsia"/>
        </w:rPr>
        <w:t>编辑：修改考点基本信息</w:t>
      </w:r>
    </w:p>
    <w:p w14:paraId="62E09E9C" w14:textId="0F345ACE" w:rsidR="00123B7D" w:rsidRDefault="00123B7D" w:rsidP="00123B7D">
      <w:pPr>
        <w:pStyle w:val="20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940D38" wp14:editId="39A522C9">
            <wp:extent cx="5274310" cy="152463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24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8C45E2" w14:textId="599DBBE3" w:rsidR="00123B7D" w:rsidRDefault="00123B7D" w:rsidP="00123B7D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3</w:t>
      </w:r>
      <w:r>
        <w:fldChar w:fldCharType="end"/>
      </w:r>
      <w:r>
        <w:rPr>
          <w:rFonts w:hint="eastAsia"/>
        </w:rPr>
        <w:t>浏览考点列表</w:t>
      </w:r>
    </w:p>
    <w:p w14:paraId="323563A3" w14:textId="36237FDB" w:rsidR="007A22A2" w:rsidRDefault="007A22A2" w:rsidP="00A9518C">
      <w:pPr>
        <w:pStyle w:val="3"/>
        <w:tabs>
          <w:tab w:val="clear" w:pos="4906"/>
          <w:tab w:val="num" w:pos="907"/>
        </w:tabs>
        <w:ind w:left="907"/>
      </w:pPr>
      <w:bookmarkStart w:id="16" w:name="_Toc525918155"/>
      <w:r>
        <w:rPr>
          <w:rFonts w:hint="eastAsia"/>
        </w:rPr>
        <w:t>创建考点</w:t>
      </w:r>
      <w:bookmarkEnd w:id="16"/>
    </w:p>
    <w:p w14:paraId="453C2301" w14:textId="3B09186F" w:rsidR="007A22A2" w:rsidRDefault="00265045" w:rsidP="007A22A2">
      <w:pPr>
        <w:pStyle w:val="a"/>
      </w:pPr>
      <w:r>
        <w:rPr>
          <w:rFonts w:hint="eastAsia"/>
        </w:rPr>
        <w:lastRenderedPageBreak/>
        <w:t>所属教学点：</w:t>
      </w:r>
      <w:r w:rsidR="005F02C4">
        <w:rPr>
          <w:rFonts w:hint="eastAsia"/>
        </w:rPr>
        <w:t>您负责的</w:t>
      </w:r>
      <w:r>
        <w:rPr>
          <w:rFonts w:hint="eastAsia"/>
        </w:rPr>
        <w:t>教学点，不可修改</w:t>
      </w:r>
    </w:p>
    <w:p w14:paraId="35265865" w14:textId="6AD98458" w:rsidR="00265045" w:rsidRDefault="00265045" w:rsidP="007A22A2">
      <w:pPr>
        <w:pStyle w:val="a"/>
      </w:pPr>
      <w:r>
        <w:rPr>
          <w:rFonts w:hint="eastAsia"/>
        </w:rPr>
        <w:t>考点代码和名称必填</w:t>
      </w:r>
    </w:p>
    <w:p w14:paraId="35B71D47" w14:textId="1EAECB34" w:rsidR="00265045" w:rsidRDefault="00265045" w:rsidP="007A22A2">
      <w:pPr>
        <w:pStyle w:val="a"/>
      </w:pPr>
      <w:r>
        <w:rPr>
          <w:rFonts w:hint="eastAsia"/>
        </w:rPr>
        <w:t>状态默认为启用，停用的考点不能再安排考试</w:t>
      </w:r>
    </w:p>
    <w:p w14:paraId="568A9F74" w14:textId="7364F2BD" w:rsidR="00583B8A" w:rsidRDefault="00123B7D" w:rsidP="00123B7D">
      <w:pPr>
        <w:pStyle w:val="a"/>
        <w:numPr>
          <w:ilvl w:val="0"/>
          <w:numId w:val="0"/>
        </w:numPr>
        <w:jc w:val="center"/>
      </w:pPr>
      <w:r>
        <w:rPr>
          <w:noProof/>
        </w:rPr>
        <w:drawing>
          <wp:inline distT="0" distB="0" distL="0" distR="0" wp14:anchorId="639BB839" wp14:editId="6C2B114A">
            <wp:extent cx="4047214" cy="3310471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048143" cy="33112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2F3A67" w14:textId="5B39DD2A" w:rsidR="00123B7D" w:rsidRDefault="00123B7D" w:rsidP="00123B7D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4</w:t>
      </w:r>
      <w:r>
        <w:fldChar w:fldCharType="end"/>
      </w:r>
      <w:r>
        <w:rPr>
          <w:rFonts w:hint="eastAsia"/>
        </w:rPr>
        <w:t>创建考点</w:t>
      </w:r>
    </w:p>
    <w:p w14:paraId="0BAA6370" w14:textId="258410F0" w:rsidR="00583B8A" w:rsidRDefault="00583B8A" w:rsidP="00583B8A">
      <w:pPr>
        <w:pStyle w:val="2"/>
      </w:pPr>
      <w:bookmarkStart w:id="17" w:name="_Toc525918156"/>
      <w:r>
        <w:rPr>
          <w:rFonts w:hint="eastAsia"/>
        </w:rPr>
        <w:t>考场管理</w:t>
      </w:r>
      <w:bookmarkEnd w:id="17"/>
    </w:p>
    <w:p w14:paraId="5290D1D1" w14:textId="17E0C858" w:rsidR="00583B8A" w:rsidRDefault="00265045" w:rsidP="00A9518C">
      <w:pPr>
        <w:pStyle w:val="3"/>
        <w:tabs>
          <w:tab w:val="clear" w:pos="4906"/>
          <w:tab w:val="num" w:pos="907"/>
        </w:tabs>
        <w:ind w:left="907"/>
      </w:pPr>
      <w:bookmarkStart w:id="18" w:name="_Toc525918157"/>
      <w:r>
        <w:rPr>
          <w:rFonts w:hint="eastAsia"/>
        </w:rPr>
        <w:t>浏览考场列表</w:t>
      </w:r>
      <w:bookmarkEnd w:id="18"/>
    </w:p>
    <w:p w14:paraId="3E92C076" w14:textId="2CB739C5" w:rsidR="00A036C9" w:rsidRDefault="00A036C9" w:rsidP="00A036C9">
      <w:pPr>
        <w:pStyle w:val="a"/>
      </w:pPr>
      <w:r>
        <w:rPr>
          <w:rFonts w:hint="eastAsia"/>
        </w:rPr>
        <w:t>根据各项属性</w:t>
      </w:r>
      <w:proofErr w:type="gramStart"/>
      <w:r>
        <w:rPr>
          <w:rFonts w:hint="eastAsia"/>
        </w:rPr>
        <w:t>筛选</w:t>
      </w:r>
      <w:r w:rsidR="005F02C4">
        <w:rPr>
          <w:rFonts w:hint="eastAsia"/>
        </w:rPr>
        <w:t>您</w:t>
      </w:r>
      <w:proofErr w:type="gramEnd"/>
      <w:r w:rsidR="005F02C4">
        <w:rPr>
          <w:rFonts w:hint="eastAsia"/>
        </w:rPr>
        <w:t>负责的</w:t>
      </w:r>
      <w:r>
        <w:rPr>
          <w:rFonts w:hint="eastAsia"/>
        </w:rPr>
        <w:t>教学点下的</w:t>
      </w:r>
      <w:r w:rsidR="00227FD6">
        <w:rPr>
          <w:rFonts w:hint="eastAsia"/>
        </w:rPr>
        <w:t>考场</w:t>
      </w:r>
    </w:p>
    <w:p w14:paraId="1EEE511A" w14:textId="7F3CD4F6" w:rsidR="00A036C9" w:rsidRDefault="00A036C9" w:rsidP="00A036C9">
      <w:pPr>
        <w:pStyle w:val="a"/>
      </w:pPr>
      <w:r>
        <w:rPr>
          <w:rFonts w:hint="eastAsia"/>
        </w:rPr>
        <w:t>点击“新增”创建新的</w:t>
      </w:r>
      <w:r w:rsidR="00227FD6">
        <w:rPr>
          <w:rFonts w:hint="eastAsia"/>
        </w:rPr>
        <w:t>考场</w:t>
      </w:r>
    </w:p>
    <w:p w14:paraId="37AA0AF1" w14:textId="208038E2" w:rsidR="00A036C9" w:rsidRDefault="00A036C9" w:rsidP="00A036C9">
      <w:pPr>
        <w:pStyle w:val="a"/>
      </w:pPr>
      <w:r>
        <w:rPr>
          <w:rFonts w:hint="eastAsia"/>
        </w:rPr>
        <w:t>点击“导出”可导出所有考</w:t>
      </w:r>
      <w:r w:rsidR="00227FD6">
        <w:rPr>
          <w:rFonts w:hint="eastAsia"/>
        </w:rPr>
        <w:t>场的基本信息</w:t>
      </w:r>
    </w:p>
    <w:p w14:paraId="117297BF" w14:textId="77777777" w:rsidR="00A036C9" w:rsidRDefault="00A036C9" w:rsidP="00A036C9">
      <w:pPr>
        <w:pStyle w:val="a"/>
      </w:pPr>
      <w:r>
        <w:rPr>
          <w:rFonts w:hint="eastAsia"/>
        </w:rPr>
        <w:t>在查询列表中</w:t>
      </w:r>
    </w:p>
    <w:p w14:paraId="0F9CB6CC" w14:textId="7FF809B4" w:rsidR="00A036C9" w:rsidRDefault="00A036C9" w:rsidP="00A036C9">
      <w:pPr>
        <w:pStyle w:val="20"/>
      </w:pPr>
      <w:r>
        <w:rPr>
          <w:rFonts w:hint="eastAsia"/>
        </w:rPr>
        <w:t>编辑：修改</w:t>
      </w:r>
      <w:r w:rsidR="00227FD6">
        <w:rPr>
          <w:rFonts w:hint="eastAsia"/>
        </w:rPr>
        <w:t>考场基本信息</w:t>
      </w:r>
    </w:p>
    <w:p w14:paraId="69993201" w14:textId="02D4FEB1" w:rsidR="003861B9" w:rsidRDefault="003861B9" w:rsidP="003861B9">
      <w:pPr>
        <w:pStyle w:val="20"/>
        <w:numPr>
          <w:ilvl w:val="0"/>
          <w:numId w:val="0"/>
        </w:numPr>
        <w:ind w:left="907"/>
      </w:pPr>
      <w:r>
        <w:rPr>
          <w:noProof/>
        </w:rPr>
        <w:drawing>
          <wp:inline distT="0" distB="0" distL="0" distR="0" wp14:anchorId="45C2DAD3" wp14:editId="55463E68">
            <wp:extent cx="5274310" cy="156019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0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FF666E" w14:textId="2B91CCF7" w:rsidR="003861B9" w:rsidRDefault="003861B9" w:rsidP="003861B9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5</w:t>
      </w:r>
      <w:r>
        <w:fldChar w:fldCharType="end"/>
      </w:r>
      <w:r>
        <w:rPr>
          <w:rFonts w:hint="eastAsia"/>
        </w:rPr>
        <w:t>浏览考场列表</w:t>
      </w:r>
    </w:p>
    <w:p w14:paraId="403B76C9" w14:textId="77777777" w:rsidR="003861B9" w:rsidRDefault="003861B9" w:rsidP="003861B9">
      <w:pPr>
        <w:pStyle w:val="20"/>
        <w:numPr>
          <w:ilvl w:val="0"/>
          <w:numId w:val="0"/>
        </w:numPr>
        <w:ind w:left="907"/>
      </w:pPr>
    </w:p>
    <w:p w14:paraId="77B056C4" w14:textId="2418C872" w:rsidR="00265045" w:rsidRDefault="00265045" w:rsidP="00A9518C">
      <w:pPr>
        <w:pStyle w:val="3"/>
        <w:tabs>
          <w:tab w:val="clear" w:pos="4906"/>
          <w:tab w:val="num" w:pos="907"/>
        </w:tabs>
        <w:ind w:left="907"/>
      </w:pPr>
      <w:bookmarkStart w:id="19" w:name="_Toc525918158"/>
      <w:r>
        <w:rPr>
          <w:rFonts w:hint="eastAsia"/>
        </w:rPr>
        <w:t>创建考场</w:t>
      </w:r>
      <w:bookmarkEnd w:id="19"/>
    </w:p>
    <w:p w14:paraId="42FDA50C" w14:textId="7FB113A7" w:rsidR="00265045" w:rsidRDefault="00F6204E" w:rsidP="00265045">
      <w:pPr>
        <w:pStyle w:val="a"/>
      </w:pPr>
      <w:r>
        <w:rPr>
          <w:rFonts w:hint="eastAsia"/>
        </w:rPr>
        <w:t>所属教学点：</w:t>
      </w:r>
      <w:r w:rsidR="005F02C4">
        <w:rPr>
          <w:rFonts w:hint="eastAsia"/>
        </w:rPr>
        <w:t>您负责的</w:t>
      </w:r>
      <w:r>
        <w:rPr>
          <w:rFonts w:hint="eastAsia"/>
        </w:rPr>
        <w:t>教学点，不可修改</w:t>
      </w:r>
    </w:p>
    <w:p w14:paraId="5C95791E" w14:textId="068F53B5" w:rsidR="00F6204E" w:rsidRDefault="00F6204E" w:rsidP="00265045">
      <w:pPr>
        <w:pStyle w:val="a"/>
      </w:pPr>
      <w:r>
        <w:rPr>
          <w:rFonts w:hint="eastAsia"/>
        </w:rPr>
        <w:lastRenderedPageBreak/>
        <w:t>所属考点：可选择教学点下的考点</w:t>
      </w:r>
    </w:p>
    <w:p w14:paraId="438B06F8" w14:textId="1EBE3F12" w:rsidR="00F6204E" w:rsidRDefault="00F6204E" w:rsidP="00265045">
      <w:pPr>
        <w:pStyle w:val="a"/>
      </w:pPr>
      <w:r>
        <w:rPr>
          <w:rFonts w:hint="eastAsia"/>
        </w:rPr>
        <w:t>考场代码、考场名称必填</w:t>
      </w:r>
    </w:p>
    <w:p w14:paraId="03864DD0" w14:textId="3858C5D6" w:rsidR="00F6204E" w:rsidRDefault="00F6204E" w:rsidP="00265045">
      <w:pPr>
        <w:pStyle w:val="a"/>
      </w:pPr>
      <w:r>
        <w:rPr>
          <w:rFonts w:hint="eastAsia"/>
        </w:rPr>
        <w:t>机器数量：必填，正整数，</w:t>
      </w:r>
      <w:r w:rsidRPr="00F6204E">
        <w:rPr>
          <w:rFonts w:hint="eastAsia"/>
          <w:color w:val="FF0000"/>
        </w:rPr>
        <w:t>如果要预留机位请扣除预留机位后再录入</w:t>
      </w:r>
    </w:p>
    <w:p w14:paraId="40AA674D" w14:textId="711339B3" w:rsidR="00F6204E" w:rsidRDefault="00F6204E" w:rsidP="00265045">
      <w:pPr>
        <w:pStyle w:val="a"/>
      </w:pPr>
      <w:r>
        <w:rPr>
          <w:rFonts w:hint="eastAsia"/>
        </w:rPr>
        <w:t>状态：默认为启用，停用状态的考场不能再用于考试</w:t>
      </w:r>
    </w:p>
    <w:p w14:paraId="305BD780" w14:textId="3DEF40BE" w:rsidR="00583B8A" w:rsidRDefault="003861B9" w:rsidP="003861B9">
      <w:pPr>
        <w:jc w:val="center"/>
      </w:pPr>
      <w:r>
        <w:rPr>
          <w:noProof/>
        </w:rPr>
        <w:drawing>
          <wp:inline distT="0" distB="0" distL="0" distR="0" wp14:anchorId="213CBE91" wp14:editId="137D032B">
            <wp:extent cx="3824577" cy="2849413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28645" cy="28524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6696FC" w14:textId="7DD91B4D" w:rsidR="003861B9" w:rsidRDefault="003861B9" w:rsidP="003861B9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6</w:t>
      </w:r>
      <w:r>
        <w:fldChar w:fldCharType="end"/>
      </w:r>
      <w:r>
        <w:rPr>
          <w:rFonts w:hint="eastAsia"/>
        </w:rPr>
        <w:t>创建考场</w:t>
      </w:r>
    </w:p>
    <w:p w14:paraId="1E9394BD" w14:textId="77777777" w:rsidR="003861B9" w:rsidRPr="00583B8A" w:rsidRDefault="003861B9" w:rsidP="003861B9">
      <w:pPr>
        <w:jc w:val="center"/>
      </w:pPr>
    </w:p>
    <w:p w14:paraId="7A12FF30" w14:textId="033F21DC" w:rsidR="00583B8A" w:rsidRDefault="00583B8A" w:rsidP="002620F7">
      <w:pPr>
        <w:pStyle w:val="1"/>
      </w:pPr>
      <w:bookmarkStart w:id="20" w:name="_Toc525918159"/>
      <w:r>
        <w:rPr>
          <w:rFonts w:hint="eastAsia"/>
        </w:rPr>
        <w:t>考试组织</w:t>
      </w:r>
      <w:bookmarkEnd w:id="20"/>
    </w:p>
    <w:p w14:paraId="13ECFCCA" w14:textId="2F386D14" w:rsidR="00583B8A" w:rsidRDefault="00583B8A" w:rsidP="00583B8A">
      <w:pPr>
        <w:pStyle w:val="2"/>
      </w:pPr>
      <w:bookmarkStart w:id="21" w:name="_Toc525918160"/>
      <w:r>
        <w:rPr>
          <w:rFonts w:hint="eastAsia"/>
        </w:rPr>
        <w:t>确认考场</w:t>
      </w:r>
      <w:bookmarkEnd w:id="21"/>
    </w:p>
    <w:p w14:paraId="22BD690A" w14:textId="32210390" w:rsidR="00034A28" w:rsidRPr="00034A28" w:rsidRDefault="00034A28" w:rsidP="00034A28">
      <w:r>
        <w:rPr>
          <w:rFonts w:hint="eastAsia"/>
        </w:rPr>
        <w:t>考试批次和开考课程</w:t>
      </w:r>
      <w:r w:rsidR="00C12008">
        <w:rPr>
          <w:rFonts w:hint="eastAsia"/>
        </w:rPr>
        <w:t>设置</w:t>
      </w:r>
      <w:r>
        <w:rPr>
          <w:rFonts w:hint="eastAsia"/>
        </w:rPr>
        <w:t>后，请根据本考点的考场资源和本次考试的预估人次确认考场：</w:t>
      </w:r>
    </w:p>
    <w:p w14:paraId="05AA9306" w14:textId="213EB094" w:rsidR="00583B8A" w:rsidRDefault="00034A28" w:rsidP="00A9518C">
      <w:pPr>
        <w:pStyle w:val="3"/>
        <w:tabs>
          <w:tab w:val="clear" w:pos="4906"/>
          <w:tab w:val="num" w:pos="907"/>
        </w:tabs>
        <w:ind w:left="907"/>
      </w:pPr>
      <w:bookmarkStart w:id="22" w:name="_Toc525918161"/>
      <w:r>
        <w:rPr>
          <w:rFonts w:hint="eastAsia"/>
        </w:rPr>
        <w:t>按考点确认</w:t>
      </w:r>
      <w:bookmarkEnd w:id="22"/>
    </w:p>
    <w:p w14:paraId="7BD70526" w14:textId="5763747B" w:rsidR="00583B8A" w:rsidRDefault="00C12008" w:rsidP="00583B8A">
      <w:pPr>
        <w:pStyle w:val="a"/>
      </w:pPr>
      <w:proofErr w:type="gramStart"/>
      <w:r>
        <w:rPr>
          <w:rFonts w:hint="eastAsia"/>
        </w:rPr>
        <w:t>查看</w:t>
      </w:r>
      <w:r w:rsidR="005F02C4">
        <w:rPr>
          <w:rFonts w:hint="eastAsia"/>
        </w:rPr>
        <w:t>您</w:t>
      </w:r>
      <w:proofErr w:type="gramEnd"/>
      <w:r w:rsidR="005F02C4">
        <w:rPr>
          <w:rFonts w:hint="eastAsia"/>
        </w:rPr>
        <w:t>负责的</w:t>
      </w:r>
      <w:r>
        <w:rPr>
          <w:rFonts w:hint="eastAsia"/>
        </w:rPr>
        <w:t>教学点下的考点列表，以及每个考点已经确认的考场和机位数</w:t>
      </w:r>
    </w:p>
    <w:p w14:paraId="1CC1F9CA" w14:textId="34F897EA" w:rsidR="00AA4181" w:rsidRDefault="00AA4181" w:rsidP="00583B8A">
      <w:pPr>
        <w:pStyle w:val="a"/>
      </w:pPr>
      <w:r>
        <w:rPr>
          <w:rFonts w:hint="eastAsia"/>
        </w:rPr>
        <w:t>点击“确认考场”</w:t>
      </w:r>
      <w:r w:rsidR="005F02C4">
        <w:rPr>
          <w:rFonts w:hint="eastAsia"/>
        </w:rPr>
        <w:t>查看考点下所有“启用”状态的考场，点击操作栏“确认”可以将考场添加到当前考试批次下，用于考生预约和考场安排</w:t>
      </w:r>
    </w:p>
    <w:p w14:paraId="4C2FE978" w14:textId="79C734F2" w:rsidR="00AA4181" w:rsidRDefault="00AA4181" w:rsidP="00AA4181">
      <w:pPr>
        <w:pStyle w:val="a"/>
        <w:numPr>
          <w:ilvl w:val="0"/>
          <w:numId w:val="0"/>
        </w:numPr>
        <w:ind w:left="142"/>
      </w:pPr>
      <w:r>
        <w:rPr>
          <w:noProof/>
        </w:rPr>
        <w:lastRenderedPageBreak/>
        <w:drawing>
          <wp:inline distT="0" distB="0" distL="0" distR="0" wp14:anchorId="654C271F" wp14:editId="2D188870">
            <wp:extent cx="5274310" cy="248412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84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71528" w14:textId="0BF381E8" w:rsidR="00206904" w:rsidRDefault="00206904" w:rsidP="00206904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7</w:t>
      </w:r>
      <w:r>
        <w:fldChar w:fldCharType="end"/>
      </w:r>
      <w:r>
        <w:t xml:space="preserve"> </w:t>
      </w:r>
      <w:r>
        <w:rPr>
          <w:rFonts w:hint="eastAsia"/>
        </w:rPr>
        <w:t>按考点确认考场</w:t>
      </w:r>
      <w:r>
        <w:rPr>
          <w:rFonts w:hint="eastAsia"/>
        </w:rPr>
        <w:t>-</w:t>
      </w:r>
      <w:r>
        <w:rPr>
          <w:rFonts w:hint="eastAsia"/>
        </w:rPr>
        <w:t>考点列表</w:t>
      </w:r>
    </w:p>
    <w:p w14:paraId="59224BD5" w14:textId="53B6BF70" w:rsidR="00206904" w:rsidRDefault="00206904" w:rsidP="00206904">
      <w:pPr>
        <w:pStyle w:val="a"/>
        <w:numPr>
          <w:ilvl w:val="0"/>
          <w:numId w:val="0"/>
        </w:numPr>
        <w:ind w:left="142"/>
        <w:jc w:val="center"/>
      </w:pPr>
      <w:r>
        <w:rPr>
          <w:noProof/>
        </w:rPr>
        <w:drawing>
          <wp:inline distT="0" distB="0" distL="0" distR="0" wp14:anchorId="5EE46EDF" wp14:editId="36C236A2">
            <wp:extent cx="3999506" cy="2159136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00121" cy="2159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94EFB9" w14:textId="685F1804" w:rsidR="00206904" w:rsidRDefault="00206904" w:rsidP="00FB6E1D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8</w:t>
      </w:r>
      <w:r>
        <w:fldChar w:fldCharType="end"/>
      </w:r>
      <w:r>
        <w:rPr>
          <w:rFonts w:hint="eastAsia"/>
        </w:rPr>
        <w:t>确认考场</w:t>
      </w:r>
    </w:p>
    <w:p w14:paraId="1D9E29FC" w14:textId="58C2AD00" w:rsidR="00034A28" w:rsidRDefault="00034A28" w:rsidP="00034A28">
      <w:pPr>
        <w:pStyle w:val="3"/>
      </w:pPr>
      <w:bookmarkStart w:id="23" w:name="_Toc525918162"/>
      <w:r>
        <w:rPr>
          <w:rFonts w:hint="eastAsia"/>
        </w:rPr>
        <w:t>按考场确认</w:t>
      </w:r>
      <w:bookmarkEnd w:id="23"/>
    </w:p>
    <w:p w14:paraId="5164E95C" w14:textId="3C213A71" w:rsidR="00E21DA8" w:rsidRDefault="00E21DA8" w:rsidP="00E21DA8">
      <w:pPr>
        <w:pStyle w:val="a"/>
      </w:pPr>
      <w:proofErr w:type="gramStart"/>
      <w:r>
        <w:rPr>
          <w:rFonts w:hint="eastAsia"/>
        </w:rPr>
        <w:t>查看您</w:t>
      </w:r>
      <w:proofErr w:type="gramEnd"/>
      <w:r>
        <w:rPr>
          <w:rFonts w:hint="eastAsia"/>
        </w:rPr>
        <w:t>负责的教学点、考点下的考场列表，以及每个考场的确认情况</w:t>
      </w:r>
    </w:p>
    <w:p w14:paraId="275942CB" w14:textId="61CBC9CE" w:rsidR="00E21DA8" w:rsidRDefault="00E21DA8" w:rsidP="00E21DA8">
      <w:pPr>
        <w:pStyle w:val="a"/>
      </w:pPr>
      <w:r>
        <w:rPr>
          <w:rFonts w:hint="eastAsia"/>
        </w:rPr>
        <w:t>点击操作栏“确认”可以将考场添加到当前考试批次下，用于考生预约和考场安排</w:t>
      </w:r>
    </w:p>
    <w:p w14:paraId="2C7CA2A4" w14:textId="24EA2142" w:rsidR="00654D70" w:rsidRDefault="00654D70" w:rsidP="00C12008">
      <w:pPr>
        <w:rPr>
          <w:color w:val="FF0000"/>
        </w:rPr>
      </w:pPr>
      <w:r>
        <w:rPr>
          <w:noProof/>
        </w:rPr>
        <w:drawing>
          <wp:inline distT="0" distB="0" distL="0" distR="0" wp14:anchorId="450AB605" wp14:editId="710CDB79">
            <wp:extent cx="5274310" cy="224663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46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CBBB4B" w14:textId="3028E8ED" w:rsidR="00C12008" w:rsidRPr="00C12008" w:rsidRDefault="00C12008" w:rsidP="00C12008">
      <w:pPr>
        <w:rPr>
          <w:color w:val="FF0000"/>
        </w:rPr>
      </w:pPr>
      <w:r w:rsidRPr="00C12008">
        <w:rPr>
          <w:rFonts w:hint="eastAsia"/>
          <w:color w:val="FF0000"/>
        </w:rPr>
        <w:t>温馨提示：</w:t>
      </w:r>
    </w:p>
    <w:p w14:paraId="1991E7F3" w14:textId="79E0EE01" w:rsidR="00C12008" w:rsidRPr="00C12008" w:rsidRDefault="00C12008" w:rsidP="00C12008">
      <w:pPr>
        <w:rPr>
          <w:color w:val="FF0000"/>
        </w:rPr>
      </w:pPr>
      <w:r w:rsidRPr="00C12008">
        <w:rPr>
          <w:rFonts w:hint="eastAsia"/>
          <w:color w:val="FF0000"/>
        </w:rPr>
        <w:lastRenderedPageBreak/>
        <w:t>考试批次一旦发布后，就不能再修改考场确认情况。</w:t>
      </w:r>
    </w:p>
    <w:p w14:paraId="63DEE3E5" w14:textId="0FCB42BA" w:rsidR="00583B8A" w:rsidRDefault="00583B8A" w:rsidP="00583B8A">
      <w:pPr>
        <w:pStyle w:val="2"/>
      </w:pPr>
      <w:bookmarkStart w:id="24" w:name="_Toc525918163"/>
      <w:r>
        <w:rPr>
          <w:rFonts w:hint="eastAsia"/>
        </w:rPr>
        <w:t>查询预约考生</w:t>
      </w:r>
      <w:bookmarkEnd w:id="24"/>
    </w:p>
    <w:p w14:paraId="70CBC25C" w14:textId="25B7CEE1" w:rsidR="00E21DA8" w:rsidRDefault="00E21DA8" w:rsidP="00E21DA8">
      <w:pPr>
        <w:pStyle w:val="a"/>
      </w:pPr>
      <w:r>
        <w:rPr>
          <w:rFonts w:hint="eastAsia"/>
        </w:rPr>
        <w:t>开始预约后，您就能随时查看有哪些考生预约了您负责的考点，可以导出预约结果</w:t>
      </w:r>
    </w:p>
    <w:p w14:paraId="517FEF30" w14:textId="01991DF1" w:rsidR="00583B8A" w:rsidRDefault="00E21DA8" w:rsidP="00583B8A">
      <w:pPr>
        <w:pStyle w:val="a"/>
      </w:pPr>
      <w:r>
        <w:rPr>
          <w:rFonts w:hint="eastAsia"/>
        </w:rPr>
        <w:t>这里只呈现考生、课程预约情况，如果您想进一步了解每个场次、每个考场的</w:t>
      </w:r>
      <w:r w:rsidR="007C534F">
        <w:rPr>
          <w:rFonts w:hint="eastAsia"/>
        </w:rPr>
        <w:t>详细预约进度，请查看“</w:t>
      </w:r>
      <w:r w:rsidR="007C534F">
        <w:fldChar w:fldCharType="begin"/>
      </w:r>
      <w:r w:rsidR="007C534F">
        <w:instrText xml:space="preserve"> </w:instrText>
      </w:r>
      <w:r w:rsidR="007C534F">
        <w:rPr>
          <w:rFonts w:hint="eastAsia"/>
        </w:rPr>
        <w:instrText>REF _Ref525896533 \r \h</w:instrText>
      </w:r>
      <w:r w:rsidR="007C534F">
        <w:instrText xml:space="preserve"> </w:instrText>
      </w:r>
      <w:r w:rsidR="007C534F">
        <w:fldChar w:fldCharType="separate"/>
      </w:r>
      <w:r w:rsidR="00EC6075">
        <w:t>4.3</w:t>
      </w:r>
      <w:r w:rsidR="007C534F">
        <w:fldChar w:fldCharType="end"/>
      </w:r>
      <w:r w:rsidR="007C534F">
        <w:rPr>
          <w:rFonts w:hint="eastAsia"/>
        </w:rPr>
        <w:t>监考管理”</w:t>
      </w:r>
    </w:p>
    <w:p w14:paraId="6DF5E174" w14:textId="77777777" w:rsidR="00A40292" w:rsidRDefault="00E21DA8" w:rsidP="00A40292">
      <w:pPr>
        <w:pStyle w:val="afb"/>
      </w:pPr>
      <w:r>
        <w:rPr>
          <w:noProof/>
        </w:rPr>
        <w:drawing>
          <wp:inline distT="0" distB="0" distL="0" distR="0" wp14:anchorId="5FA9799C" wp14:editId="3B942FCF">
            <wp:extent cx="5274310" cy="204978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49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02A1CE" w14:textId="0C28DFF2" w:rsidR="00583B8A" w:rsidRDefault="00A40292" w:rsidP="00A40292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9</w:t>
      </w:r>
      <w:r>
        <w:fldChar w:fldCharType="end"/>
      </w:r>
      <w:r>
        <w:rPr>
          <w:rFonts w:hint="eastAsia"/>
        </w:rPr>
        <w:t>查询预约考生</w:t>
      </w:r>
    </w:p>
    <w:p w14:paraId="6754F43E" w14:textId="03CB8542" w:rsidR="00583B8A" w:rsidRDefault="00583B8A" w:rsidP="00583B8A">
      <w:pPr>
        <w:pStyle w:val="2"/>
      </w:pPr>
      <w:bookmarkStart w:id="25" w:name="_Ref525896533"/>
      <w:bookmarkStart w:id="26" w:name="_Toc525918164"/>
      <w:r>
        <w:rPr>
          <w:rFonts w:hint="eastAsia"/>
        </w:rPr>
        <w:t>监考管理</w:t>
      </w:r>
      <w:bookmarkEnd w:id="25"/>
      <w:bookmarkEnd w:id="26"/>
    </w:p>
    <w:p w14:paraId="6FB84567" w14:textId="0B4B6BA5" w:rsidR="0069720A" w:rsidRDefault="0069720A" w:rsidP="00A9518C">
      <w:pPr>
        <w:pStyle w:val="3"/>
        <w:tabs>
          <w:tab w:val="clear" w:pos="4906"/>
          <w:tab w:val="num" w:pos="907"/>
        </w:tabs>
        <w:ind w:left="907"/>
      </w:pPr>
      <w:bookmarkStart w:id="27" w:name="_Toc525918165"/>
      <w:r>
        <w:rPr>
          <w:rFonts w:hint="eastAsia"/>
        </w:rPr>
        <w:t>查看考点列表</w:t>
      </w:r>
      <w:bookmarkEnd w:id="27"/>
    </w:p>
    <w:p w14:paraId="7063197D" w14:textId="32123505" w:rsidR="00583B8A" w:rsidRDefault="002348CD" w:rsidP="00C91B75">
      <w:pPr>
        <w:pStyle w:val="a"/>
      </w:pPr>
      <w:proofErr w:type="gramStart"/>
      <w:r>
        <w:rPr>
          <w:rFonts w:hint="eastAsia"/>
        </w:rPr>
        <w:t>查看您</w:t>
      </w:r>
      <w:proofErr w:type="gramEnd"/>
      <w:r>
        <w:rPr>
          <w:rFonts w:hint="eastAsia"/>
        </w:rPr>
        <w:t>负责的考点已确认的考场数，已预约的人次，点击“查看预约结果”</w:t>
      </w:r>
      <w:r w:rsidR="006C68CC">
        <w:rPr>
          <w:rFonts w:hint="eastAsia"/>
        </w:rPr>
        <w:t>可浏览每个考点的预约明细</w:t>
      </w:r>
    </w:p>
    <w:p w14:paraId="01C64A67" w14:textId="455CD579" w:rsidR="00993FE1" w:rsidRDefault="00993FE1" w:rsidP="00993FE1">
      <w:r>
        <w:rPr>
          <w:noProof/>
        </w:rPr>
        <w:drawing>
          <wp:inline distT="0" distB="0" distL="0" distR="0" wp14:anchorId="37E3EBDC" wp14:editId="1B2714FC">
            <wp:extent cx="5274310" cy="193738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765934" w14:textId="0F0D515D" w:rsidR="00993FE1" w:rsidRDefault="001B7014" w:rsidP="001B7014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10</w:t>
      </w:r>
      <w:r>
        <w:fldChar w:fldCharType="end"/>
      </w:r>
      <w:r>
        <w:rPr>
          <w:rFonts w:hint="eastAsia"/>
        </w:rPr>
        <w:t>查看考点列表</w:t>
      </w:r>
    </w:p>
    <w:p w14:paraId="37EC1607" w14:textId="78688F4C" w:rsidR="0069720A" w:rsidRDefault="0069720A" w:rsidP="009B6436">
      <w:pPr>
        <w:pStyle w:val="3"/>
        <w:tabs>
          <w:tab w:val="clear" w:pos="4906"/>
          <w:tab w:val="num" w:pos="907"/>
        </w:tabs>
        <w:ind w:left="907"/>
      </w:pPr>
      <w:bookmarkStart w:id="28" w:name="_Toc525918166"/>
      <w:r>
        <w:rPr>
          <w:rFonts w:hint="eastAsia"/>
        </w:rPr>
        <w:t>按场次查看预约结果</w:t>
      </w:r>
      <w:bookmarkEnd w:id="28"/>
    </w:p>
    <w:p w14:paraId="7715D58B" w14:textId="2ADE20FB" w:rsidR="0069720A" w:rsidRDefault="006C68CC" w:rsidP="0069720A">
      <w:pPr>
        <w:pStyle w:val="a"/>
      </w:pPr>
      <w:r>
        <w:rPr>
          <w:rFonts w:hint="eastAsia"/>
        </w:rPr>
        <w:t>查看考点下的场次、考场预约情况</w:t>
      </w:r>
    </w:p>
    <w:p w14:paraId="26A3F6A8" w14:textId="2B2D0515" w:rsidR="006C68CC" w:rsidRDefault="006C68CC" w:rsidP="0069720A">
      <w:pPr>
        <w:pStyle w:val="a"/>
      </w:pPr>
      <w:r>
        <w:rPr>
          <w:rFonts w:hint="eastAsia"/>
        </w:rPr>
        <w:t>选择一个或多个场次，点击“设置监考教师”可</w:t>
      </w:r>
      <w:r w:rsidR="00EE6BCB">
        <w:rPr>
          <w:rFonts w:hint="eastAsia"/>
        </w:rPr>
        <w:t>从教学点的管理人员中选择并添加为</w:t>
      </w:r>
      <w:r w:rsidR="009126EE">
        <w:rPr>
          <w:rFonts w:hint="eastAsia"/>
        </w:rPr>
        <w:t>监考教师</w:t>
      </w:r>
    </w:p>
    <w:p w14:paraId="1BAE2EE2" w14:textId="58DCEB5B" w:rsidR="0069720A" w:rsidRDefault="009126EE" w:rsidP="009126EE">
      <w:pPr>
        <w:pStyle w:val="a"/>
      </w:pPr>
      <w:r>
        <w:rPr>
          <w:rFonts w:hint="eastAsia"/>
        </w:rPr>
        <w:t>点击“</w:t>
      </w:r>
      <w:r w:rsidR="00483304">
        <w:rPr>
          <w:rFonts w:hint="eastAsia"/>
        </w:rPr>
        <w:t>查看座次表</w:t>
      </w:r>
      <w:r>
        <w:rPr>
          <w:rFonts w:hint="eastAsia"/>
        </w:rPr>
        <w:t>”</w:t>
      </w:r>
      <w:r w:rsidR="00805430">
        <w:rPr>
          <w:rFonts w:hint="eastAsia"/>
        </w:rPr>
        <w:t>可查看</w:t>
      </w:r>
      <w:r w:rsidR="00B22C4B">
        <w:rPr>
          <w:rFonts w:hint="eastAsia"/>
        </w:rPr>
        <w:t>当前场次、考场下的考生名单及座次表</w:t>
      </w:r>
    </w:p>
    <w:p w14:paraId="61D78C3E" w14:textId="79AE6D54" w:rsidR="00993FE1" w:rsidRDefault="00993FE1" w:rsidP="00993FE1"/>
    <w:p w14:paraId="33A52D9F" w14:textId="6B6D7BC6" w:rsidR="00993FE1" w:rsidRDefault="006C68CC" w:rsidP="00993FE1">
      <w:r>
        <w:rPr>
          <w:noProof/>
        </w:rPr>
        <w:lastRenderedPageBreak/>
        <w:drawing>
          <wp:inline distT="0" distB="0" distL="0" distR="0" wp14:anchorId="3DBCAD82" wp14:editId="0B02D483">
            <wp:extent cx="5274310" cy="1866265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66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325729" w14:textId="09DF4B12" w:rsidR="009126EE" w:rsidRDefault="009126EE" w:rsidP="009126EE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11</w:t>
      </w:r>
      <w:r>
        <w:fldChar w:fldCharType="end"/>
      </w:r>
      <w:r>
        <w:rPr>
          <w:rFonts w:hint="eastAsia"/>
        </w:rPr>
        <w:t>场次、考场列表</w:t>
      </w:r>
    </w:p>
    <w:p w14:paraId="7076081A" w14:textId="0C236E8B" w:rsidR="009126EE" w:rsidRDefault="009126EE" w:rsidP="003B33D2">
      <w:pPr>
        <w:jc w:val="center"/>
      </w:pPr>
      <w:r>
        <w:rPr>
          <w:noProof/>
        </w:rPr>
        <w:drawing>
          <wp:inline distT="0" distB="0" distL="0" distR="0" wp14:anchorId="465480E5" wp14:editId="4AFB129E">
            <wp:extent cx="3657600" cy="2152462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660527" cy="21541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80DDD" w14:textId="57304AF7" w:rsidR="00993FE1" w:rsidRDefault="009126EE" w:rsidP="009126EE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12</w:t>
      </w:r>
      <w:r>
        <w:fldChar w:fldCharType="end"/>
      </w:r>
      <w:r>
        <w:rPr>
          <w:rFonts w:hint="eastAsia"/>
        </w:rPr>
        <w:t>设置监考教师</w:t>
      </w:r>
    </w:p>
    <w:p w14:paraId="64CF1480" w14:textId="267C2AD1" w:rsidR="009126EE" w:rsidRDefault="009126EE" w:rsidP="009126EE">
      <w:r>
        <w:rPr>
          <w:noProof/>
        </w:rPr>
        <w:drawing>
          <wp:inline distT="0" distB="0" distL="0" distR="0" wp14:anchorId="62FEBB44" wp14:editId="03887EFC">
            <wp:extent cx="5274310" cy="197802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7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836048" w14:textId="429CF34B" w:rsidR="009126EE" w:rsidRDefault="009126EE" w:rsidP="009126EE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13</w:t>
      </w:r>
      <w:r>
        <w:fldChar w:fldCharType="end"/>
      </w:r>
      <w:r>
        <w:rPr>
          <w:rFonts w:hint="eastAsia"/>
        </w:rPr>
        <w:t>查看座次表</w:t>
      </w:r>
    </w:p>
    <w:p w14:paraId="2D63DEF7" w14:textId="77777777" w:rsidR="009126EE" w:rsidRPr="009126EE" w:rsidRDefault="009126EE" w:rsidP="009126EE"/>
    <w:p w14:paraId="52FCB94C" w14:textId="77777777" w:rsidR="00993FE1" w:rsidRPr="00993FE1" w:rsidRDefault="00993FE1" w:rsidP="00993FE1"/>
    <w:p w14:paraId="3707A782" w14:textId="31C3E47B" w:rsidR="00583B8A" w:rsidRDefault="00583B8A" w:rsidP="00583B8A">
      <w:pPr>
        <w:pStyle w:val="2"/>
      </w:pPr>
      <w:bookmarkStart w:id="29" w:name="_Toc525918167"/>
      <w:r>
        <w:rPr>
          <w:rFonts w:hint="eastAsia"/>
        </w:rPr>
        <w:t>考试报表</w:t>
      </w:r>
      <w:bookmarkEnd w:id="29"/>
    </w:p>
    <w:p w14:paraId="3C8988F5" w14:textId="514B38B7" w:rsidR="00AC78C5" w:rsidRDefault="00AC78C5" w:rsidP="00583B8A">
      <w:pPr>
        <w:pStyle w:val="a"/>
      </w:pPr>
      <w:r>
        <w:rPr>
          <w:rFonts w:hint="eastAsia"/>
        </w:rPr>
        <w:t>考试预约结束后，您可以导出或打印现场考试需要的各项资料，例如考场签到表、准考证等。</w:t>
      </w:r>
    </w:p>
    <w:p w14:paraId="6B2FCE32" w14:textId="1A224676" w:rsidR="00AC78C5" w:rsidRPr="00AC78C5" w:rsidRDefault="00AC78C5" w:rsidP="00AC78C5">
      <w:r>
        <w:rPr>
          <w:noProof/>
        </w:rPr>
        <w:lastRenderedPageBreak/>
        <w:drawing>
          <wp:inline distT="0" distB="0" distL="0" distR="0" wp14:anchorId="2FF5E660" wp14:editId="0AAC6DE9">
            <wp:extent cx="5274310" cy="227774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27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5B98C9" w14:textId="432122AB" w:rsidR="00583B8A" w:rsidRDefault="00583B8A" w:rsidP="00583B8A">
      <w:pPr>
        <w:pStyle w:val="2"/>
      </w:pPr>
      <w:bookmarkStart w:id="30" w:name="_Toc525918168"/>
      <w:r>
        <w:rPr>
          <w:rFonts w:hint="eastAsia"/>
        </w:rPr>
        <w:t>考试监控</w:t>
      </w:r>
      <w:bookmarkEnd w:id="30"/>
    </w:p>
    <w:p w14:paraId="7E119422" w14:textId="5DBBA145" w:rsidR="0020695A" w:rsidRDefault="00EC6075" w:rsidP="00583B8A">
      <w:pPr>
        <w:pStyle w:val="3"/>
      </w:pPr>
      <w:bookmarkStart w:id="31" w:name="_Toc525918169"/>
      <w:r>
        <w:rPr>
          <w:rFonts w:hint="eastAsia"/>
        </w:rPr>
        <w:t>整场</w:t>
      </w:r>
      <w:r w:rsidR="0020695A">
        <w:rPr>
          <w:rFonts w:hint="eastAsia"/>
        </w:rPr>
        <w:t>监控</w:t>
      </w:r>
      <w:bookmarkEnd w:id="31"/>
    </w:p>
    <w:p w14:paraId="123B0AED" w14:textId="6A8AD965" w:rsidR="00583B8A" w:rsidRDefault="00002503" w:rsidP="00583B8A">
      <w:pPr>
        <w:pStyle w:val="a"/>
      </w:pPr>
      <w:r>
        <w:rPr>
          <w:rFonts w:hint="eastAsia"/>
        </w:rPr>
        <w:t>考生预约后，实时呈现</w:t>
      </w:r>
      <w:r w:rsidR="00B079DA">
        <w:rPr>
          <w:rFonts w:hint="eastAsia"/>
        </w:rPr>
        <w:t>每个场次</w:t>
      </w:r>
      <w:r w:rsidR="000E35D1">
        <w:rPr>
          <w:rFonts w:hint="eastAsia"/>
        </w:rPr>
        <w:t>、课程</w:t>
      </w:r>
      <w:r w:rsidR="00B079DA">
        <w:rPr>
          <w:rFonts w:hint="eastAsia"/>
        </w:rPr>
        <w:t>下考生进入考试、交卷的动态数据</w:t>
      </w:r>
    </w:p>
    <w:p w14:paraId="068E00D7" w14:textId="30CB9C80" w:rsidR="00B079DA" w:rsidRDefault="00B079DA" w:rsidP="00583B8A">
      <w:pPr>
        <w:pStyle w:val="a"/>
      </w:pPr>
      <w:r>
        <w:rPr>
          <w:rFonts w:hint="eastAsia"/>
        </w:rPr>
        <w:t>如果遇到</w:t>
      </w:r>
      <w:proofErr w:type="gramStart"/>
      <w:r>
        <w:rPr>
          <w:rFonts w:hint="eastAsia"/>
        </w:rPr>
        <w:t>考试机</w:t>
      </w:r>
      <w:proofErr w:type="gramEnd"/>
      <w:r w:rsidR="000E35D1">
        <w:rPr>
          <w:rFonts w:hint="eastAsia"/>
        </w:rPr>
        <w:t>故障或者后续有临时其他安排</w:t>
      </w:r>
      <w:r>
        <w:rPr>
          <w:rFonts w:hint="eastAsia"/>
        </w:rPr>
        <w:t>等</w:t>
      </w:r>
      <w:r w:rsidR="000E35D1">
        <w:rPr>
          <w:rFonts w:hint="eastAsia"/>
        </w:rPr>
        <w:t>可选择一条或多条场次、课程记录，点击“延长考试”修改考试结束时间，修改后到了指定时间考生自动结束考试，不能再作答</w:t>
      </w:r>
    </w:p>
    <w:p w14:paraId="586EF439" w14:textId="2CB912A2" w:rsidR="000E35D1" w:rsidRDefault="000E35D1" w:rsidP="000E35D1">
      <w:pPr>
        <w:pStyle w:val="20"/>
      </w:pPr>
      <w:r>
        <w:rPr>
          <w:rFonts w:hint="eastAsia"/>
        </w:rPr>
        <w:t>可提前结束考试</w:t>
      </w:r>
    </w:p>
    <w:p w14:paraId="530C9749" w14:textId="0074B48B" w:rsidR="000E35D1" w:rsidRDefault="000E35D1" w:rsidP="000E35D1">
      <w:pPr>
        <w:pStyle w:val="20"/>
      </w:pPr>
      <w:r>
        <w:rPr>
          <w:rFonts w:hint="eastAsia"/>
        </w:rPr>
        <w:t>可延后结束</w:t>
      </w:r>
    </w:p>
    <w:p w14:paraId="02C114BB" w14:textId="5AD47818" w:rsidR="00583B8A" w:rsidRDefault="00C86EC9" w:rsidP="00C86EC9">
      <w:pPr>
        <w:pStyle w:val="a"/>
        <w:numPr>
          <w:ilvl w:val="0"/>
          <w:numId w:val="0"/>
        </w:numPr>
      </w:pPr>
      <w:r>
        <w:rPr>
          <w:noProof/>
        </w:rPr>
        <w:drawing>
          <wp:inline distT="0" distB="0" distL="0" distR="0" wp14:anchorId="319CDBA0" wp14:editId="16E14303">
            <wp:extent cx="5274310" cy="172847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101ECA" w14:textId="57658480" w:rsidR="00C86EC9" w:rsidRDefault="00C86EC9" w:rsidP="00F834F2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14</w:t>
      </w:r>
      <w:r>
        <w:fldChar w:fldCharType="end"/>
      </w:r>
      <w:r>
        <w:rPr>
          <w:rFonts w:hint="eastAsia"/>
        </w:rPr>
        <w:t>场次列表</w:t>
      </w:r>
    </w:p>
    <w:p w14:paraId="38BC5944" w14:textId="3ABBA4E1" w:rsidR="000E35D1" w:rsidRDefault="004144B3" w:rsidP="000E35D1">
      <w:pPr>
        <w:pStyle w:val="a"/>
        <w:numPr>
          <w:ilvl w:val="4"/>
          <w:numId w:val="21"/>
        </w:numPr>
      </w:pPr>
      <w:r>
        <w:rPr>
          <w:rFonts w:hint="eastAsia"/>
        </w:rPr>
        <w:t>在每个场次、课程下，</w:t>
      </w:r>
      <w:r w:rsidR="00D4445B">
        <w:rPr>
          <w:rFonts w:hint="eastAsia"/>
        </w:rPr>
        <w:t>呈现所有考生的进入考试、交卷、延长考试等信息</w:t>
      </w:r>
    </w:p>
    <w:p w14:paraId="4BB114A5" w14:textId="0F857D1A" w:rsidR="00D4445B" w:rsidRDefault="00D4445B" w:rsidP="000E35D1">
      <w:pPr>
        <w:pStyle w:val="a"/>
        <w:numPr>
          <w:ilvl w:val="4"/>
          <w:numId w:val="21"/>
        </w:numPr>
      </w:pPr>
      <w:r>
        <w:rPr>
          <w:rFonts w:hint="eastAsia"/>
        </w:rPr>
        <w:t>如遇突发情况可进行以下处理：</w:t>
      </w:r>
    </w:p>
    <w:p w14:paraId="0F1CFDCE" w14:textId="3B3F5302" w:rsidR="00D4445B" w:rsidRDefault="00D4445B" w:rsidP="00D4445B">
      <w:pPr>
        <w:pStyle w:val="20"/>
        <w:numPr>
          <w:ilvl w:val="5"/>
          <w:numId w:val="21"/>
        </w:numPr>
      </w:pPr>
      <w:r>
        <w:rPr>
          <w:rFonts w:hint="eastAsia"/>
        </w:rPr>
        <w:t>延长考试：同上</w:t>
      </w:r>
    </w:p>
    <w:p w14:paraId="076052AA" w14:textId="151A908D" w:rsidR="00D4445B" w:rsidRDefault="00D4445B" w:rsidP="00D4445B">
      <w:pPr>
        <w:pStyle w:val="20"/>
        <w:numPr>
          <w:ilvl w:val="5"/>
          <w:numId w:val="21"/>
        </w:numPr>
      </w:pPr>
      <w:r>
        <w:rPr>
          <w:rFonts w:hint="eastAsia"/>
        </w:rPr>
        <w:t>继续考试：已经交卷的考生能重新进入考试</w:t>
      </w:r>
    </w:p>
    <w:p w14:paraId="372835B5" w14:textId="4DB1D6DD" w:rsidR="00D4445B" w:rsidRDefault="00D4445B" w:rsidP="00D4445B">
      <w:pPr>
        <w:pStyle w:val="20"/>
        <w:numPr>
          <w:ilvl w:val="5"/>
          <w:numId w:val="21"/>
        </w:numPr>
      </w:pPr>
      <w:r>
        <w:rPr>
          <w:rFonts w:hint="eastAsia"/>
        </w:rPr>
        <w:t>强制回收：未交卷的</w:t>
      </w:r>
      <w:r w:rsidR="00E35840">
        <w:rPr>
          <w:rFonts w:hint="eastAsia"/>
        </w:rPr>
        <w:t>考</w:t>
      </w:r>
      <w:r>
        <w:rPr>
          <w:rFonts w:hint="eastAsia"/>
        </w:rPr>
        <w:t>生，强制交卷不能再作答</w:t>
      </w:r>
    </w:p>
    <w:p w14:paraId="58701945" w14:textId="77777777" w:rsidR="00F834F2" w:rsidRPr="000E35D1" w:rsidRDefault="00F834F2" w:rsidP="00F834F2"/>
    <w:p w14:paraId="04AF9C3A" w14:textId="24F7AAD7" w:rsidR="00C86EC9" w:rsidRDefault="00F834F2" w:rsidP="00C86EC9">
      <w:pPr>
        <w:pStyle w:val="a"/>
        <w:numPr>
          <w:ilvl w:val="0"/>
          <w:numId w:val="0"/>
        </w:numPr>
      </w:pPr>
      <w:r>
        <w:rPr>
          <w:noProof/>
        </w:rPr>
        <w:lastRenderedPageBreak/>
        <w:drawing>
          <wp:inline distT="0" distB="0" distL="0" distR="0" wp14:anchorId="1DBECE99" wp14:editId="6682049B">
            <wp:extent cx="5274310" cy="203962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39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61CF99" w14:textId="30000297" w:rsidR="00F834F2" w:rsidRDefault="00F834F2" w:rsidP="00F834F2">
      <w:pPr>
        <w:pStyle w:val="afb"/>
        <w:jc w:val="center"/>
      </w:pPr>
      <w:r>
        <w:rPr>
          <w:rFonts w:hint="eastAsia"/>
        </w:rPr>
        <w:t>图表</w:t>
      </w:r>
      <w:r>
        <w:rPr>
          <w:rFonts w:hint="eastAsia"/>
        </w:rPr>
        <w:t xml:space="preserve"> </w:t>
      </w:r>
      <w:r>
        <w:fldChar w:fldCharType="begin"/>
      </w:r>
      <w:r>
        <w:instrText xml:space="preserve"> </w:instrText>
      </w:r>
      <w:r>
        <w:rPr>
          <w:rFonts w:hint="eastAsia"/>
        </w:rPr>
        <w:instrText xml:space="preserve">SEQ </w:instrText>
      </w:r>
      <w:r>
        <w:rPr>
          <w:rFonts w:hint="eastAsia"/>
        </w:rPr>
        <w:instrText>图表</w:instrText>
      </w:r>
      <w:r>
        <w:rPr>
          <w:rFonts w:hint="eastAsia"/>
        </w:rPr>
        <w:instrText xml:space="preserve"> \* ARABIC</w:instrText>
      </w:r>
      <w:r>
        <w:instrText xml:space="preserve"> </w:instrText>
      </w:r>
      <w:r>
        <w:fldChar w:fldCharType="separate"/>
      </w:r>
      <w:r w:rsidR="00EC6075">
        <w:rPr>
          <w:noProof/>
        </w:rPr>
        <w:t>15</w:t>
      </w:r>
      <w:r>
        <w:fldChar w:fldCharType="end"/>
      </w:r>
      <w:r>
        <w:rPr>
          <w:rFonts w:hint="eastAsia"/>
        </w:rPr>
        <w:t>考生监控</w:t>
      </w:r>
    </w:p>
    <w:p w14:paraId="1555675C" w14:textId="77777777" w:rsidR="00583B8A" w:rsidRDefault="00583B8A" w:rsidP="00583B8A">
      <w:pPr>
        <w:pStyle w:val="1"/>
      </w:pPr>
      <w:bookmarkStart w:id="32" w:name="_Toc525834049"/>
      <w:bookmarkStart w:id="33" w:name="_Toc525918174"/>
      <w:r>
        <w:rPr>
          <w:rFonts w:hint="eastAsia"/>
        </w:rPr>
        <w:t>结语</w:t>
      </w:r>
      <w:bookmarkEnd w:id="32"/>
      <w:bookmarkEnd w:id="33"/>
    </w:p>
    <w:p w14:paraId="086AF158" w14:textId="5FDFB54B" w:rsidR="00583B8A" w:rsidRPr="007F788B" w:rsidRDefault="00583B8A" w:rsidP="00583B8A">
      <w:pPr>
        <w:ind w:firstLineChars="200" w:firstLine="420"/>
      </w:pPr>
      <w:r w:rsidRPr="007F788B">
        <w:rPr>
          <w:rFonts w:hint="eastAsia"/>
        </w:rPr>
        <w:t>《江苏开放大学</w:t>
      </w:r>
      <w:r>
        <w:rPr>
          <w:rFonts w:hint="eastAsia"/>
        </w:rPr>
        <w:t>考试</w:t>
      </w:r>
      <w:r w:rsidRPr="007F788B">
        <w:rPr>
          <w:rFonts w:hint="eastAsia"/>
        </w:rPr>
        <w:t>平台</w:t>
      </w:r>
      <w:r>
        <w:rPr>
          <w:rFonts w:hint="eastAsia"/>
        </w:rPr>
        <w:t>用户手册——</w:t>
      </w:r>
      <w:r w:rsidR="00F26679">
        <w:rPr>
          <w:rFonts w:hint="eastAsia"/>
        </w:rPr>
        <w:t>教学点</w:t>
      </w:r>
      <w:r>
        <w:rPr>
          <w:rFonts w:hint="eastAsia"/>
        </w:rPr>
        <w:t>版</w:t>
      </w:r>
      <w:r w:rsidRPr="007F788B">
        <w:rPr>
          <w:rFonts w:hint="eastAsia"/>
        </w:rPr>
        <w:t>》</w:t>
      </w:r>
      <w:r w:rsidRPr="007F788B">
        <w:rPr>
          <w:rFonts w:hint="eastAsia"/>
        </w:rPr>
        <w:t>V1.0</w:t>
      </w:r>
      <w:r w:rsidRPr="007F788B">
        <w:rPr>
          <w:rFonts w:hint="eastAsia"/>
        </w:rPr>
        <w:t>版为您介绍了</w:t>
      </w:r>
      <w:r>
        <w:rPr>
          <w:rFonts w:hint="eastAsia"/>
        </w:rPr>
        <w:t>网络考试</w:t>
      </w:r>
      <w:r w:rsidRPr="007F788B">
        <w:rPr>
          <w:rFonts w:hint="eastAsia"/>
        </w:rPr>
        <w:t>过程中平台能为您带来的所有服务，希望能让您的</w:t>
      </w:r>
      <w:r w:rsidR="00F679D1">
        <w:rPr>
          <w:rFonts w:hint="eastAsia"/>
        </w:rPr>
        <w:t>考试管理</w:t>
      </w:r>
      <w:r>
        <w:rPr>
          <w:rFonts w:hint="eastAsia"/>
        </w:rPr>
        <w:t>生</w:t>
      </w:r>
      <w:r w:rsidRPr="007F788B">
        <w:rPr>
          <w:rFonts w:hint="eastAsia"/>
        </w:rPr>
        <w:t>活更加方便快捷、智慧高效。其中，</w:t>
      </w:r>
      <w:r w:rsidR="00F679D1">
        <w:rPr>
          <w:rFonts w:hint="eastAsia"/>
        </w:rPr>
        <w:t>考点和考场管理、考试监控</w:t>
      </w:r>
      <w:r>
        <w:rPr>
          <w:rFonts w:hint="eastAsia"/>
        </w:rPr>
        <w:t>是网络考试过程</w:t>
      </w:r>
      <w:r w:rsidRPr="007F788B">
        <w:rPr>
          <w:rFonts w:hint="eastAsia"/>
        </w:rPr>
        <w:t>中的核心服务，其注意事项和操作说明均已在本文中标出，愿您</w:t>
      </w:r>
      <w:r w:rsidR="00F679D1">
        <w:rPr>
          <w:rFonts w:hint="eastAsia"/>
        </w:rPr>
        <w:t>工作</w:t>
      </w:r>
      <w:r w:rsidRPr="007F788B">
        <w:rPr>
          <w:rFonts w:hint="eastAsia"/>
        </w:rPr>
        <w:t>愉快！祝好！</w:t>
      </w:r>
    </w:p>
    <w:sectPr w:rsidR="00583B8A" w:rsidRPr="007F788B" w:rsidSect="00FE25E3">
      <w:headerReference w:type="default" r:id="rId25"/>
      <w:footerReference w:type="default" r:id="rId26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065D41" w14:textId="77777777" w:rsidR="00C56C80" w:rsidRDefault="00C56C80">
      <w:r>
        <w:separator/>
      </w:r>
    </w:p>
  </w:endnote>
  <w:endnote w:type="continuationSeparator" w:id="0">
    <w:p w14:paraId="5C997F86" w14:textId="77777777" w:rsidR="00C56C80" w:rsidRDefault="00C56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85E46E" w14:textId="77777777" w:rsidR="00654D70" w:rsidRDefault="00654D70" w:rsidP="00890239">
    <w:pPr>
      <w:pStyle w:val="ac"/>
      <w:jc w:val="center"/>
    </w:pPr>
    <w:r>
      <w:rPr>
        <w:rFonts w:hint="eastAsia"/>
      </w:rPr>
      <w:t>第</w:t>
    </w:r>
    <w:r>
      <w:t xml:space="preserve"> </w:t>
    </w:r>
    <w:r>
      <w:fldChar w:fldCharType="begin"/>
    </w:r>
    <w:r>
      <w:instrText xml:space="preserve">page </w:instrText>
    </w:r>
    <w:r>
      <w:fldChar w:fldCharType="separate"/>
    </w:r>
    <w:r w:rsidR="00586BA4">
      <w:t>5</w:t>
    </w:r>
    <w:r>
      <w:rPr>
        <w:noProof/>
      </w:rPr>
      <w:fldChar w:fldCharType="end"/>
    </w:r>
    <w:r>
      <w:t xml:space="preserve"> </w:t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C51E7E" w14:textId="77777777" w:rsidR="00C56C80" w:rsidRDefault="00C56C80">
      <w:r>
        <w:separator/>
      </w:r>
    </w:p>
  </w:footnote>
  <w:footnote w:type="continuationSeparator" w:id="0">
    <w:p w14:paraId="2854CA54" w14:textId="77777777" w:rsidR="00C56C80" w:rsidRDefault="00C56C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5E6C25" w14:textId="2FB18AE1" w:rsidR="00654D70" w:rsidRPr="00B04BB9" w:rsidRDefault="00654D70">
    <w:pPr>
      <w:pStyle w:val="ab"/>
    </w:pPr>
    <w:r w:rsidRPr="00B04BB9">
      <w:rPr>
        <w:rFonts w:hint="eastAsia"/>
      </w:rPr>
      <w:t xml:space="preserve">  </w:t>
    </w:r>
    <w:sdt>
      <w:sdtPr>
        <w:rPr>
          <w:rFonts w:hint="eastAsia"/>
        </w:rPr>
        <w:alias w:val="备注"/>
        <w:tag w:val=""/>
        <w:id w:val="-171188675"/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 xml:space="preserve">     </w:t>
        </w:r>
      </w:sdtContent>
    </w:sdt>
    <w:r w:rsidRPr="00B04BB9"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sdt>
      <w:sdtPr>
        <w:rPr>
          <w:rFonts w:hint="eastAsia"/>
        </w:rPr>
        <w:alias w:val="标题"/>
        <w:tag w:val=""/>
        <w:id w:val="-1251339535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rFonts w:hint="eastAsia"/>
          </w:rPr>
          <w:t>考试平台用户手册</w:t>
        </w:r>
        <w:r>
          <w:rPr>
            <w:rFonts w:hint="eastAsia"/>
          </w:rPr>
          <w:t>-</w:t>
        </w:r>
        <w:proofErr w:type="gramStart"/>
        <w:r>
          <w:rPr>
            <w:rFonts w:hint="eastAsia"/>
          </w:rPr>
          <w:t>教学点版</w:t>
        </w:r>
        <w:proofErr w:type="gramEnd"/>
      </w:sdtContent>
    </w:sdt>
    <w:r w:rsidRPr="00B04BB9">
      <w:rPr>
        <w:rFonts w:hint="eastAsia"/>
      </w:rPr>
      <w:tab/>
    </w:r>
    <w:r w:rsidRPr="00B04BB9"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  <w:r w:rsidRPr="00B04BB9">
      <w:rPr>
        <w:rFonts w:hint="eastAsia"/>
      </w:rPr>
      <w:tab/>
    </w:r>
    <w:sdt>
      <w:sdtPr>
        <w:rPr>
          <w:rFonts w:hint="eastAsia"/>
        </w:rPr>
        <w:alias w:val="类别"/>
        <w:tag w:val=""/>
        <w:id w:val="108095839"/>
        <w:showingPlcHdr/>
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<w:text/>
      </w:sdtPr>
      <w:sdtEndPr/>
      <w:sdtContent>
        <w:r>
          <w:t xml:space="preserve">     </w:t>
        </w:r>
      </w:sdtContent>
    </w:sdt>
  </w:p>
  <w:p w14:paraId="61678F72" w14:textId="77777777" w:rsidR="00654D70" w:rsidRDefault="00654D7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CA559A"/>
    <w:multiLevelType w:val="hybridMultilevel"/>
    <w:tmpl w:val="6EF297D6"/>
    <w:lvl w:ilvl="0" w:tplc="A3963442">
      <w:start w:val="1"/>
      <w:numFmt w:val="lowerLetter"/>
      <w:lvlText w:val="%1)"/>
      <w:lvlJc w:val="left"/>
      <w:pPr>
        <w:ind w:left="1667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1" w15:restartNumberingAfterBreak="0">
    <w:nsid w:val="272977EE"/>
    <w:multiLevelType w:val="multilevel"/>
    <w:tmpl w:val="BEA8CC6A"/>
    <w:lvl w:ilvl="0">
      <w:start w:val="1"/>
      <w:numFmt w:val="decimal"/>
      <w:pStyle w:val="1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tabs>
          <w:tab w:val="num" w:pos="794"/>
        </w:tabs>
        <w:ind w:left="794" w:hanging="73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4906"/>
        </w:tabs>
        <w:ind w:left="4906" w:hanging="794"/>
      </w:pPr>
      <w:rPr>
        <w:rFonts w:hint="eastAsia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247"/>
        </w:tabs>
        <w:ind w:left="1247" w:hanging="963"/>
      </w:pPr>
      <w:rPr>
        <w:rFonts w:hint="eastAsia"/>
      </w:rPr>
    </w:lvl>
    <w:lvl w:ilvl="4">
      <w:start w:val="1"/>
      <w:numFmt w:val="decimal"/>
      <w:pStyle w:val="a"/>
      <w:lvlText w:val="(%5)"/>
      <w:lvlJc w:val="left"/>
      <w:pPr>
        <w:tabs>
          <w:tab w:val="num" w:pos="1134"/>
        </w:tabs>
        <w:ind w:left="1134" w:hanging="567"/>
      </w:pPr>
      <w:rPr>
        <w:rFonts w:hint="eastAsia"/>
      </w:rPr>
    </w:lvl>
    <w:lvl w:ilvl="5">
      <w:start w:val="1"/>
      <w:numFmt w:val="decimalEnclosedCircle"/>
      <w:pStyle w:val="20"/>
      <w:lvlText w:val="%6"/>
      <w:lvlJc w:val="left"/>
      <w:pPr>
        <w:tabs>
          <w:tab w:val="num" w:pos="1247"/>
        </w:tabs>
        <w:ind w:left="1247" w:hanging="340"/>
      </w:pPr>
      <w:rPr>
        <w:rFonts w:hint="eastAsia"/>
      </w:rPr>
    </w:lvl>
    <w:lvl w:ilvl="6">
      <w:start w:val="1"/>
      <w:numFmt w:val="upperLetter"/>
      <w:pStyle w:val="30"/>
      <w:lvlText w:val="%7."/>
      <w:lvlJc w:val="left"/>
      <w:pPr>
        <w:tabs>
          <w:tab w:val="num" w:pos="1474"/>
        </w:tabs>
        <w:ind w:left="1474" w:hanging="340"/>
      </w:pPr>
      <w:rPr>
        <w:rFonts w:hint="eastAsia"/>
      </w:rPr>
    </w:lvl>
    <w:lvl w:ilvl="7">
      <w:start w:val="1"/>
      <w:numFmt w:val="lowerLetter"/>
      <w:pStyle w:val="40"/>
      <w:lvlText w:val="%8."/>
      <w:lvlJc w:val="left"/>
      <w:pPr>
        <w:tabs>
          <w:tab w:val="num" w:pos="1701"/>
        </w:tabs>
        <w:ind w:left="1701" w:hanging="340"/>
      </w:pPr>
      <w:rPr>
        <w:rFonts w:hint="eastAsia"/>
      </w:rPr>
    </w:lvl>
    <w:lvl w:ilvl="8">
      <w:start w:val="1"/>
      <w:numFmt w:val="bullet"/>
      <w:lvlText w:val=""/>
      <w:lvlJc w:val="left"/>
      <w:pPr>
        <w:tabs>
          <w:tab w:val="num" w:pos="1871"/>
        </w:tabs>
        <w:ind w:left="1871" w:hanging="283"/>
      </w:pPr>
      <w:rPr>
        <w:rFonts w:ascii="Symbol" w:hAnsi="Symbol" w:hint="default"/>
        <w:color w:val="auto"/>
      </w:rPr>
    </w:lvl>
  </w:abstractNum>
  <w:abstractNum w:abstractNumId="2" w15:restartNumberingAfterBreak="0">
    <w:nsid w:val="4D6027AB"/>
    <w:multiLevelType w:val="hybridMultilevel"/>
    <w:tmpl w:val="01A45BF2"/>
    <w:lvl w:ilvl="0" w:tplc="04090019">
      <w:start w:val="1"/>
      <w:numFmt w:val="lowerLetter"/>
      <w:lvlText w:val="%1)"/>
      <w:lvlJc w:val="left"/>
      <w:pPr>
        <w:ind w:left="1667" w:hanging="420"/>
      </w:p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abstractNum w:abstractNumId="3" w15:restartNumberingAfterBreak="0">
    <w:nsid w:val="61F8383A"/>
    <w:multiLevelType w:val="multilevel"/>
    <w:tmpl w:val="FFFFFFFF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  <w:lvl w:ilvl="1">
      <w:start w:val="1"/>
      <w:numFmt w:val="decimal"/>
      <w:lvlText w:val="%1.%2."/>
      <w:legacy w:legacy="1" w:legacySpace="0" w:legacyIndent="425"/>
      <w:lvlJc w:val="left"/>
      <w:pPr>
        <w:ind w:left="850" w:hanging="425"/>
      </w:pPr>
    </w:lvl>
    <w:lvl w:ilvl="2">
      <w:start w:val="1"/>
      <w:numFmt w:val="decimal"/>
      <w:lvlText w:val="%1.%2.%3."/>
      <w:legacy w:legacy="1" w:legacySpace="0" w:legacyIndent="425"/>
      <w:lvlJc w:val="left"/>
      <w:pPr>
        <w:ind w:left="1275" w:hanging="425"/>
      </w:pPr>
    </w:lvl>
    <w:lvl w:ilvl="3">
      <w:start w:val="1"/>
      <w:numFmt w:val="decimal"/>
      <w:lvlText w:val="%1.%2.%3.%4."/>
      <w:legacy w:legacy="1" w:legacySpace="0" w:legacyIndent="425"/>
      <w:lvlJc w:val="left"/>
      <w:pPr>
        <w:ind w:left="1700" w:hanging="425"/>
      </w:pPr>
    </w:lvl>
    <w:lvl w:ilvl="4">
      <w:start w:val="1"/>
      <w:numFmt w:val="decimal"/>
      <w:lvlText w:val="%1.%2.%3.%4.%5."/>
      <w:legacy w:legacy="1" w:legacySpace="0" w:legacyIndent="425"/>
      <w:lvlJc w:val="left"/>
      <w:pPr>
        <w:ind w:left="2125" w:hanging="425"/>
      </w:pPr>
    </w:lvl>
    <w:lvl w:ilvl="5">
      <w:start w:val="1"/>
      <w:numFmt w:val="decimal"/>
      <w:lvlText w:val="%1.%2.%3.%4.%5.%6."/>
      <w:legacy w:legacy="1" w:legacySpace="0" w:legacyIndent="425"/>
      <w:lvlJc w:val="left"/>
      <w:pPr>
        <w:ind w:left="2550" w:hanging="425"/>
      </w:pPr>
    </w:lvl>
    <w:lvl w:ilvl="6">
      <w:start w:val="1"/>
      <w:numFmt w:val="decimal"/>
      <w:lvlText w:val="%1.%2.%3.%4.%5.%6.%7."/>
      <w:legacy w:legacy="1" w:legacySpace="0" w:legacyIndent="425"/>
      <w:lvlJc w:val="left"/>
      <w:pPr>
        <w:ind w:left="2975" w:hanging="425"/>
      </w:pPr>
    </w:lvl>
    <w:lvl w:ilvl="7">
      <w:start w:val="1"/>
      <w:numFmt w:val="decimal"/>
      <w:pStyle w:val="8"/>
      <w:lvlText w:val="%1.%2.%3.%4.%5.%6.%7.%8."/>
      <w:legacy w:legacy="1" w:legacySpace="0" w:legacyIndent="425"/>
      <w:lvlJc w:val="left"/>
      <w:pPr>
        <w:ind w:left="3400" w:hanging="425"/>
      </w:pPr>
    </w:lvl>
    <w:lvl w:ilvl="8">
      <w:start w:val="1"/>
      <w:numFmt w:val="decimal"/>
      <w:pStyle w:val="9"/>
      <w:lvlText w:val="%1.%2.%3.%4.%5.%6.%7.%8.%9."/>
      <w:legacy w:legacy="1" w:legacySpace="0" w:legacyIndent="425"/>
      <w:lvlJc w:val="left"/>
      <w:pPr>
        <w:ind w:left="3825" w:hanging="425"/>
      </w:pPr>
    </w:lvl>
  </w:abstractNum>
  <w:abstractNum w:abstractNumId="4" w15:restartNumberingAfterBreak="0">
    <w:nsid w:val="68705E35"/>
    <w:multiLevelType w:val="hybridMultilevel"/>
    <w:tmpl w:val="800CB5F0"/>
    <w:lvl w:ilvl="0" w:tplc="04090019">
      <w:start w:val="1"/>
      <w:numFmt w:val="lowerLetter"/>
      <w:lvlText w:val="%1)"/>
      <w:lvlJc w:val="left"/>
      <w:pPr>
        <w:ind w:left="1667" w:hanging="420"/>
      </w:pPr>
    </w:lvl>
    <w:lvl w:ilvl="1" w:tplc="04090019" w:tentative="1">
      <w:start w:val="1"/>
      <w:numFmt w:val="lowerLetter"/>
      <w:lvlText w:val="%2)"/>
      <w:lvlJc w:val="left"/>
      <w:pPr>
        <w:ind w:left="2087" w:hanging="420"/>
      </w:pPr>
    </w:lvl>
    <w:lvl w:ilvl="2" w:tplc="0409001B" w:tentative="1">
      <w:start w:val="1"/>
      <w:numFmt w:val="lowerRoman"/>
      <w:lvlText w:val="%3."/>
      <w:lvlJc w:val="right"/>
      <w:pPr>
        <w:ind w:left="2507" w:hanging="420"/>
      </w:pPr>
    </w:lvl>
    <w:lvl w:ilvl="3" w:tplc="0409000F" w:tentative="1">
      <w:start w:val="1"/>
      <w:numFmt w:val="decimal"/>
      <w:lvlText w:val="%4."/>
      <w:lvlJc w:val="left"/>
      <w:pPr>
        <w:ind w:left="2927" w:hanging="420"/>
      </w:pPr>
    </w:lvl>
    <w:lvl w:ilvl="4" w:tplc="04090019" w:tentative="1">
      <w:start w:val="1"/>
      <w:numFmt w:val="lowerLetter"/>
      <w:lvlText w:val="%5)"/>
      <w:lvlJc w:val="left"/>
      <w:pPr>
        <w:ind w:left="3347" w:hanging="420"/>
      </w:pPr>
    </w:lvl>
    <w:lvl w:ilvl="5" w:tplc="0409001B" w:tentative="1">
      <w:start w:val="1"/>
      <w:numFmt w:val="lowerRoman"/>
      <w:lvlText w:val="%6."/>
      <w:lvlJc w:val="right"/>
      <w:pPr>
        <w:ind w:left="3767" w:hanging="420"/>
      </w:pPr>
    </w:lvl>
    <w:lvl w:ilvl="6" w:tplc="0409000F" w:tentative="1">
      <w:start w:val="1"/>
      <w:numFmt w:val="decimal"/>
      <w:lvlText w:val="%7."/>
      <w:lvlJc w:val="left"/>
      <w:pPr>
        <w:ind w:left="4187" w:hanging="420"/>
      </w:pPr>
    </w:lvl>
    <w:lvl w:ilvl="7" w:tplc="04090019" w:tentative="1">
      <w:start w:val="1"/>
      <w:numFmt w:val="lowerLetter"/>
      <w:lvlText w:val="%8)"/>
      <w:lvlJc w:val="left"/>
      <w:pPr>
        <w:ind w:left="4607" w:hanging="420"/>
      </w:pPr>
    </w:lvl>
    <w:lvl w:ilvl="8" w:tplc="0409001B" w:tentative="1">
      <w:start w:val="1"/>
      <w:numFmt w:val="lowerRoman"/>
      <w:lvlText w:val="%9."/>
      <w:lvlJc w:val="right"/>
      <w:pPr>
        <w:ind w:left="5027" w:hanging="420"/>
      </w:pPr>
    </w:lvl>
  </w:abstractNum>
  <w:num w:numId="1">
    <w:abstractNumId w:val="1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0"/>
  </w:num>
  <w:num w:numId="6">
    <w:abstractNumId w:val="2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</w:num>
  <w:num w:numId="14">
    <w:abstractNumId w:val="1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1E83"/>
    <w:rsid w:val="000003E3"/>
    <w:rsid w:val="000009D5"/>
    <w:rsid w:val="000014A8"/>
    <w:rsid w:val="00002503"/>
    <w:rsid w:val="00002968"/>
    <w:rsid w:val="00002C13"/>
    <w:rsid w:val="000046CB"/>
    <w:rsid w:val="000054B7"/>
    <w:rsid w:val="00006239"/>
    <w:rsid w:val="000062BD"/>
    <w:rsid w:val="000065F7"/>
    <w:rsid w:val="00006611"/>
    <w:rsid w:val="00006FD9"/>
    <w:rsid w:val="00007B68"/>
    <w:rsid w:val="00007BD8"/>
    <w:rsid w:val="00011ECC"/>
    <w:rsid w:val="0001281A"/>
    <w:rsid w:val="000155FB"/>
    <w:rsid w:val="00016F99"/>
    <w:rsid w:val="00017684"/>
    <w:rsid w:val="00020F2E"/>
    <w:rsid w:val="00021046"/>
    <w:rsid w:val="00021770"/>
    <w:rsid w:val="00022414"/>
    <w:rsid w:val="00023A1E"/>
    <w:rsid w:val="00025408"/>
    <w:rsid w:val="000269D8"/>
    <w:rsid w:val="000270EE"/>
    <w:rsid w:val="00027DBB"/>
    <w:rsid w:val="0003001E"/>
    <w:rsid w:val="0003006B"/>
    <w:rsid w:val="000306CF"/>
    <w:rsid w:val="00031F70"/>
    <w:rsid w:val="00032649"/>
    <w:rsid w:val="00032CAF"/>
    <w:rsid w:val="00032D53"/>
    <w:rsid w:val="00033E7C"/>
    <w:rsid w:val="000346F8"/>
    <w:rsid w:val="000347CC"/>
    <w:rsid w:val="00034A28"/>
    <w:rsid w:val="00036543"/>
    <w:rsid w:val="00036E3A"/>
    <w:rsid w:val="00037590"/>
    <w:rsid w:val="000402B2"/>
    <w:rsid w:val="00040B60"/>
    <w:rsid w:val="000422E4"/>
    <w:rsid w:val="0004344F"/>
    <w:rsid w:val="000445E3"/>
    <w:rsid w:val="0004496F"/>
    <w:rsid w:val="0004531B"/>
    <w:rsid w:val="00045603"/>
    <w:rsid w:val="00046FBE"/>
    <w:rsid w:val="00047526"/>
    <w:rsid w:val="00047752"/>
    <w:rsid w:val="0005036B"/>
    <w:rsid w:val="00050371"/>
    <w:rsid w:val="00051252"/>
    <w:rsid w:val="00051A60"/>
    <w:rsid w:val="00052FE2"/>
    <w:rsid w:val="000568BC"/>
    <w:rsid w:val="0006140D"/>
    <w:rsid w:val="00061C91"/>
    <w:rsid w:val="00062B49"/>
    <w:rsid w:val="00062E2A"/>
    <w:rsid w:val="0006369D"/>
    <w:rsid w:val="000659F4"/>
    <w:rsid w:val="00065DF5"/>
    <w:rsid w:val="000661FA"/>
    <w:rsid w:val="00067609"/>
    <w:rsid w:val="0007058A"/>
    <w:rsid w:val="000705DA"/>
    <w:rsid w:val="00070881"/>
    <w:rsid w:val="000712D4"/>
    <w:rsid w:val="00071338"/>
    <w:rsid w:val="0007183E"/>
    <w:rsid w:val="00072100"/>
    <w:rsid w:val="00073F1D"/>
    <w:rsid w:val="000741A6"/>
    <w:rsid w:val="00074DFB"/>
    <w:rsid w:val="00080331"/>
    <w:rsid w:val="0008083B"/>
    <w:rsid w:val="00082B7C"/>
    <w:rsid w:val="00082D6A"/>
    <w:rsid w:val="0008303C"/>
    <w:rsid w:val="000831D1"/>
    <w:rsid w:val="00083331"/>
    <w:rsid w:val="00084295"/>
    <w:rsid w:val="00084EFA"/>
    <w:rsid w:val="0008555F"/>
    <w:rsid w:val="00085822"/>
    <w:rsid w:val="000865C5"/>
    <w:rsid w:val="00087C38"/>
    <w:rsid w:val="00090D8F"/>
    <w:rsid w:val="000943B0"/>
    <w:rsid w:val="0009602B"/>
    <w:rsid w:val="00097AC7"/>
    <w:rsid w:val="000A022E"/>
    <w:rsid w:val="000A0466"/>
    <w:rsid w:val="000A13CD"/>
    <w:rsid w:val="000A2634"/>
    <w:rsid w:val="000A452F"/>
    <w:rsid w:val="000A68FE"/>
    <w:rsid w:val="000B02D1"/>
    <w:rsid w:val="000B1647"/>
    <w:rsid w:val="000B1FF2"/>
    <w:rsid w:val="000B2239"/>
    <w:rsid w:val="000B3793"/>
    <w:rsid w:val="000B4E9F"/>
    <w:rsid w:val="000B6695"/>
    <w:rsid w:val="000C06F1"/>
    <w:rsid w:val="000C13F0"/>
    <w:rsid w:val="000C1B4E"/>
    <w:rsid w:val="000C362F"/>
    <w:rsid w:val="000C3EE7"/>
    <w:rsid w:val="000C40CD"/>
    <w:rsid w:val="000C56E4"/>
    <w:rsid w:val="000C5E7C"/>
    <w:rsid w:val="000D0220"/>
    <w:rsid w:val="000D1085"/>
    <w:rsid w:val="000D14BB"/>
    <w:rsid w:val="000D1842"/>
    <w:rsid w:val="000D27C3"/>
    <w:rsid w:val="000D448E"/>
    <w:rsid w:val="000D55E3"/>
    <w:rsid w:val="000D779D"/>
    <w:rsid w:val="000D7B1D"/>
    <w:rsid w:val="000E07C0"/>
    <w:rsid w:val="000E1918"/>
    <w:rsid w:val="000E25CF"/>
    <w:rsid w:val="000E35D1"/>
    <w:rsid w:val="000E397E"/>
    <w:rsid w:val="000E592F"/>
    <w:rsid w:val="000E636F"/>
    <w:rsid w:val="000E64D3"/>
    <w:rsid w:val="000F31C7"/>
    <w:rsid w:val="000F4993"/>
    <w:rsid w:val="000F54B5"/>
    <w:rsid w:val="000F5936"/>
    <w:rsid w:val="000F6254"/>
    <w:rsid w:val="000F659E"/>
    <w:rsid w:val="00100325"/>
    <w:rsid w:val="00101798"/>
    <w:rsid w:val="00103AAF"/>
    <w:rsid w:val="00103C48"/>
    <w:rsid w:val="0010458F"/>
    <w:rsid w:val="00106C58"/>
    <w:rsid w:val="00111C2E"/>
    <w:rsid w:val="00111C77"/>
    <w:rsid w:val="00112862"/>
    <w:rsid w:val="00113875"/>
    <w:rsid w:val="00113967"/>
    <w:rsid w:val="00113E25"/>
    <w:rsid w:val="00114EC3"/>
    <w:rsid w:val="00116240"/>
    <w:rsid w:val="00121217"/>
    <w:rsid w:val="00122F25"/>
    <w:rsid w:val="00123B7D"/>
    <w:rsid w:val="00124E3F"/>
    <w:rsid w:val="0012596D"/>
    <w:rsid w:val="001268BD"/>
    <w:rsid w:val="0013017C"/>
    <w:rsid w:val="00130F0D"/>
    <w:rsid w:val="0013202D"/>
    <w:rsid w:val="00132548"/>
    <w:rsid w:val="00135282"/>
    <w:rsid w:val="00135B88"/>
    <w:rsid w:val="00136072"/>
    <w:rsid w:val="00136E4A"/>
    <w:rsid w:val="0013741E"/>
    <w:rsid w:val="00140619"/>
    <w:rsid w:val="001416D6"/>
    <w:rsid w:val="00142F43"/>
    <w:rsid w:val="00143099"/>
    <w:rsid w:val="00143A92"/>
    <w:rsid w:val="00143E4A"/>
    <w:rsid w:val="001445C7"/>
    <w:rsid w:val="00145CE3"/>
    <w:rsid w:val="0014640E"/>
    <w:rsid w:val="00150BF3"/>
    <w:rsid w:val="0015194F"/>
    <w:rsid w:val="001528EC"/>
    <w:rsid w:val="001536E6"/>
    <w:rsid w:val="00156B62"/>
    <w:rsid w:val="00157E7E"/>
    <w:rsid w:val="00160CD7"/>
    <w:rsid w:val="00161E68"/>
    <w:rsid w:val="00162393"/>
    <w:rsid w:val="001626B7"/>
    <w:rsid w:val="00162C59"/>
    <w:rsid w:val="00162D15"/>
    <w:rsid w:val="00163CFB"/>
    <w:rsid w:val="00164907"/>
    <w:rsid w:val="00165DD2"/>
    <w:rsid w:val="00166BFD"/>
    <w:rsid w:val="00166EE3"/>
    <w:rsid w:val="0017000C"/>
    <w:rsid w:val="001707A9"/>
    <w:rsid w:val="00170F10"/>
    <w:rsid w:val="001722B9"/>
    <w:rsid w:val="00172795"/>
    <w:rsid w:val="001729B2"/>
    <w:rsid w:val="0017376B"/>
    <w:rsid w:val="00174A53"/>
    <w:rsid w:val="00174B6B"/>
    <w:rsid w:val="001756F6"/>
    <w:rsid w:val="0017687E"/>
    <w:rsid w:val="00177B51"/>
    <w:rsid w:val="00180CBF"/>
    <w:rsid w:val="00181F76"/>
    <w:rsid w:val="0018458D"/>
    <w:rsid w:val="00184E6A"/>
    <w:rsid w:val="0018682C"/>
    <w:rsid w:val="00190761"/>
    <w:rsid w:val="0019175B"/>
    <w:rsid w:val="0019193D"/>
    <w:rsid w:val="00191976"/>
    <w:rsid w:val="00192A32"/>
    <w:rsid w:val="00192CF9"/>
    <w:rsid w:val="00192F31"/>
    <w:rsid w:val="00194475"/>
    <w:rsid w:val="00194B9E"/>
    <w:rsid w:val="00195338"/>
    <w:rsid w:val="001953C0"/>
    <w:rsid w:val="001954DA"/>
    <w:rsid w:val="00195AE4"/>
    <w:rsid w:val="00197757"/>
    <w:rsid w:val="00197A58"/>
    <w:rsid w:val="00197FF1"/>
    <w:rsid w:val="001A0DF2"/>
    <w:rsid w:val="001A0EC0"/>
    <w:rsid w:val="001A17A5"/>
    <w:rsid w:val="001A1CBA"/>
    <w:rsid w:val="001A3611"/>
    <w:rsid w:val="001A457A"/>
    <w:rsid w:val="001A4D4C"/>
    <w:rsid w:val="001A66A6"/>
    <w:rsid w:val="001A7252"/>
    <w:rsid w:val="001A7EC1"/>
    <w:rsid w:val="001B24D9"/>
    <w:rsid w:val="001B2EE7"/>
    <w:rsid w:val="001B312D"/>
    <w:rsid w:val="001B35BE"/>
    <w:rsid w:val="001B3D51"/>
    <w:rsid w:val="001B40CC"/>
    <w:rsid w:val="001B621E"/>
    <w:rsid w:val="001B7014"/>
    <w:rsid w:val="001C081D"/>
    <w:rsid w:val="001C239B"/>
    <w:rsid w:val="001C2ABC"/>
    <w:rsid w:val="001C2F10"/>
    <w:rsid w:val="001C36AC"/>
    <w:rsid w:val="001C3797"/>
    <w:rsid w:val="001C3845"/>
    <w:rsid w:val="001C3AE8"/>
    <w:rsid w:val="001C456A"/>
    <w:rsid w:val="001C49BB"/>
    <w:rsid w:val="001C4FB3"/>
    <w:rsid w:val="001C5011"/>
    <w:rsid w:val="001C5C6E"/>
    <w:rsid w:val="001C679F"/>
    <w:rsid w:val="001C696F"/>
    <w:rsid w:val="001C7866"/>
    <w:rsid w:val="001D225E"/>
    <w:rsid w:val="001D28F6"/>
    <w:rsid w:val="001D4675"/>
    <w:rsid w:val="001D78E7"/>
    <w:rsid w:val="001D7C25"/>
    <w:rsid w:val="001E015B"/>
    <w:rsid w:val="001E07A6"/>
    <w:rsid w:val="001E0FEF"/>
    <w:rsid w:val="001E100B"/>
    <w:rsid w:val="001E21FA"/>
    <w:rsid w:val="001E2680"/>
    <w:rsid w:val="001E27E4"/>
    <w:rsid w:val="001E2AC0"/>
    <w:rsid w:val="001E3E9B"/>
    <w:rsid w:val="001E50C5"/>
    <w:rsid w:val="001E6D47"/>
    <w:rsid w:val="001F00DC"/>
    <w:rsid w:val="001F083C"/>
    <w:rsid w:val="001F0C18"/>
    <w:rsid w:val="001F0CA7"/>
    <w:rsid w:val="001F2783"/>
    <w:rsid w:val="001F367D"/>
    <w:rsid w:val="001F4EB9"/>
    <w:rsid w:val="001F5ACA"/>
    <w:rsid w:val="00200183"/>
    <w:rsid w:val="002002FC"/>
    <w:rsid w:val="00200D71"/>
    <w:rsid w:val="00201D97"/>
    <w:rsid w:val="002028E1"/>
    <w:rsid w:val="002047CA"/>
    <w:rsid w:val="00204982"/>
    <w:rsid w:val="00206202"/>
    <w:rsid w:val="00206904"/>
    <w:rsid w:val="0020695A"/>
    <w:rsid w:val="002075AD"/>
    <w:rsid w:val="00210EC8"/>
    <w:rsid w:val="002112C6"/>
    <w:rsid w:val="00211D76"/>
    <w:rsid w:val="002126DD"/>
    <w:rsid w:val="00212F02"/>
    <w:rsid w:val="00214327"/>
    <w:rsid w:val="00215A78"/>
    <w:rsid w:val="002174CB"/>
    <w:rsid w:val="002208B4"/>
    <w:rsid w:val="002209E5"/>
    <w:rsid w:val="002210F4"/>
    <w:rsid w:val="002211B7"/>
    <w:rsid w:val="002211C5"/>
    <w:rsid w:val="00221A00"/>
    <w:rsid w:val="002236F4"/>
    <w:rsid w:val="00223B83"/>
    <w:rsid w:val="00223B85"/>
    <w:rsid w:val="00224F1D"/>
    <w:rsid w:val="0022543D"/>
    <w:rsid w:val="00225451"/>
    <w:rsid w:val="002257D9"/>
    <w:rsid w:val="002268C3"/>
    <w:rsid w:val="00226C4E"/>
    <w:rsid w:val="00227517"/>
    <w:rsid w:val="00227E7B"/>
    <w:rsid w:val="00227FD6"/>
    <w:rsid w:val="002307EA"/>
    <w:rsid w:val="0023236D"/>
    <w:rsid w:val="002327DB"/>
    <w:rsid w:val="002332D3"/>
    <w:rsid w:val="00233C24"/>
    <w:rsid w:val="002343D7"/>
    <w:rsid w:val="002348CD"/>
    <w:rsid w:val="00235B05"/>
    <w:rsid w:val="00237F12"/>
    <w:rsid w:val="002401E6"/>
    <w:rsid w:val="00240882"/>
    <w:rsid w:val="002408E9"/>
    <w:rsid w:val="002416CD"/>
    <w:rsid w:val="00241D56"/>
    <w:rsid w:val="00242A63"/>
    <w:rsid w:val="00243C7A"/>
    <w:rsid w:val="0024720A"/>
    <w:rsid w:val="00247ED9"/>
    <w:rsid w:val="00250D78"/>
    <w:rsid w:val="00252928"/>
    <w:rsid w:val="00253C76"/>
    <w:rsid w:val="00253F27"/>
    <w:rsid w:val="002551BD"/>
    <w:rsid w:val="0025640D"/>
    <w:rsid w:val="00260657"/>
    <w:rsid w:val="00260757"/>
    <w:rsid w:val="002620F7"/>
    <w:rsid w:val="002622A1"/>
    <w:rsid w:val="00263597"/>
    <w:rsid w:val="00264473"/>
    <w:rsid w:val="0026472C"/>
    <w:rsid w:val="00264D3F"/>
    <w:rsid w:val="00265045"/>
    <w:rsid w:val="00265BFF"/>
    <w:rsid w:val="00265CE1"/>
    <w:rsid w:val="00265EDA"/>
    <w:rsid w:val="00266173"/>
    <w:rsid w:val="00267429"/>
    <w:rsid w:val="0026746D"/>
    <w:rsid w:val="002677E4"/>
    <w:rsid w:val="0027162E"/>
    <w:rsid w:val="00272033"/>
    <w:rsid w:val="002725FF"/>
    <w:rsid w:val="0027336C"/>
    <w:rsid w:val="002737BF"/>
    <w:rsid w:val="00273FFC"/>
    <w:rsid w:val="00276CCF"/>
    <w:rsid w:val="002774C0"/>
    <w:rsid w:val="00280ADA"/>
    <w:rsid w:val="00280B9C"/>
    <w:rsid w:val="0028194F"/>
    <w:rsid w:val="00282CDC"/>
    <w:rsid w:val="00283AE6"/>
    <w:rsid w:val="00283BA7"/>
    <w:rsid w:val="00284107"/>
    <w:rsid w:val="00286433"/>
    <w:rsid w:val="002865A0"/>
    <w:rsid w:val="00287501"/>
    <w:rsid w:val="00290129"/>
    <w:rsid w:val="00290BC6"/>
    <w:rsid w:val="002919A5"/>
    <w:rsid w:val="00293033"/>
    <w:rsid w:val="0029368D"/>
    <w:rsid w:val="00293F16"/>
    <w:rsid w:val="002951E2"/>
    <w:rsid w:val="0029624F"/>
    <w:rsid w:val="00296D28"/>
    <w:rsid w:val="0029717C"/>
    <w:rsid w:val="002A0A25"/>
    <w:rsid w:val="002A0F2E"/>
    <w:rsid w:val="002A157E"/>
    <w:rsid w:val="002A2ACE"/>
    <w:rsid w:val="002A34EC"/>
    <w:rsid w:val="002A434E"/>
    <w:rsid w:val="002A43A3"/>
    <w:rsid w:val="002A4875"/>
    <w:rsid w:val="002A7A24"/>
    <w:rsid w:val="002B03B7"/>
    <w:rsid w:val="002B0D80"/>
    <w:rsid w:val="002B1414"/>
    <w:rsid w:val="002B14CD"/>
    <w:rsid w:val="002B45B1"/>
    <w:rsid w:val="002B4E9D"/>
    <w:rsid w:val="002C011A"/>
    <w:rsid w:val="002C09D3"/>
    <w:rsid w:val="002C147A"/>
    <w:rsid w:val="002C1A87"/>
    <w:rsid w:val="002C4466"/>
    <w:rsid w:val="002C62E8"/>
    <w:rsid w:val="002C7427"/>
    <w:rsid w:val="002D05A5"/>
    <w:rsid w:val="002D2B9C"/>
    <w:rsid w:val="002D391E"/>
    <w:rsid w:val="002D39D5"/>
    <w:rsid w:val="002D527F"/>
    <w:rsid w:val="002D5697"/>
    <w:rsid w:val="002D59F0"/>
    <w:rsid w:val="002D6006"/>
    <w:rsid w:val="002D6379"/>
    <w:rsid w:val="002D6474"/>
    <w:rsid w:val="002D72D4"/>
    <w:rsid w:val="002D7CB2"/>
    <w:rsid w:val="002E05EF"/>
    <w:rsid w:val="002E0E7D"/>
    <w:rsid w:val="002E18C6"/>
    <w:rsid w:val="002E1AE3"/>
    <w:rsid w:val="002E1B42"/>
    <w:rsid w:val="002E3703"/>
    <w:rsid w:val="002E3AD9"/>
    <w:rsid w:val="002E72C3"/>
    <w:rsid w:val="002E7564"/>
    <w:rsid w:val="002F00DC"/>
    <w:rsid w:val="002F1843"/>
    <w:rsid w:val="002F2026"/>
    <w:rsid w:val="002F2518"/>
    <w:rsid w:val="002F3848"/>
    <w:rsid w:val="002F3EF3"/>
    <w:rsid w:val="002F45E7"/>
    <w:rsid w:val="002F4FF8"/>
    <w:rsid w:val="002F50EB"/>
    <w:rsid w:val="002F5C8A"/>
    <w:rsid w:val="002F6164"/>
    <w:rsid w:val="002F6243"/>
    <w:rsid w:val="002F6507"/>
    <w:rsid w:val="00302A6A"/>
    <w:rsid w:val="00302FCA"/>
    <w:rsid w:val="00305851"/>
    <w:rsid w:val="003065A9"/>
    <w:rsid w:val="003077A3"/>
    <w:rsid w:val="003107C0"/>
    <w:rsid w:val="00311F59"/>
    <w:rsid w:val="003134B8"/>
    <w:rsid w:val="00314047"/>
    <w:rsid w:val="00314C23"/>
    <w:rsid w:val="00315227"/>
    <w:rsid w:val="0031583C"/>
    <w:rsid w:val="00315A99"/>
    <w:rsid w:val="003164D7"/>
    <w:rsid w:val="003169B8"/>
    <w:rsid w:val="0031738C"/>
    <w:rsid w:val="003173C7"/>
    <w:rsid w:val="003212A8"/>
    <w:rsid w:val="00321A34"/>
    <w:rsid w:val="00322CBD"/>
    <w:rsid w:val="0032315D"/>
    <w:rsid w:val="0032383E"/>
    <w:rsid w:val="00323AA1"/>
    <w:rsid w:val="00324582"/>
    <w:rsid w:val="00325ED8"/>
    <w:rsid w:val="00326DDB"/>
    <w:rsid w:val="00330076"/>
    <w:rsid w:val="00330AAD"/>
    <w:rsid w:val="0033117C"/>
    <w:rsid w:val="00332E8B"/>
    <w:rsid w:val="0033335A"/>
    <w:rsid w:val="00333EE3"/>
    <w:rsid w:val="00334879"/>
    <w:rsid w:val="00335E4F"/>
    <w:rsid w:val="00336222"/>
    <w:rsid w:val="00336AE2"/>
    <w:rsid w:val="003408DD"/>
    <w:rsid w:val="00340B4A"/>
    <w:rsid w:val="003413DB"/>
    <w:rsid w:val="0034280B"/>
    <w:rsid w:val="00345104"/>
    <w:rsid w:val="00345616"/>
    <w:rsid w:val="00346650"/>
    <w:rsid w:val="00346CFF"/>
    <w:rsid w:val="0035038E"/>
    <w:rsid w:val="00351A03"/>
    <w:rsid w:val="003524E6"/>
    <w:rsid w:val="00353665"/>
    <w:rsid w:val="00354404"/>
    <w:rsid w:val="00354568"/>
    <w:rsid w:val="00354595"/>
    <w:rsid w:val="003548B8"/>
    <w:rsid w:val="00354E33"/>
    <w:rsid w:val="00355AA6"/>
    <w:rsid w:val="00356F46"/>
    <w:rsid w:val="003574B7"/>
    <w:rsid w:val="00360917"/>
    <w:rsid w:val="00363A59"/>
    <w:rsid w:val="003655FC"/>
    <w:rsid w:val="00365865"/>
    <w:rsid w:val="00366277"/>
    <w:rsid w:val="00366ED9"/>
    <w:rsid w:val="00371DAB"/>
    <w:rsid w:val="00371FF3"/>
    <w:rsid w:val="003722C5"/>
    <w:rsid w:val="00372A13"/>
    <w:rsid w:val="00372FF5"/>
    <w:rsid w:val="003731EC"/>
    <w:rsid w:val="003739EB"/>
    <w:rsid w:val="00373CF5"/>
    <w:rsid w:val="00374383"/>
    <w:rsid w:val="00374898"/>
    <w:rsid w:val="00374E75"/>
    <w:rsid w:val="00375A5A"/>
    <w:rsid w:val="003805D8"/>
    <w:rsid w:val="003807AD"/>
    <w:rsid w:val="00380A82"/>
    <w:rsid w:val="00381779"/>
    <w:rsid w:val="00383307"/>
    <w:rsid w:val="0038333B"/>
    <w:rsid w:val="00383731"/>
    <w:rsid w:val="00384E0E"/>
    <w:rsid w:val="00385B6C"/>
    <w:rsid w:val="003861B9"/>
    <w:rsid w:val="003868D5"/>
    <w:rsid w:val="00386A7E"/>
    <w:rsid w:val="00386EC9"/>
    <w:rsid w:val="0038734A"/>
    <w:rsid w:val="003873FF"/>
    <w:rsid w:val="003907F0"/>
    <w:rsid w:val="00392ABA"/>
    <w:rsid w:val="00393788"/>
    <w:rsid w:val="00394852"/>
    <w:rsid w:val="0039566F"/>
    <w:rsid w:val="003972B8"/>
    <w:rsid w:val="003A12EF"/>
    <w:rsid w:val="003A221F"/>
    <w:rsid w:val="003A2FEB"/>
    <w:rsid w:val="003A3C74"/>
    <w:rsid w:val="003A58AD"/>
    <w:rsid w:val="003A5987"/>
    <w:rsid w:val="003A59FE"/>
    <w:rsid w:val="003A6D7C"/>
    <w:rsid w:val="003B0E02"/>
    <w:rsid w:val="003B28B3"/>
    <w:rsid w:val="003B29A9"/>
    <w:rsid w:val="003B33D2"/>
    <w:rsid w:val="003B3840"/>
    <w:rsid w:val="003B4063"/>
    <w:rsid w:val="003B5984"/>
    <w:rsid w:val="003B6827"/>
    <w:rsid w:val="003B73C9"/>
    <w:rsid w:val="003B763C"/>
    <w:rsid w:val="003B7FF5"/>
    <w:rsid w:val="003C185E"/>
    <w:rsid w:val="003C1CCA"/>
    <w:rsid w:val="003C20BC"/>
    <w:rsid w:val="003C28BE"/>
    <w:rsid w:val="003C3A56"/>
    <w:rsid w:val="003C6CAA"/>
    <w:rsid w:val="003C7255"/>
    <w:rsid w:val="003C792A"/>
    <w:rsid w:val="003C7997"/>
    <w:rsid w:val="003C7D90"/>
    <w:rsid w:val="003D07E9"/>
    <w:rsid w:val="003D2EF1"/>
    <w:rsid w:val="003D313F"/>
    <w:rsid w:val="003D5257"/>
    <w:rsid w:val="003D6C0A"/>
    <w:rsid w:val="003E146D"/>
    <w:rsid w:val="003E1E17"/>
    <w:rsid w:val="003E2955"/>
    <w:rsid w:val="003E642F"/>
    <w:rsid w:val="003E7D8C"/>
    <w:rsid w:val="003F05FF"/>
    <w:rsid w:val="003F4040"/>
    <w:rsid w:val="003F46D6"/>
    <w:rsid w:val="003F6C98"/>
    <w:rsid w:val="003F7090"/>
    <w:rsid w:val="00400289"/>
    <w:rsid w:val="00400529"/>
    <w:rsid w:val="004007E6"/>
    <w:rsid w:val="00401085"/>
    <w:rsid w:val="0040286F"/>
    <w:rsid w:val="0040634A"/>
    <w:rsid w:val="0040668B"/>
    <w:rsid w:val="00406E39"/>
    <w:rsid w:val="004075A2"/>
    <w:rsid w:val="0040776B"/>
    <w:rsid w:val="00407AB9"/>
    <w:rsid w:val="00410AFE"/>
    <w:rsid w:val="00411895"/>
    <w:rsid w:val="00411E83"/>
    <w:rsid w:val="004122AF"/>
    <w:rsid w:val="00412725"/>
    <w:rsid w:val="004128AE"/>
    <w:rsid w:val="0041448D"/>
    <w:rsid w:val="004144B3"/>
    <w:rsid w:val="0041460E"/>
    <w:rsid w:val="00414829"/>
    <w:rsid w:val="0041719F"/>
    <w:rsid w:val="00417C50"/>
    <w:rsid w:val="00420BC2"/>
    <w:rsid w:val="00420FAB"/>
    <w:rsid w:val="0042100D"/>
    <w:rsid w:val="00421FDA"/>
    <w:rsid w:val="004234C7"/>
    <w:rsid w:val="0042393E"/>
    <w:rsid w:val="00424D30"/>
    <w:rsid w:val="00426214"/>
    <w:rsid w:val="00426FAA"/>
    <w:rsid w:val="0042741F"/>
    <w:rsid w:val="00427C7F"/>
    <w:rsid w:val="00431D74"/>
    <w:rsid w:val="0043250B"/>
    <w:rsid w:val="0043261B"/>
    <w:rsid w:val="00432D8F"/>
    <w:rsid w:val="004333F4"/>
    <w:rsid w:val="00434AF3"/>
    <w:rsid w:val="00434C2B"/>
    <w:rsid w:val="00436310"/>
    <w:rsid w:val="00437FA8"/>
    <w:rsid w:val="004419AB"/>
    <w:rsid w:val="00441E06"/>
    <w:rsid w:val="0044201D"/>
    <w:rsid w:val="00443431"/>
    <w:rsid w:val="00444584"/>
    <w:rsid w:val="004446A7"/>
    <w:rsid w:val="00444C3B"/>
    <w:rsid w:val="00446CA0"/>
    <w:rsid w:val="00446FE7"/>
    <w:rsid w:val="00447286"/>
    <w:rsid w:val="00451E12"/>
    <w:rsid w:val="00453D6D"/>
    <w:rsid w:val="00454DF7"/>
    <w:rsid w:val="00455457"/>
    <w:rsid w:val="00456761"/>
    <w:rsid w:val="0046081A"/>
    <w:rsid w:val="00460C8F"/>
    <w:rsid w:val="00461C12"/>
    <w:rsid w:val="00462F0E"/>
    <w:rsid w:val="00464AEE"/>
    <w:rsid w:val="00464D01"/>
    <w:rsid w:val="00465598"/>
    <w:rsid w:val="00470FA2"/>
    <w:rsid w:val="00471C43"/>
    <w:rsid w:val="00473451"/>
    <w:rsid w:val="00473DE9"/>
    <w:rsid w:val="0047458E"/>
    <w:rsid w:val="004752FE"/>
    <w:rsid w:val="00475B16"/>
    <w:rsid w:val="00475DED"/>
    <w:rsid w:val="00477258"/>
    <w:rsid w:val="004824EE"/>
    <w:rsid w:val="00482ABC"/>
    <w:rsid w:val="00483304"/>
    <w:rsid w:val="00483752"/>
    <w:rsid w:val="00486C66"/>
    <w:rsid w:val="004918DF"/>
    <w:rsid w:val="00491E4E"/>
    <w:rsid w:val="0049356F"/>
    <w:rsid w:val="00493ECE"/>
    <w:rsid w:val="00494E01"/>
    <w:rsid w:val="00496FA9"/>
    <w:rsid w:val="004A0647"/>
    <w:rsid w:val="004A12F2"/>
    <w:rsid w:val="004A221B"/>
    <w:rsid w:val="004A3ECB"/>
    <w:rsid w:val="004A4D83"/>
    <w:rsid w:val="004A683B"/>
    <w:rsid w:val="004A6AEE"/>
    <w:rsid w:val="004A726A"/>
    <w:rsid w:val="004B0E37"/>
    <w:rsid w:val="004B1098"/>
    <w:rsid w:val="004B1142"/>
    <w:rsid w:val="004B48B7"/>
    <w:rsid w:val="004B5050"/>
    <w:rsid w:val="004B550D"/>
    <w:rsid w:val="004B6948"/>
    <w:rsid w:val="004B7AD1"/>
    <w:rsid w:val="004C0400"/>
    <w:rsid w:val="004C0905"/>
    <w:rsid w:val="004C1604"/>
    <w:rsid w:val="004C2AB6"/>
    <w:rsid w:val="004C348A"/>
    <w:rsid w:val="004C41CB"/>
    <w:rsid w:val="004C451E"/>
    <w:rsid w:val="004C46C6"/>
    <w:rsid w:val="004C47E0"/>
    <w:rsid w:val="004C492E"/>
    <w:rsid w:val="004C6295"/>
    <w:rsid w:val="004C711B"/>
    <w:rsid w:val="004C7FC0"/>
    <w:rsid w:val="004C7FCD"/>
    <w:rsid w:val="004D0538"/>
    <w:rsid w:val="004D0EC8"/>
    <w:rsid w:val="004D16CB"/>
    <w:rsid w:val="004D2443"/>
    <w:rsid w:val="004D2F1F"/>
    <w:rsid w:val="004D3A0B"/>
    <w:rsid w:val="004D435F"/>
    <w:rsid w:val="004D5892"/>
    <w:rsid w:val="004D58CE"/>
    <w:rsid w:val="004D5BC1"/>
    <w:rsid w:val="004D5E5E"/>
    <w:rsid w:val="004D677E"/>
    <w:rsid w:val="004D6AAD"/>
    <w:rsid w:val="004E0DF8"/>
    <w:rsid w:val="004E316B"/>
    <w:rsid w:val="004E4527"/>
    <w:rsid w:val="004E5FCF"/>
    <w:rsid w:val="004E703A"/>
    <w:rsid w:val="004E7299"/>
    <w:rsid w:val="004E7EEF"/>
    <w:rsid w:val="004E7F0B"/>
    <w:rsid w:val="004F104A"/>
    <w:rsid w:val="004F2184"/>
    <w:rsid w:val="004F2202"/>
    <w:rsid w:val="004F2898"/>
    <w:rsid w:val="004F2A1C"/>
    <w:rsid w:val="004F3EC1"/>
    <w:rsid w:val="004F7027"/>
    <w:rsid w:val="004F7922"/>
    <w:rsid w:val="004F7BC4"/>
    <w:rsid w:val="00500C6B"/>
    <w:rsid w:val="00501E29"/>
    <w:rsid w:val="00502EA3"/>
    <w:rsid w:val="00503EA4"/>
    <w:rsid w:val="0050496A"/>
    <w:rsid w:val="00504996"/>
    <w:rsid w:val="00504A6C"/>
    <w:rsid w:val="00505EBB"/>
    <w:rsid w:val="00506BBC"/>
    <w:rsid w:val="0051252A"/>
    <w:rsid w:val="005125F3"/>
    <w:rsid w:val="005134E5"/>
    <w:rsid w:val="0051374F"/>
    <w:rsid w:val="00514BC9"/>
    <w:rsid w:val="00514DFF"/>
    <w:rsid w:val="005156C7"/>
    <w:rsid w:val="005162BE"/>
    <w:rsid w:val="00516A5C"/>
    <w:rsid w:val="00517272"/>
    <w:rsid w:val="0051751D"/>
    <w:rsid w:val="00520BA4"/>
    <w:rsid w:val="0052311E"/>
    <w:rsid w:val="005231B1"/>
    <w:rsid w:val="00523F45"/>
    <w:rsid w:val="00525D3C"/>
    <w:rsid w:val="00526490"/>
    <w:rsid w:val="00527520"/>
    <w:rsid w:val="005276BF"/>
    <w:rsid w:val="00527F31"/>
    <w:rsid w:val="005306E8"/>
    <w:rsid w:val="00530DE6"/>
    <w:rsid w:val="00531058"/>
    <w:rsid w:val="00532858"/>
    <w:rsid w:val="00533B9D"/>
    <w:rsid w:val="00534323"/>
    <w:rsid w:val="00534F1A"/>
    <w:rsid w:val="00535157"/>
    <w:rsid w:val="00535AF1"/>
    <w:rsid w:val="00536C42"/>
    <w:rsid w:val="00537162"/>
    <w:rsid w:val="005400B3"/>
    <w:rsid w:val="005410CE"/>
    <w:rsid w:val="00544029"/>
    <w:rsid w:val="005455BA"/>
    <w:rsid w:val="0054685A"/>
    <w:rsid w:val="005470AC"/>
    <w:rsid w:val="00547B25"/>
    <w:rsid w:val="00551550"/>
    <w:rsid w:val="00552106"/>
    <w:rsid w:val="0055339E"/>
    <w:rsid w:val="0055425F"/>
    <w:rsid w:val="0055458F"/>
    <w:rsid w:val="005557C5"/>
    <w:rsid w:val="00560BB5"/>
    <w:rsid w:val="00561094"/>
    <w:rsid w:val="00561182"/>
    <w:rsid w:val="00562807"/>
    <w:rsid w:val="00564B4F"/>
    <w:rsid w:val="005666EC"/>
    <w:rsid w:val="00567D49"/>
    <w:rsid w:val="00572ABC"/>
    <w:rsid w:val="00573CAE"/>
    <w:rsid w:val="00577CB0"/>
    <w:rsid w:val="00577D3A"/>
    <w:rsid w:val="0058000B"/>
    <w:rsid w:val="0058054D"/>
    <w:rsid w:val="00581BBB"/>
    <w:rsid w:val="00582FEF"/>
    <w:rsid w:val="005832DC"/>
    <w:rsid w:val="00583522"/>
    <w:rsid w:val="00583694"/>
    <w:rsid w:val="00583A3F"/>
    <w:rsid w:val="00583B8A"/>
    <w:rsid w:val="00584EF2"/>
    <w:rsid w:val="00585F6C"/>
    <w:rsid w:val="00586207"/>
    <w:rsid w:val="00586BA4"/>
    <w:rsid w:val="005870D3"/>
    <w:rsid w:val="005902C1"/>
    <w:rsid w:val="00591597"/>
    <w:rsid w:val="00592D59"/>
    <w:rsid w:val="00596BB3"/>
    <w:rsid w:val="0059706A"/>
    <w:rsid w:val="005975FD"/>
    <w:rsid w:val="005A0388"/>
    <w:rsid w:val="005A08BB"/>
    <w:rsid w:val="005A0BBB"/>
    <w:rsid w:val="005A0DED"/>
    <w:rsid w:val="005A2692"/>
    <w:rsid w:val="005A28B8"/>
    <w:rsid w:val="005A3B91"/>
    <w:rsid w:val="005A48ED"/>
    <w:rsid w:val="005A606A"/>
    <w:rsid w:val="005A6FB0"/>
    <w:rsid w:val="005A78E0"/>
    <w:rsid w:val="005A7DF3"/>
    <w:rsid w:val="005B0453"/>
    <w:rsid w:val="005B1581"/>
    <w:rsid w:val="005B3ECC"/>
    <w:rsid w:val="005B6038"/>
    <w:rsid w:val="005C0071"/>
    <w:rsid w:val="005C11B4"/>
    <w:rsid w:val="005C141F"/>
    <w:rsid w:val="005C2216"/>
    <w:rsid w:val="005C4329"/>
    <w:rsid w:val="005C4EB8"/>
    <w:rsid w:val="005C6369"/>
    <w:rsid w:val="005C735B"/>
    <w:rsid w:val="005C7EBA"/>
    <w:rsid w:val="005D0FAA"/>
    <w:rsid w:val="005D1052"/>
    <w:rsid w:val="005D18DA"/>
    <w:rsid w:val="005D21DE"/>
    <w:rsid w:val="005D70FB"/>
    <w:rsid w:val="005D77D2"/>
    <w:rsid w:val="005D7CB5"/>
    <w:rsid w:val="005E0D19"/>
    <w:rsid w:val="005E1712"/>
    <w:rsid w:val="005E1B2F"/>
    <w:rsid w:val="005E21B5"/>
    <w:rsid w:val="005E3E15"/>
    <w:rsid w:val="005E3F2D"/>
    <w:rsid w:val="005E5786"/>
    <w:rsid w:val="005E6019"/>
    <w:rsid w:val="005E6BE7"/>
    <w:rsid w:val="005E6DDA"/>
    <w:rsid w:val="005F02C4"/>
    <w:rsid w:val="005F14C7"/>
    <w:rsid w:val="005F1B99"/>
    <w:rsid w:val="005F1BB4"/>
    <w:rsid w:val="005F2F2F"/>
    <w:rsid w:val="005F47F5"/>
    <w:rsid w:val="005F6807"/>
    <w:rsid w:val="005F6DE7"/>
    <w:rsid w:val="00601310"/>
    <w:rsid w:val="00601B18"/>
    <w:rsid w:val="00601FA3"/>
    <w:rsid w:val="00602D75"/>
    <w:rsid w:val="006034ED"/>
    <w:rsid w:val="00604995"/>
    <w:rsid w:val="00604DF8"/>
    <w:rsid w:val="006066FF"/>
    <w:rsid w:val="006072BA"/>
    <w:rsid w:val="00607D41"/>
    <w:rsid w:val="00612785"/>
    <w:rsid w:val="00614132"/>
    <w:rsid w:val="00617BF5"/>
    <w:rsid w:val="006214BF"/>
    <w:rsid w:val="00621C21"/>
    <w:rsid w:val="00621CA5"/>
    <w:rsid w:val="00625118"/>
    <w:rsid w:val="00625303"/>
    <w:rsid w:val="006271BF"/>
    <w:rsid w:val="00627397"/>
    <w:rsid w:val="00630913"/>
    <w:rsid w:val="00630BA8"/>
    <w:rsid w:val="00631122"/>
    <w:rsid w:val="006324F1"/>
    <w:rsid w:val="00634496"/>
    <w:rsid w:val="0063597D"/>
    <w:rsid w:val="006404C5"/>
    <w:rsid w:val="00641BB1"/>
    <w:rsid w:val="00641C7C"/>
    <w:rsid w:val="00641DCB"/>
    <w:rsid w:val="00641E57"/>
    <w:rsid w:val="00641FB9"/>
    <w:rsid w:val="006426F2"/>
    <w:rsid w:val="0064528F"/>
    <w:rsid w:val="006465D3"/>
    <w:rsid w:val="00646961"/>
    <w:rsid w:val="00646A93"/>
    <w:rsid w:val="00647084"/>
    <w:rsid w:val="00647F1F"/>
    <w:rsid w:val="0065116F"/>
    <w:rsid w:val="00651630"/>
    <w:rsid w:val="00651B90"/>
    <w:rsid w:val="0065261F"/>
    <w:rsid w:val="00654793"/>
    <w:rsid w:val="00654D70"/>
    <w:rsid w:val="00656CD3"/>
    <w:rsid w:val="00656E73"/>
    <w:rsid w:val="006570F0"/>
    <w:rsid w:val="00657A38"/>
    <w:rsid w:val="00657E12"/>
    <w:rsid w:val="00662C74"/>
    <w:rsid w:val="00663B67"/>
    <w:rsid w:val="00663BD0"/>
    <w:rsid w:val="00664F49"/>
    <w:rsid w:val="00666F3F"/>
    <w:rsid w:val="00670A88"/>
    <w:rsid w:val="0067200E"/>
    <w:rsid w:val="0067200F"/>
    <w:rsid w:val="006723A8"/>
    <w:rsid w:val="00672BF3"/>
    <w:rsid w:val="00672C7D"/>
    <w:rsid w:val="006737F8"/>
    <w:rsid w:val="00675AE5"/>
    <w:rsid w:val="0067669A"/>
    <w:rsid w:val="006768A3"/>
    <w:rsid w:val="00680101"/>
    <w:rsid w:val="00680141"/>
    <w:rsid w:val="006805F8"/>
    <w:rsid w:val="006808FD"/>
    <w:rsid w:val="006828DE"/>
    <w:rsid w:val="00686925"/>
    <w:rsid w:val="0069007B"/>
    <w:rsid w:val="006904A0"/>
    <w:rsid w:val="0069084B"/>
    <w:rsid w:val="00692612"/>
    <w:rsid w:val="00692BE3"/>
    <w:rsid w:val="006968A2"/>
    <w:rsid w:val="006971E7"/>
    <w:rsid w:val="0069720A"/>
    <w:rsid w:val="006974C1"/>
    <w:rsid w:val="0069766E"/>
    <w:rsid w:val="006A0517"/>
    <w:rsid w:val="006A10A1"/>
    <w:rsid w:val="006A145E"/>
    <w:rsid w:val="006A1AE4"/>
    <w:rsid w:val="006A1C21"/>
    <w:rsid w:val="006A243A"/>
    <w:rsid w:val="006A2588"/>
    <w:rsid w:val="006A2A54"/>
    <w:rsid w:val="006A3321"/>
    <w:rsid w:val="006A393C"/>
    <w:rsid w:val="006A5CF5"/>
    <w:rsid w:val="006A6907"/>
    <w:rsid w:val="006B077C"/>
    <w:rsid w:val="006B19F7"/>
    <w:rsid w:val="006B1AE9"/>
    <w:rsid w:val="006B1B30"/>
    <w:rsid w:val="006B20A6"/>
    <w:rsid w:val="006C053F"/>
    <w:rsid w:val="006C0892"/>
    <w:rsid w:val="006C1469"/>
    <w:rsid w:val="006C1EE2"/>
    <w:rsid w:val="006C294A"/>
    <w:rsid w:val="006C3801"/>
    <w:rsid w:val="006C5529"/>
    <w:rsid w:val="006C66C5"/>
    <w:rsid w:val="006C68CC"/>
    <w:rsid w:val="006D0182"/>
    <w:rsid w:val="006D08B3"/>
    <w:rsid w:val="006D0D03"/>
    <w:rsid w:val="006D1BB8"/>
    <w:rsid w:val="006D1DA5"/>
    <w:rsid w:val="006D2754"/>
    <w:rsid w:val="006D2998"/>
    <w:rsid w:val="006D29D0"/>
    <w:rsid w:val="006D3C90"/>
    <w:rsid w:val="006D4593"/>
    <w:rsid w:val="006D5162"/>
    <w:rsid w:val="006D5174"/>
    <w:rsid w:val="006D5541"/>
    <w:rsid w:val="006D5D9F"/>
    <w:rsid w:val="006D645D"/>
    <w:rsid w:val="006D6A66"/>
    <w:rsid w:val="006D79CD"/>
    <w:rsid w:val="006E1ECA"/>
    <w:rsid w:val="006E21C4"/>
    <w:rsid w:val="006E2D7C"/>
    <w:rsid w:val="006E4064"/>
    <w:rsid w:val="006E4946"/>
    <w:rsid w:val="006E4D7C"/>
    <w:rsid w:val="006E6000"/>
    <w:rsid w:val="006F04D2"/>
    <w:rsid w:val="006F0961"/>
    <w:rsid w:val="006F0C8F"/>
    <w:rsid w:val="006F13DC"/>
    <w:rsid w:val="006F1F6C"/>
    <w:rsid w:val="006F4CDB"/>
    <w:rsid w:val="006F557E"/>
    <w:rsid w:val="007004DA"/>
    <w:rsid w:val="0070091B"/>
    <w:rsid w:val="00701741"/>
    <w:rsid w:val="0070235D"/>
    <w:rsid w:val="00702386"/>
    <w:rsid w:val="00702D7D"/>
    <w:rsid w:val="00703409"/>
    <w:rsid w:val="007115A7"/>
    <w:rsid w:val="00712AF0"/>
    <w:rsid w:val="007131B4"/>
    <w:rsid w:val="00713446"/>
    <w:rsid w:val="00714E67"/>
    <w:rsid w:val="007150B8"/>
    <w:rsid w:val="007153CE"/>
    <w:rsid w:val="00715D9C"/>
    <w:rsid w:val="007176DB"/>
    <w:rsid w:val="007202DF"/>
    <w:rsid w:val="00723EBB"/>
    <w:rsid w:val="00724FF0"/>
    <w:rsid w:val="00725A0E"/>
    <w:rsid w:val="007267EC"/>
    <w:rsid w:val="00730268"/>
    <w:rsid w:val="0073098E"/>
    <w:rsid w:val="00733180"/>
    <w:rsid w:val="007331A5"/>
    <w:rsid w:val="00733B2F"/>
    <w:rsid w:val="00733B3B"/>
    <w:rsid w:val="00733F5A"/>
    <w:rsid w:val="00734F6E"/>
    <w:rsid w:val="00735060"/>
    <w:rsid w:val="007354AD"/>
    <w:rsid w:val="00740265"/>
    <w:rsid w:val="00741F79"/>
    <w:rsid w:val="0074214A"/>
    <w:rsid w:val="007431FE"/>
    <w:rsid w:val="00743A3B"/>
    <w:rsid w:val="00745404"/>
    <w:rsid w:val="00745405"/>
    <w:rsid w:val="0074559D"/>
    <w:rsid w:val="00746670"/>
    <w:rsid w:val="007467EB"/>
    <w:rsid w:val="00746A9D"/>
    <w:rsid w:val="00751F4D"/>
    <w:rsid w:val="00752D36"/>
    <w:rsid w:val="00752F42"/>
    <w:rsid w:val="007535F3"/>
    <w:rsid w:val="00753E34"/>
    <w:rsid w:val="00754607"/>
    <w:rsid w:val="00754AB8"/>
    <w:rsid w:val="00755572"/>
    <w:rsid w:val="00755795"/>
    <w:rsid w:val="00755FDE"/>
    <w:rsid w:val="00757900"/>
    <w:rsid w:val="0076107D"/>
    <w:rsid w:val="00761B14"/>
    <w:rsid w:val="0076374C"/>
    <w:rsid w:val="00764957"/>
    <w:rsid w:val="007652A4"/>
    <w:rsid w:val="007653A9"/>
    <w:rsid w:val="00765A07"/>
    <w:rsid w:val="00765C0C"/>
    <w:rsid w:val="0077049B"/>
    <w:rsid w:val="0077494D"/>
    <w:rsid w:val="00777E19"/>
    <w:rsid w:val="007822AC"/>
    <w:rsid w:val="0078268F"/>
    <w:rsid w:val="00782C47"/>
    <w:rsid w:val="007835BD"/>
    <w:rsid w:val="0078505B"/>
    <w:rsid w:val="00785982"/>
    <w:rsid w:val="00786690"/>
    <w:rsid w:val="00793660"/>
    <w:rsid w:val="007937AA"/>
    <w:rsid w:val="00793FA4"/>
    <w:rsid w:val="007949DD"/>
    <w:rsid w:val="00794C1E"/>
    <w:rsid w:val="007952EC"/>
    <w:rsid w:val="00795686"/>
    <w:rsid w:val="007958C5"/>
    <w:rsid w:val="007976F7"/>
    <w:rsid w:val="00797F7B"/>
    <w:rsid w:val="007A22A2"/>
    <w:rsid w:val="007A3845"/>
    <w:rsid w:val="007A4189"/>
    <w:rsid w:val="007A4A71"/>
    <w:rsid w:val="007A6002"/>
    <w:rsid w:val="007A6ED4"/>
    <w:rsid w:val="007A7680"/>
    <w:rsid w:val="007B2030"/>
    <w:rsid w:val="007B363E"/>
    <w:rsid w:val="007B372D"/>
    <w:rsid w:val="007B43CE"/>
    <w:rsid w:val="007B56FA"/>
    <w:rsid w:val="007B62B3"/>
    <w:rsid w:val="007B63C5"/>
    <w:rsid w:val="007B6605"/>
    <w:rsid w:val="007C0ED4"/>
    <w:rsid w:val="007C23D7"/>
    <w:rsid w:val="007C32AF"/>
    <w:rsid w:val="007C4690"/>
    <w:rsid w:val="007C534F"/>
    <w:rsid w:val="007C7CCA"/>
    <w:rsid w:val="007C7DC0"/>
    <w:rsid w:val="007C7F64"/>
    <w:rsid w:val="007D0A4B"/>
    <w:rsid w:val="007D117B"/>
    <w:rsid w:val="007D17CB"/>
    <w:rsid w:val="007D20FF"/>
    <w:rsid w:val="007D35F6"/>
    <w:rsid w:val="007D3832"/>
    <w:rsid w:val="007E0C34"/>
    <w:rsid w:val="007E12AD"/>
    <w:rsid w:val="007E178A"/>
    <w:rsid w:val="007E3714"/>
    <w:rsid w:val="007E3964"/>
    <w:rsid w:val="007E483E"/>
    <w:rsid w:val="007E6334"/>
    <w:rsid w:val="007E7A1F"/>
    <w:rsid w:val="007F0B7E"/>
    <w:rsid w:val="007F1A27"/>
    <w:rsid w:val="007F5D5D"/>
    <w:rsid w:val="007F6F60"/>
    <w:rsid w:val="007F788B"/>
    <w:rsid w:val="008005C8"/>
    <w:rsid w:val="00800CD2"/>
    <w:rsid w:val="00805430"/>
    <w:rsid w:val="00807100"/>
    <w:rsid w:val="00807A99"/>
    <w:rsid w:val="00810712"/>
    <w:rsid w:val="008135E9"/>
    <w:rsid w:val="0081376B"/>
    <w:rsid w:val="00815D52"/>
    <w:rsid w:val="008169FC"/>
    <w:rsid w:val="00816D9D"/>
    <w:rsid w:val="00817C62"/>
    <w:rsid w:val="008200E2"/>
    <w:rsid w:val="00821F41"/>
    <w:rsid w:val="008239F9"/>
    <w:rsid w:val="008255F4"/>
    <w:rsid w:val="00825A15"/>
    <w:rsid w:val="008275E4"/>
    <w:rsid w:val="00832923"/>
    <w:rsid w:val="00833015"/>
    <w:rsid w:val="008354CE"/>
    <w:rsid w:val="00841D27"/>
    <w:rsid w:val="00842196"/>
    <w:rsid w:val="00843589"/>
    <w:rsid w:val="00843E20"/>
    <w:rsid w:val="00844787"/>
    <w:rsid w:val="008456A8"/>
    <w:rsid w:val="0084694D"/>
    <w:rsid w:val="0084704C"/>
    <w:rsid w:val="00847DA6"/>
    <w:rsid w:val="0085026C"/>
    <w:rsid w:val="00850596"/>
    <w:rsid w:val="00851997"/>
    <w:rsid w:val="00851E49"/>
    <w:rsid w:val="00852BDC"/>
    <w:rsid w:val="008531BD"/>
    <w:rsid w:val="0085392C"/>
    <w:rsid w:val="00853D9F"/>
    <w:rsid w:val="008540C5"/>
    <w:rsid w:val="00854429"/>
    <w:rsid w:val="00854CA7"/>
    <w:rsid w:val="00855106"/>
    <w:rsid w:val="0085596D"/>
    <w:rsid w:val="0085598B"/>
    <w:rsid w:val="00857135"/>
    <w:rsid w:val="0086272B"/>
    <w:rsid w:val="00864044"/>
    <w:rsid w:val="00864FEC"/>
    <w:rsid w:val="00865BAC"/>
    <w:rsid w:val="008705C9"/>
    <w:rsid w:val="00872B21"/>
    <w:rsid w:val="008736D3"/>
    <w:rsid w:val="00877796"/>
    <w:rsid w:val="00877809"/>
    <w:rsid w:val="00877E90"/>
    <w:rsid w:val="0088035A"/>
    <w:rsid w:val="0088108C"/>
    <w:rsid w:val="008817DA"/>
    <w:rsid w:val="008818A8"/>
    <w:rsid w:val="00883961"/>
    <w:rsid w:val="00884B06"/>
    <w:rsid w:val="00885538"/>
    <w:rsid w:val="00885A84"/>
    <w:rsid w:val="00886C1A"/>
    <w:rsid w:val="00890239"/>
    <w:rsid w:val="008910FB"/>
    <w:rsid w:val="008916FB"/>
    <w:rsid w:val="0089324B"/>
    <w:rsid w:val="0089489C"/>
    <w:rsid w:val="00894DC6"/>
    <w:rsid w:val="008978DD"/>
    <w:rsid w:val="008A04BD"/>
    <w:rsid w:val="008A0575"/>
    <w:rsid w:val="008A0C61"/>
    <w:rsid w:val="008A1D69"/>
    <w:rsid w:val="008A204F"/>
    <w:rsid w:val="008A22F7"/>
    <w:rsid w:val="008A25DC"/>
    <w:rsid w:val="008A3E43"/>
    <w:rsid w:val="008A477D"/>
    <w:rsid w:val="008A577E"/>
    <w:rsid w:val="008A5AB2"/>
    <w:rsid w:val="008A6363"/>
    <w:rsid w:val="008A6965"/>
    <w:rsid w:val="008A7342"/>
    <w:rsid w:val="008A76A0"/>
    <w:rsid w:val="008B0595"/>
    <w:rsid w:val="008B2507"/>
    <w:rsid w:val="008B4338"/>
    <w:rsid w:val="008B50BD"/>
    <w:rsid w:val="008B749A"/>
    <w:rsid w:val="008C00D4"/>
    <w:rsid w:val="008C0AB0"/>
    <w:rsid w:val="008C392C"/>
    <w:rsid w:val="008C44E0"/>
    <w:rsid w:val="008C52F0"/>
    <w:rsid w:val="008C5B86"/>
    <w:rsid w:val="008C6816"/>
    <w:rsid w:val="008C6A2A"/>
    <w:rsid w:val="008C6B02"/>
    <w:rsid w:val="008D1772"/>
    <w:rsid w:val="008D20D6"/>
    <w:rsid w:val="008D26CB"/>
    <w:rsid w:val="008D3D0E"/>
    <w:rsid w:val="008E0355"/>
    <w:rsid w:val="008E04C5"/>
    <w:rsid w:val="008E0B37"/>
    <w:rsid w:val="008E1541"/>
    <w:rsid w:val="008E1A42"/>
    <w:rsid w:val="008E213B"/>
    <w:rsid w:val="008E23CC"/>
    <w:rsid w:val="008E2701"/>
    <w:rsid w:val="008E272F"/>
    <w:rsid w:val="008E2943"/>
    <w:rsid w:val="008E2BDA"/>
    <w:rsid w:val="008E317D"/>
    <w:rsid w:val="008E34C5"/>
    <w:rsid w:val="008E3C03"/>
    <w:rsid w:val="008E40DE"/>
    <w:rsid w:val="008E437B"/>
    <w:rsid w:val="008E5F64"/>
    <w:rsid w:val="008E6263"/>
    <w:rsid w:val="008E6F5B"/>
    <w:rsid w:val="008F01D3"/>
    <w:rsid w:val="008F05A4"/>
    <w:rsid w:val="008F0DFD"/>
    <w:rsid w:val="008F43EE"/>
    <w:rsid w:val="008F4AC9"/>
    <w:rsid w:val="008F4CD6"/>
    <w:rsid w:val="008F628E"/>
    <w:rsid w:val="008F64F6"/>
    <w:rsid w:val="008F6918"/>
    <w:rsid w:val="00903746"/>
    <w:rsid w:val="0090467C"/>
    <w:rsid w:val="009055E4"/>
    <w:rsid w:val="00906480"/>
    <w:rsid w:val="00907892"/>
    <w:rsid w:val="0091106A"/>
    <w:rsid w:val="00911396"/>
    <w:rsid w:val="00911980"/>
    <w:rsid w:val="00912174"/>
    <w:rsid w:val="00912663"/>
    <w:rsid w:val="009126EE"/>
    <w:rsid w:val="00912B46"/>
    <w:rsid w:val="00912ED9"/>
    <w:rsid w:val="009131C0"/>
    <w:rsid w:val="00913235"/>
    <w:rsid w:val="0091324C"/>
    <w:rsid w:val="00914A86"/>
    <w:rsid w:val="009150EA"/>
    <w:rsid w:val="00916B44"/>
    <w:rsid w:val="00917A1D"/>
    <w:rsid w:val="00922024"/>
    <w:rsid w:val="00922BDD"/>
    <w:rsid w:val="009236CF"/>
    <w:rsid w:val="00923ECB"/>
    <w:rsid w:val="00924390"/>
    <w:rsid w:val="009243CD"/>
    <w:rsid w:val="009243DF"/>
    <w:rsid w:val="00924C94"/>
    <w:rsid w:val="00925CD1"/>
    <w:rsid w:val="0092654A"/>
    <w:rsid w:val="00927BCD"/>
    <w:rsid w:val="00930E7A"/>
    <w:rsid w:val="00931083"/>
    <w:rsid w:val="00934DD1"/>
    <w:rsid w:val="00934E7A"/>
    <w:rsid w:val="00937357"/>
    <w:rsid w:val="00937536"/>
    <w:rsid w:val="00937561"/>
    <w:rsid w:val="009400F1"/>
    <w:rsid w:val="009406B3"/>
    <w:rsid w:val="00942CB7"/>
    <w:rsid w:val="00943A5B"/>
    <w:rsid w:val="00944B61"/>
    <w:rsid w:val="00945FC0"/>
    <w:rsid w:val="00947400"/>
    <w:rsid w:val="0095367A"/>
    <w:rsid w:val="009539F2"/>
    <w:rsid w:val="00953B77"/>
    <w:rsid w:val="00953C2D"/>
    <w:rsid w:val="009546AE"/>
    <w:rsid w:val="00956122"/>
    <w:rsid w:val="00956A96"/>
    <w:rsid w:val="00957D96"/>
    <w:rsid w:val="0096026C"/>
    <w:rsid w:val="00960C1F"/>
    <w:rsid w:val="009623FB"/>
    <w:rsid w:val="00962DE6"/>
    <w:rsid w:val="00964AA4"/>
    <w:rsid w:val="00965DB0"/>
    <w:rsid w:val="009663C6"/>
    <w:rsid w:val="00966CFF"/>
    <w:rsid w:val="00966D03"/>
    <w:rsid w:val="00970DAD"/>
    <w:rsid w:val="009717DF"/>
    <w:rsid w:val="009725D9"/>
    <w:rsid w:val="00973248"/>
    <w:rsid w:val="00973C8D"/>
    <w:rsid w:val="00974564"/>
    <w:rsid w:val="00974C12"/>
    <w:rsid w:val="00974FC5"/>
    <w:rsid w:val="009756AA"/>
    <w:rsid w:val="00975752"/>
    <w:rsid w:val="009760B0"/>
    <w:rsid w:val="00976586"/>
    <w:rsid w:val="00977C7F"/>
    <w:rsid w:val="00977EF6"/>
    <w:rsid w:val="009806B4"/>
    <w:rsid w:val="00980CC5"/>
    <w:rsid w:val="00981209"/>
    <w:rsid w:val="009817E9"/>
    <w:rsid w:val="00981C6E"/>
    <w:rsid w:val="00982C7A"/>
    <w:rsid w:val="0098356F"/>
    <w:rsid w:val="009862F0"/>
    <w:rsid w:val="00986B0C"/>
    <w:rsid w:val="009871C2"/>
    <w:rsid w:val="00987CBF"/>
    <w:rsid w:val="00992861"/>
    <w:rsid w:val="0099341A"/>
    <w:rsid w:val="00993845"/>
    <w:rsid w:val="00993FE1"/>
    <w:rsid w:val="0099464F"/>
    <w:rsid w:val="00996246"/>
    <w:rsid w:val="00997B3B"/>
    <w:rsid w:val="009A0AD7"/>
    <w:rsid w:val="009A1907"/>
    <w:rsid w:val="009A1A91"/>
    <w:rsid w:val="009A3716"/>
    <w:rsid w:val="009A4C0C"/>
    <w:rsid w:val="009A4F05"/>
    <w:rsid w:val="009A50D4"/>
    <w:rsid w:val="009B13BD"/>
    <w:rsid w:val="009B167D"/>
    <w:rsid w:val="009B1F25"/>
    <w:rsid w:val="009B465C"/>
    <w:rsid w:val="009B54D7"/>
    <w:rsid w:val="009B61D1"/>
    <w:rsid w:val="009B6436"/>
    <w:rsid w:val="009B7BD2"/>
    <w:rsid w:val="009C0CFA"/>
    <w:rsid w:val="009C1892"/>
    <w:rsid w:val="009C200B"/>
    <w:rsid w:val="009C23FA"/>
    <w:rsid w:val="009C41CE"/>
    <w:rsid w:val="009C4B39"/>
    <w:rsid w:val="009C4CD9"/>
    <w:rsid w:val="009C4FD2"/>
    <w:rsid w:val="009C5621"/>
    <w:rsid w:val="009C56E9"/>
    <w:rsid w:val="009C59CD"/>
    <w:rsid w:val="009C685F"/>
    <w:rsid w:val="009D0576"/>
    <w:rsid w:val="009D0A31"/>
    <w:rsid w:val="009D21F1"/>
    <w:rsid w:val="009D2293"/>
    <w:rsid w:val="009D275E"/>
    <w:rsid w:val="009D27BF"/>
    <w:rsid w:val="009D2F55"/>
    <w:rsid w:val="009D4103"/>
    <w:rsid w:val="009D4FCE"/>
    <w:rsid w:val="009D4FD1"/>
    <w:rsid w:val="009D523E"/>
    <w:rsid w:val="009D5636"/>
    <w:rsid w:val="009D61AD"/>
    <w:rsid w:val="009D632D"/>
    <w:rsid w:val="009D6ACA"/>
    <w:rsid w:val="009D7D01"/>
    <w:rsid w:val="009E0D09"/>
    <w:rsid w:val="009E1260"/>
    <w:rsid w:val="009E1C27"/>
    <w:rsid w:val="009E2102"/>
    <w:rsid w:val="009E4069"/>
    <w:rsid w:val="009E4420"/>
    <w:rsid w:val="009E47D2"/>
    <w:rsid w:val="009E5702"/>
    <w:rsid w:val="009E5B9A"/>
    <w:rsid w:val="009E5D81"/>
    <w:rsid w:val="009E6F67"/>
    <w:rsid w:val="009E7243"/>
    <w:rsid w:val="009F211D"/>
    <w:rsid w:val="009F2CED"/>
    <w:rsid w:val="009F2E72"/>
    <w:rsid w:val="009F3933"/>
    <w:rsid w:val="009F5863"/>
    <w:rsid w:val="009F5E98"/>
    <w:rsid w:val="00A0033B"/>
    <w:rsid w:val="00A005EF"/>
    <w:rsid w:val="00A009BD"/>
    <w:rsid w:val="00A00A11"/>
    <w:rsid w:val="00A00B19"/>
    <w:rsid w:val="00A015B9"/>
    <w:rsid w:val="00A02F5F"/>
    <w:rsid w:val="00A030F5"/>
    <w:rsid w:val="00A036C9"/>
    <w:rsid w:val="00A03A49"/>
    <w:rsid w:val="00A03C05"/>
    <w:rsid w:val="00A044A4"/>
    <w:rsid w:val="00A050D7"/>
    <w:rsid w:val="00A06748"/>
    <w:rsid w:val="00A10142"/>
    <w:rsid w:val="00A10CAA"/>
    <w:rsid w:val="00A11257"/>
    <w:rsid w:val="00A120E8"/>
    <w:rsid w:val="00A1367D"/>
    <w:rsid w:val="00A1591D"/>
    <w:rsid w:val="00A16019"/>
    <w:rsid w:val="00A16281"/>
    <w:rsid w:val="00A170D3"/>
    <w:rsid w:val="00A1713C"/>
    <w:rsid w:val="00A17CCE"/>
    <w:rsid w:val="00A17DB8"/>
    <w:rsid w:val="00A2025E"/>
    <w:rsid w:val="00A2088A"/>
    <w:rsid w:val="00A22551"/>
    <w:rsid w:val="00A235CD"/>
    <w:rsid w:val="00A2378B"/>
    <w:rsid w:val="00A24879"/>
    <w:rsid w:val="00A24C40"/>
    <w:rsid w:val="00A24D3F"/>
    <w:rsid w:val="00A264AD"/>
    <w:rsid w:val="00A26874"/>
    <w:rsid w:val="00A26E68"/>
    <w:rsid w:val="00A27874"/>
    <w:rsid w:val="00A27ECF"/>
    <w:rsid w:val="00A313B4"/>
    <w:rsid w:val="00A32138"/>
    <w:rsid w:val="00A34DB9"/>
    <w:rsid w:val="00A357B5"/>
    <w:rsid w:val="00A3596D"/>
    <w:rsid w:val="00A400DE"/>
    <w:rsid w:val="00A40292"/>
    <w:rsid w:val="00A40410"/>
    <w:rsid w:val="00A417F9"/>
    <w:rsid w:val="00A41863"/>
    <w:rsid w:val="00A42942"/>
    <w:rsid w:val="00A42F90"/>
    <w:rsid w:val="00A43F6A"/>
    <w:rsid w:val="00A4414C"/>
    <w:rsid w:val="00A44D0A"/>
    <w:rsid w:val="00A44F19"/>
    <w:rsid w:val="00A50063"/>
    <w:rsid w:val="00A502F9"/>
    <w:rsid w:val="00A5037A"/>
    <w:rsid w:val="00A5140D"/>
    <w:rsid w:val="00A516FD"/>
    <w:rsid w:val="00A5172A"/>
    <w:rsid w:val="00A51B0E"/>
    <w:rsid w:val="00A51D11"/>
    <w:rsid w:val="00A53000"/>
    <w:rsid w:val="00A54234"/>
    <w:rsid w:val="00A54E59"/>
    <w:rsid w:val="00A56EA3"/>
    <w:rsid w:val="00A57E25"/>
    <w:rsid w:val="00A6043C"/>
    <w:rsid w:val="00A604E6"/>
    <w:rsid w:val="00A6431D"/>
    <w:rsid w:val="00A64322"/>
    <w:rsid w:val="00A6575B"/>
    <w:rsid w:val="00A66BAB"/>
    <w:rsid w:val="00A71D45"/>
    <w:rsid w:val="00A72286"/>
    <w:rsid w:val="00A722D3"/>
    <w:rsid w:val="00A73EA7"/>
    <w:rsid w:val="00A746D0"/>
    <w:rsid w:val="00A75624"/>
    <w:rsid w:val="00A7574F"/>
    <w:rsid w:val="00A75D24"/>
    <w:rsid w:val="00A76122"/>
    <w:rsid w:val="00A76372"/>
    <w:rsid w:val="00A80437"/>
    <w:rsid w:val="00A8061E"/>
    <w:rsid w:val="00A81D5B"/>
    <w:rsid w:val="00A8244B"/>
    <w:rsid w:val="00A8285D"/>
    <w:rsid w:val="00A82886"/>
    <w:rsid w:val="00A8480D"/>
    <w:rsid w:val="00A8624A"/>
    <w:rsid w:val="00A868B2"/>
    <w:rsid w:val="00A871DD"/>
    <w:rsid w:val="00A87781"/>
    <w:rsid w:val="00A8791E"/>
    <w:rsid w:val="00A87DC7"/>
    <w:rsid w:val="00A927DE"/>
    <w:rsid w:val="00A9518C"/>
    <w:rsid w:val="00A95AF8"/>
    <w:rsid w:val="00A95DC6"/>
    <w:rsid w:val="00A971FD"/>
    <w:rsid w:val="00AA0B2E"/>
    <w:rsid w:val="00AA0DFB"/>
    <w:rsid w:val="00AA24A0"/>
    <w:rsid w:val="00AA2BA4"/>
    <w:rsid w:val="00AA2BB1"/>
    <w:rsid w:val="00AA30F7"/>
    <w:rsid w:val="00AA328C"/>
    <w:rsid w:val="00AA4181"/>
    <w:rsid w:val="00AB285D"/>
    <w:rsid w:val="00AB2E06"/>
    <w:rsid w:val="00AB3B6A"/>
    <w:rsid w:val="00AB4FE4"/>
    <w:rsid w:val="00AB5323"/>
    <w:rsid w:val="00AB55DE"/>
    <w:rsid w:val="00AB5B3F"/>
    <w:rsid w:val="00AB5C91"/>
    <w:rsid w:val="00AB76EA"/>
    <w:rsid w:val="00AB7727"/>
    <w:rsid w:val="00AC0742"/>
    <w:rsid w:val="00AC3591"/>
    <w:rsid w:val="00AC4B4F"/>
    <w:rsid w:val="00AC6AA9"/>
    <w:rsid w:val="00AC78C5"/>
    <w:rsid w:val="00AD1438"/>
    <w:rsid w:val="00AD29DB"/>
    <w:rsid w:val="00AD3B0F"/>
    <w:rsid w:val="00AD3CDF"/>
    <w:rsid w:val="00AD3FEE"/>
    <w:rsid w:val="00AD55E0"/>
    <w:rsid w:val="00AD5681"/>
    <w:rsid w:val="00AD71C2"/>
    <w:rsid w:val="00AE06F8"/>
    <w:rsid w:val="00AE0845"/>
    <w:rsid w:val="00AE1176"/>
    <w:rsid w:val="00AE11E2"/>
    <w:rsid w:val="00AE16BC"/>
    <w:rsid w:val="00AE4469"/>
    <w:rsid w:val="00AE4E29"/>
    <w:rsid w:val="00AE5AAE"/>
    <w:rsid w:val="00AE6BBD"/>
    <w:rsid w:val="00AE727F"/>
    <w:rsid w:val="00AF0E19"/>
    <w:rsid w:val="00AF4C0E"/>
    <w:rsid w:val="00B01558"/>
    <w:rsid w:val="00B045AC"/>
    <w:rsid w:val="00B04BB9"/>
    <w:rsid w:val="00B05F5C"/>
    <w:rsid w:val="00B070B3"/>
    <w:rsid w:val="00B079DA"/>
    <w:rsid w:val="00B07A2F"/>
    <w:rsid w:val="00B07C82"/>
    <w:rsid w:val="00B07D17"/>
    <w:rsid w:val="00B10AEF"/>
    <w:rsid w:val="00B11032"/>
    <w:rsid w:val="00B11203"/>
    <w:rsid w:val="00B122B7"/>
    <w:rsid w:val="00B13291"/>
    <w:rsid w:val="00B13910"/>
    <w:rsid w:val="00B202D2"/>
    <w:rsid w:val="00B207A5"/>
    <w:rsid w:val="00B219B6"/>
    <w:rsid w:val="00B22C4B"/>
    <w:rsid w:val="00B2528B"/>
    <w:rsid w:val="00B2664D"/>
    <w:rsid w:val="00B27210"/>
    <w:rsid w:val="00B313C4"/>
    <w:rsid w:val="00B31796"/>
    <w:rsid w:val="00B31C63"/>
    <w:rsid w:val="00B3211E"/>
    <w:rsid w:val="00B32E1F"/>
    <w:rsid w:val="00B341B7"/>
    <w:rsid w:val="00B36B55"/>
    <w:rsid w:val="00B371E6"/>
    <w:rsid w:val="00B40444"/>
    <w:rsid w:val="00B40763"/>
    <w:rsid w:val="00B41A1E"/>
    <w:rsid w:val="00B41F5A"/>
    <w:rsid w:val="00B42116"/>
    <w:rsid w:val="00B4397B"/>
    <w:rsid w:val="00B43D9F"/>
    <w:rsid w:val="00B4689F"/>
    <w:rsid w:val="00B4699C"/>
    <w:rsid w:val="00B52695"/>
    <w:rsid w:val="00B531E4"/>
    <w:rsid w:val="00B5326D"/>
    <w:rsid w:val="00B54898"/>
    <w:rsid w:val="00B54C38"/>
    <w:rsid w:val="00B5647A"/>
    <w:rsid w:val="00B5742D"/>
    <w:rsid w:val="00B600EA"/>
    <w:rsid w:val="00B6183C"/>
    <w:rsid w:val="00B62904"/>
    <w:rsid w:val="00B62F96"/>
    <w:rsid w:val="00B646E8"/>
    <w:rsid w:val="00B6567B"/>
    <w:rsid w:val="00B661B7"/>
    <w:rsid w:val="00B6629B"/>
    <w:rsid w:val="00B67F3B"/>
    <w:rsid w:val="00B70DEC"/>
    <w:rsid w:val="00B7318D"/>
    <w:rsid w:val="00B7386D"/>
    <w:rsid w:val="00B73C6D"/>
    <w:rsid w:val="00B767E3"/>
    <w:rsid w:val="00B76E27"/>
    <w:rsid w:val="00B7717C"/>
    <w:rsid w:val="00B77360"/>
    <w:rsid w:val="00B774A4"/>
    <w:rsid w:val="00B80FF9"/>
    <w:rsid w:val="00B81A92"/>
    <w:rsid w:val="00B82690"/>
    <w:rsid w:val="00B82B21"/>
    <w:rsid w:val="00B82B6D"/>
    <w:rsid w:val="00B82E56"/>
    <w:rsid w:val="00B82FE7"/>
    <w:rsid w:val="00B84268"/>
    <w:rsid w:val="00B8490D"/>
    <w:rsid w:val="00B84DB8"/>
    <w:rsid w:val="00B85032"/>
    <w:rsid w:val="00B86566"/>
    <w:rsid w:val="00B868A5"/>
    <w:rsid w:val="00B91410"/>
    <w:rsid w:val="00B91AAA"/>
    <w:rsid w:val="00B92294"/>
    <w:rsid w:val="00B94DBA"/>
    <w:rsid w:val="00B9561C"/>
    <w:rsid w:val="00B96866"/>
    <w:rsid w:val="00B969C1"/>
    <w:rsid w:val="00B97C74"/>
    <w:rsid w:val="00BA0AC1"/>
    <w:rsid w:val="00BA0C57"/>
    <w:rsid w:val="00BA24B1"/>
    <w:rsid w:val="00BA3454"/>
    <w:rsid w:val="00BA4A5E"/>
    <w:rsid w:val="00BA4C50"/>
    <w:rsid w:val="00BA55DF"/>
    <w:rsid w:val="00BA6132"/>
    <w:rsid w:val="00BA695E"/>
    <w:rsid w:val="00BA6B01"/>
    <w:rsid w:val="00BA7EE1"/>
    <w:rsid w:val="00BB0F11"/>
    <w:rsid w:val="00BB14F7"/>
    <w:rsid w:val="00BB20A4"/>
    <w:rsid w:val="00BB3859"/>
    <w:rsid w:val="00BB3897"/>
    <w:rsid w:val="00BB38DF"/>
    <w:rsid w:val="00BB4445"/>
    <w:rsid w:val="00BB4A43"/>
    <w:rsid w:val="00BB58BD"/>
    <w:rsid w:val="00BB5A74"/>
    <w:rsid w:val="00BB5F2F"/>
    <w:rsid w:val="00BB66D0"/>
    <w:rsid w:val="00BB77D2"/>
    <w:rsid w:val="00BB793F"/>
    <w:rsid w:val="00BC14FE"/>
    <w:rsid w:val="00BC1970"/>
    <w:rsid w:val="00BC216A"/>
    <w:rsid w:val="00BC278E"/>
    <w:rsid w:val="00BC30BE"/>
    <w:rsid w:val="00BC38F7"/>
    <w:rsid w:val="00BC44AD"/>
    <w:rsid w:val="00BC4898"/>
    <w:rsid w:val="00BC48A3"/>
    <w:rsid w:val="00BC5309"/>
    <w:rsid w:val="00BD1629"/>
    <w:rsid w:val="00BD2284"/>
    <w:rsid w:val="00BD3767"/>
    <w:rsid w:val="00BD5938"/>
    <w:rsid w:val="00BD68DA"/>
    <w:rsid w:val="00BD7D67"/>
    <w:rsid w:val="00BE0162"/>
    <w:rsid w:val="00BE160D"/>
    <w:rsid w:val="00BE2D95"/>
    <w:rsid w:val="00BE5A35"/>
    <w:rsid w:val="00BE5BC4"/>
    <w:rsid w:val="00BF0414"/>
    <w:rsid w:val="00BF2B5F"/>
    <w:rsid w:val="00BF2BEC"/>
    <w:rsid w:val="00BF3081"/>
    <w:rsid w:val="00BF3200"/>
    <w:rsid w:val="00BF4262"/>
    <w:rsid w:val="00BF4C8E"/>
    <w:rsid w:val="00BF4FD3"/>
    <w:rsid w:val="00BF5845"/>
    <w:rsid w:val="00BF60D9"/>
    <w:rsid w:val="00BF6A59"/>
    <w:rsid w:val="00C038F4"/>
    <w:rsid w:val="00C05199"/>
    <w:rsid w:val="00C05960"/>
    <w:rsid w:val="00C077CB"/>
    <w:rsid w:val="00C12008"/>
    <w:rsid w:val="00C12012"/>
    <w:rsid w:val="00C123C5"/>
    <w:rsid w:val="00C145D6"/>
    <w:rsid w:val="00C14E65"/>
    <w:rsid w:val="00C200F2"/>
    <w:rsid w:val="00C20E6F"/>
    <w:rsid w:val="00C20E97"/>
    <w:rsid w:val="00C21030"/>
    <w:rsid w:val="00C25409"/>
    <w:rsid w:val="00C2615B"/>
    <w:rsid w:val="00C26504"/>
    <w:rsid w:val="00C27433"/>
    <w:rsid w:val="00C303D7"/>
    <w:rsid w:val="00C30979"/>
    <w:rsid w:val="00C3282F"/>
    <w:rsid w:val="00C32C66"/>
    <w:rsid w:val="00C33B17"/>
    <w:rsid w:val="00C33C1B"/>
    <w:rsid w:val="00C349D6"/>
    <w:rsid w:val="00C34E0D"/>
    <w:rsid w:val="00C3608C"/>
    <w:rsid w:val="00C369D8"/>
    <w:rsid w:val="00C36FD4"/>
    <w:rsid w:val="00C406E0"/>
    <w:rsid w:val="00C40AF9"/>
    <w:rsid w:val="00C40FFC"/>
    <w:rsid w:val="00C41E5C"/>
    <w:rsid w:val="00C41F27"/>
    <w:rsid w:val="00C4258E"/>
    <w:rsid w:val="00C43CF9"/>
    <w:rsid w:val="00C44EA3"/>
    <w:rsid w:val="00C451C3"/>
    <w:rsid w:val="00C45EDB"/>
    <w:rsid w:val="00C50540"/>
    <w:rsid w:val="00C50E86"/>
    <w:rsid w:val="00C53B52"/>
    <w:rsid w:val="00C5416F"/>
    <w:rsid w:val="00C5460D"/>
    <w:rsid w:val="00C54C7E"/>
    <w:rsid w:val="00C56C80"/>
    <w:rsid w:val="00C57466"/>
    <w:rsid w:val="00C577F1"/>
    <w:rsid w:val="00C57DE2"/>
    <w:rsid w:val="00C602A4"/>
    <w:rsid w:val="00C60706"/>
    <w:rsid w:val="00C64AE6"/>
    <w:rsid w:val="00C6545B"/>
    <w:rsid w:val="00C70CF6"/>
    <w:rsid w:val="00C72995"/>
    <w:rsid w:val="00C72E93"/>
    <w:rsid w:val="00C73A2D"/>
    <w:rsid w:val="00C743BC"/>
    <w:rsid w:val="00C74DCA"/>
    <w:rsid w:val="00C7729C"/>
    <w:rsid w:val="00C8055C"/>
    <w:rsid w:val="00C8100C"/>
    <w:rsid w:val="00C8262D"/>
    <w:rsid w:val="00C83279"/>
    <w:rsid w:val="00C83B8B"/>
    <w:rsid w:val="00C83F95"/>
    <w:rsid w:val="00C84C07"/>
    <w:rsid w:val="00C855EF"/>
    <w:rsid w:val="00C85D56"/>
    <w:rsid w:val="00C867F3"/>
    <w:rsid w:val="00C86EC9"/>
    <w:rsid w:val="00C8708B"/>
    <w:rsid w:val="00C8756E"/>
    <w:rsid w:val="00C87D66"/>
    <w:rsid w:val="00C900EB"/>
    <w:rsid w:val="00C911C3"/>
    <w:rsid w:val="00C91483"/>
    <w:rsid w:val="00C929CE"/>
    <w:rsid w:val="00C92AC7"/>
    <w:rsid w:val="00C931C8"/>
    <w:rsid w:val="00C94245"/>
    <w:rsid w:val="00C948CC"/>
    <w:rsid w:val="00C95287"/>
    <w:rsid w:val="00C973E7"/>
    <w:rsid w:val="00C97F1D"/>
    <w:rsid w:val="00CA008D"/>
    <w:rsid w:val="00CA3B68"/>
    <w:rsid w:val="00CA3CDD"/>
    <w:rsid w:val="00CA434F"/>
    <w:rsid w:val="00CA4935"/>
    <w:rsid w:val="00CA79E4"/>
    <w:rsid w:val="00CB0E7E"/>
    <w:rsid w:val="00CB0F9D"/>
    <w:rsid w:val="00CB1AC5"/>
    <w:rsid w:val="00CB2F85"/>
    <w:rsid w:val="00CB3014"/>
    <w:rsid w:val="00CB661F"/>
    <w:rsid w:val="00CB69BC"/>
    <w:rsid w:val="00CB70C7"/>
    <w:rsid w:val="00CB77D7"/>
    <w:rsid w:val="00CC031E"/>
    <w:rsid w:val="00CC13DE"/>
    <w:rsid w:val="00CC19E3"/>
    <w:rsid w:val="00CC2BC9"/>
    <w:rsid w:val="00CC2FEE"/>
    <w:rsid w:val="00CC3849"/>
    <w:rsid w:val="00CC44A7"/>
    <w:rsid w:val="00CC5A85"/>
    <w:rsid w:val="00CC5DAB"/>
    <w:rsid w:val="00CC73F3"/>
    <w:rsid w:val="00CC7FEB"/>
    <w:rsid w:val="00CD0140"/>
    <w:rsid w:val="00CD1EBF"/>
    <w:rsid w:val="00CD23C8"/>
    <w:rsid w:val="00CD28B2"/>
    <w:rsid w:val="00CD2C0A"/>
    <w:rsid w:val="00CD3A9E"/>
    <w:rsid w:val="00CD464B"/>
    <w:rsid w:val="00CD5240"/>
    <w:rsid w:val="00CD5342"/>
    <w:rsid w:val="00CD61E7"/>
    <w:rsid w:val="00CD7A97"/>
    <w:rsid w:val="00CE1159"/>
    <w:rsid w:val="00CE3BB8"/>
    <w:rsid w:val="00CE4818"/>
    <w:rsid w:val="00CE513D"/>
    <w:rsid w:val="00CE63AE"/>
    <w:rsid w:val="00CE730A"/>
    <w:rsid w:val="00CE76F2"/>
    <w:rsid w:val="00CE7864"/>
    <w:rsid w:val="00CE7E38"/>
    <w:rsid w:val="00CF1FBF"/>
    <w:rsid w:val="00CF237C"/>
    <w:rsid w:val="00CF2C30"/>
    <w:rsid w:val="00CF37BD"/>
    <w:rsid w:val="00CF4D39"/>
    <w:rsid w:val="00CF53BC"/>
    <w:rsid w:val="00CF5F2F"/>
    <w:rsid w:val="00CF6163"/>
    <w:rsid w:val="00CF66E7"/>
    <w:rsid w:val="00D05284"/>
    <w:rsid w:val="00D061E5"/>
    <w:rsid w:val="00D063B4"/>
    <w:rsid w:val="00D10378"/>
    <w:rsid w:val="00D112EE"/>
    <w:rsid w:val="00D125D0"/>
    <w:rsid w:val="00D12742"/>
    <w:rsid w:val="00D127DC"/>
    <w:rsid w:val="00D12BF9"/>
    <w:rsid w:val="00D13085"/>
    <w:rsid w:val="00D13A76"/>
    <w:rsid w:val="00D14836"/>
    <w:rsid w:val="00D14AF4"/>
    <w:rsid w:val="00D155F0"/>
    <w:rsid w:val="00D15A62"/>
    <w:rsid w:val="00D15D49"/>
    <w:rsid w:val="00D164C3"/>
    <w:rsid w:val="00D171CC"/>
    <w:rsid w:val="00D17EC1"/>
    <w:rsid w:val="00D17FAF"/>
    <w:rsid w:val="00D20090"/>
    <w:rsid w:val="00D20101"/>
    <w:rsid w:val="00D203BF"/>
    <w:rsid w:val="00D205ED"/>
    <w:rsid w:val="00D20917"/>
    <w:rsid w:val="00D21C61"/>
    <w:rsid w:val="00D22066"/>
    <w:rsid w:val="00D221B6"/>
    <w:rsid w:val="00D23923"/>
    <w:rsid w:val="00D23E57"/>
    <w:rsid w:val="00D30CF1"/>
    <w:rsid w:val="00D336E2"/>
    <w:rsid w:val="00D340EB"/>
    <w:rsid w:val="00D35D83"/>
    <w:rsid w:val="00D369D9"/>
    <w:rsid w:val="00D36C2D"/>
    <w:rsid w:val="00D4152C"/>
    <w:rsid w:val="00D4295D"/>
    <w:rsid w:val="00D43559"/>
    <w:rsid w:val="00D43CC0"/>
    <w:rsid w:val="00D4445B"/>
    <w:rsid w:val="00D44C72"/>
    <w:rsid w:val="00D45A01"/>
    <w:rsid w:val="00D4695E"/>
    <w:rsid w:val="00D4740B"/>
    <w:rsid w:val="00D51493"/>
    <w:rsid w:val="00D5246E"/>
    <w:rsid w:val="00D52538"/>
    <w:rsid w:val="00D526DC"/>
    <w:rsid w:val="00D53810"/>
    <w:rsid w:val="00D544CE"/>
    <w:rsid w:val="00D55282"/>
    <w:rsid w:val="00D567F5"/>
    <w:rsid w:val="00D61686"/>
    <w:rsid w:val="00D635FB"/>
    <w:rsid w:val="00D638FB"/>
    <w:rsid w:val="00D642E0"/>
    <w:rsid w:val="00D66509"/>
    <w:rsid w:val="00D676DA"/>
    <w:rsid w:val="00D6795F"/>
    <w:rsid w:val="00D7055C"/>
    <w:rsid w:val="00D7067B"/>
    <w:rsid w:val="00D7122D"/>
    <w:rsid w:val="00D719C0"/>
    <w:rsid w:val="00D71F71"/>
    <w:rsid w:val="00D733FF"/>
    <w:rsid w:val="00D74448"/>
    <w:rsid w:val="00D74593"/>
    <w:rsid w:val="00D7468D"/>
    <w:rsid w:val="00D754F5"/>
    <w:rsid w:val="00D76978"/>
    <w:rsid w:val="00D76C1F"/>
    <w:rsid w:val="00D76CB1"/>
    <w:rsid w:val="00D8074D"/>
    <w:rsid w:val="00D833AA"/>
    <w:rsid w:val="00D83FD5"/>
    <w:rsid w:val="00D849AA"/>
    <w:rsid w:val="00D872F1"/>
    <w:rsid w:val="00D873CA"/>
    <w:rsid w:val="00D903AD"/>
    <w:rsid w:val="00D90AAB"/>
    <w:rsid w:val="00D92B58"/>
    <w:rsid w:val="00D94DBD"/>
    <w:rsid w:val="00D9671D"/>
    <w:rsid w:val="00D97949"/>
    <w:rsid w:val="00D97B4D"/>
    <w:rsid w:val="00DA0955"/>
    <w:rsid w:val="00DA3DA7"/>
    <w:rsid w:val="00DA42EB"/>
    <w:rsid w:val="00DA49B8"/>
    <w:rsid w:val="00DA6DA4"/>
    <w:rsid w:val="00DA7F7C"/>
    <w:rsid w:val="00DB27E5"/>
    <w:rsid w:val="00DB32CE"/>
    <w:rsid w:val="00DB3B0C"/>
    <w:rsid w:val="00DB44AE"/>
    <w:rsid w:val="00DB52A7"/>
    <w:rsid w:val="00DB5807"/>
    <w:rsid w:val="00DB6123"/>
    <w:rsid w:val="00DB64B0"/>
    <w:rsid w:val="00DC021C"/>
    <w:rsid w:val="00DC13A2"/>
    <w:rsid w:val="00DC2FF5"/>
    <w:rsid w:val="00DC3398"/>
    <w:rsid w:val="00DC4896"/>
    <w:rsid w:val="00DC49C9"/>
    <w:rsid w:val="00DC72F6"/>
    <w:rsid w:val="00DC7A28"/>
    <w:rsid w:val="00DD1A96"/>
    <w:rsid w:val="00DD2FA4"/>
    <w:rsid w:val="00DD335D"/>
    <w:rsid w:val="00DD3581"/>
    <w:rsid w:val="00DD4EE2"/>
    <w:rsid w:val="00DE03BF"/>
    <w:rsid w:val="00DE16AC"/>
    <w:rsid w:val="00DE281F"/>
    <w:rsid w:val="00DE328D"/>
    <w:rsid w:val="00DE3376"/>
    <w:rsid w:val="00DE4DC0"/>
    <w:rsid w:val="00DE53AC"/>
    <w:rsid w:val="00DE683B"/>
    <w:rsid w:val="00DE6D65"/>
    <w:rsid w:val="00DE74BC"/>
    <w:rsid w:val="00DE7C4D"/>
    <w:rsid w:val="00DF1B73"/>
    <w:rsid w:val="00DF1EBC"/>
    <w:rsid w:val="00DF2CCD"/>
    <w:rsid w:val="00DF3082"/>
    <w:rsid w:val="00DF349E"/>
    <w:rsid w:val="00DF578F"/>
    <w:rsid w:val="00DF7059"/>
    <w:rsid w:val="00DF778D"/>
    <w:rsid w:val="00DF7E57"/>
    <w:rsid w:val="00E00CD6"/>
    <w:rsid w:val="00E01098"/>
    <w:rsid w:val="00E02B05"/>
    <w:rsid w:val="00E02BBB"/>
    <w:rsid w:val="00E0396F"/>
    <w:rsid w:val="00E03F5B"/>
    <w:rsid w:val="00E0519B"/>
    <w:rsid w:val="00E0625C"/>
    <w:rsid w:val="00E105F8"/>
    <w:rsid w:val="00E113DA"/>
    <w:rsid w:val="00E11834"/>
    <w:rsid w:val="00E14DE1"/>
    <w:rsid w:val="00E1562D"/>
    <w:rsid w:val="00E21DA8"/>
    <w:rsid w:val="00E226B4"/>
    <w:rsid w:val="00E22C3F"/>
    <w:rsid w:val="00E22CC2"/>
    <w:rsid w:val="00E22DE2"/>
    <w:rsid w:val="00E234C3"/>
    <w:rsid w:val="00E2356F"/>
    <w:rsid w:val="00E23A0A"/>
    <w:rsid w:val="00E25891"/>
    <w:rsid w:val="00E26EBA"/>
    <w:rsid w:val="00E301F8"/>
    <w:rsid w:val="00E315C9"/>
    <w:rsid w:val="00E332C1"/>
    <w:rsid w:val="00E341FB"/>
    <w:rsid w:val="00E34641"/>
    <w:rsid w:val="00E35030"/>
    <w:rsid w:val="00E354EA"/>
    <w:rsid w:val="00E35840"/>
    <w:rsid w:val="00E36A75"/>
    <w:rsid w:val="00E371A8"/>
    <w:rsid w:val="00E41C39"/>
    <w:rsid w:val="00E42A3C"/>
    <w:rsid w:val="00E42DC0"/>
    <w:rsid w:val="00E4602C"/>
    <w:rsid w:val="00E4703C"/>
    <w:rsid w:val="00E543CA"/>
    <w:rsid w:val="00E552A0"/>
    <w:rsid w:val="00E555C6"/>
    <w:rsid w:val="00E57804"/>
    <w:rsid w:val="00E57B18"/>
    <w:rsid w:val="00E57B57"/>
    <w:rsid w:val="00E6107B"/>
    <w:rsid w:val="00E61474"/>
    <w:rsid w:val="00E61511"/>
    <w:rsid w:val="00E61657"/>
    <w:rsid w:val="00E61C88"/>
    <w:rsid w:val="00E6237D"/>
    <w:rsid w:val="00E62619"/>
    <w:rsid w:val="00E6299B"/>
    <w:rsid w:val="00E63E21"/>
    <w:rsid w:val="00E644A5"/>
    <w:rsid w:val="00E647CE"/>
    <w:rsid w:val="00E65252"/>
    <w:rsid w:val="00E65982"/>
    <w:rsid w:val="00E66028"/>
    <w:rsid w:val="00E67608"/>
    <w:rsid w:val="00E67A5F"/>
    <w:rsid w:val="00E70136"/>
    <w:rsid w:val="00E7088C"/>
    <w:rsid w:val="00E71670"/>
    <w:rsid w:val="00E71677"/>
    <w:rsid w:val="00E71A8C"/>
    <w:rsid w:val="00E71F46"/>
    <w:rsid w:val="00E722E4"/>
    <w:rsid w:val="00E73549"/>
    <w:rsid w:val="00E73A58"/>
    <w:rsid w:val="00E743AA"/>
    <w:rsid w:val="00E749DD"/>
    <w:rsid w:val="00E76A1A"/>
    <w:rsid w:val="00E7709C"/>
    <w:rsid w:val="00E77F61"/>
    <w:rsid w:val="00E80060"/>
    <w:rsid w:val="00E813FD"/>
    <w:rsid w:val="00E82242"/>
    <w:rsid w:val="00E84451"/>
    <w:rsid w:val="00E85A5E"/>
    <w:rsid w:val="00E85BE0"/>
    <w:rsid w:val="00E86EF2"/>
    <w:rsid w:val="00E8746A"/>
    <w:rsid w:val="00E87F37"/>
    <w:rsid w:val="00E9139A"/>
    <w:rsid w:val="00E921B2"/>
    <w:rsid w:val="00E922C5"/>
    <w:rsid w:val="00E92ACB"/>
    <w:rsid w:val="00E9385A"/>
    <w:rsid w:val="00E938B6"/>
    <w:rsid w:val="00E9442A"/>
    <w:rsid w:val="00E95038"/>
    <w:rsid w:val="00E963DF"/>
    <w:rsid w:val="00E96950"/>
    <w:rsid w:val="00E970BC"/>
    <w:rsid w:val="00E97559"/>
    <w:rsid w:val="00EA290C"/>
    <w:rsid w:val="00EA29A4"/>
    <w:rsid w:val="00EA4DA0"/>
    <w:rsid w:val="00EA54CB"/>
    <w:rsid w:val="00EA6B48"/>
    <w:rsid w:val="00EB1635"/>
    <w:rsid w:val="00EB1B10"/>
    <w:rsid w:val="00EB2039"/>
    <w:rsid w:val="00EB26B4"/>
    <w:rsid w:val="00EB36CC"/>
    <w:rsid w:val="00EB4331"/>
    <w:rsid w:val="00EB459F"/>
    <w:rsid w:val="00EB45FA"/>
    <w:rsid w:val="00EB48FA"/>
    <w:rsid w:val="00EB5E72"/>
    <w:rsid w:val="00EB60BA"/>
    <w:rsid w:val="00EB7E5E"/>
    <w:rsid w:val="00EC02BA"/>
    <w:rsid w:val="00EC0EF4"/>
    <w:rsid w:val="00EC1124"/>
    <w:rsid w:val="00EC15A1"/>
    <w:rsid w:val="00EC4CA7"/>
    <w:rsid w:val="00EC4F34"/>
    <w:rsid w:val="00EC5273"/>
    <w:rsid w:val="00EC6075"/>
    <w:rsid w:val="00EC793A"/>
    <w:rsid w:val="00ED10C6"/>
    <w:rsid w:val="00ED2CCC"/>
    <w:rsid w:val="00ED4C24"/>
    <w:rsid w:val="00ED5247"/>
    <w:rsid w:val="00ED7A78"/>
    <w:rsid w:val="00EE0EC1"/>
    <w:rsid w:val="00EE14D6"/>
    <w:rsid w:val="00EE192D"/>
    <w:rsid w:val="00EE28B3"/>
    <w:rsid w:val="00EE2ABF"/>
    <w:rsid w:val="00EE4A1F"/>
    <w:rsid w:val="00EE5DB8"/>
    <w:rsid w:val="00EE6154"/>
    <w:rsid w:val="00EE6BCB"/>
    <w:rsid w:val="00EF135A"/>
    <w:rsid w:val="00EF2285"/>
    <w:rsid w:val="00EF29B8"/>
    <w:rsid w:val="00EF2D9A"/>
    <w:rsid w:val="00EF4D12"/>
    <w:rsid w:val="00EF6427"/>
    <w:rsid w:val="00EF6E87"/>
    <w:rsid w:val="00EF6F21"/>
    <w:rsid w:val="00EF7073"/>
    <w:rsid w:val="00EF7C35"/>
    <w:rsid w:val="00F00264"/>
    <w:rsid w:val="00F0028E"/>
    <w:rsid w:val="00F0225A"/>
    <w:rsid w:val="00F04383"/>
    <w:rsid w:val="00F064C1"/>
    <w:rsid w:val="00F07E3A"/>
    <w:rsid w:val="00F10A82"/>
    <w:rsid w:val="00F12051"/>
    <w:rsid w:val="00F12620"/>
    <w:rsid w:val="00F13D25"/>
    <w:rsid w:val="00F14749"/>
    <w:rsid w:val="00F149F5"/>
    <w:rsid w:val="00F15097"/>
    <w:rsid w:val="00F16134"/>
    <w:rsid w:val="00F16366"/>
    <w:rsid w:val="00F16529"/>
    <w:rsid w:val="00F20F95"/>
    <w:rsid w:val="00F213BE"/>
    <w:rsid w:val="00F21EF5"/>
    <w:rsid w:val="00F226DB"/>
    <w:rsid w:val="00F23763"/>
    <w:rsid w:val="00F23916"/>
    <w:rsid w:val="00F25E20"/>
    <w:rsid w:val="00F25E5F"/>
    <w:rsid w:val="00F26679"/>
    <w:rsid w:val="00F26AB5"/>
    <w:rsid w:val="00F26EFA"/>
    <w:rsid w:val="00F279F3"/>
    <w:rsid w:val="00F27E06"/>
    <w:rsid w:val="00F301A2"/>
    <w:rsid w:val="00F31189"/>
    <w:rsid w:val="00F31326"/>
    <w:rsid w:val="00F3139E"/>
    <w:rsid w:val="00F32D8A"/>
    <w:rsid w:val="00F33B2F"/>
    <w:rsid w:val="00F3415E"/>
    <w:rsid w:val="00F34C99"/>
    <w:rsid w:val="00F34E30"/>
    <w:rsid w:val="00F3680C"/>
    <w:rsid w:val="00F40A7A"/>
    <w:rsid w:val="00F40E84"/>
    <w:rsid w:val="00F4174D"/>
    <w:rsid w:val="00F41EDD"/>
    <w:rsid w:val="00F41F90"/>
    <w:rsid w:val="00F4284B"/>
    <w:rsid w:val="00F4303F"/>
    <w:rsid w:val="00F45EED"/>
    <w:rsid w:val="00F4709F"/>
    <w:rsid w:val="00F5006E"/>
    <w:rsid w:val="00F50533"/>
    <w:rsid w:val="00F5140B"/>
    <w:rsid w:val="00F51D77"/>
    <w:rsid w:val="00F523B9"/>
    <w:rsid w:val="00F529A3"/>
    <w:rsid w:val="00F55877"/>
    <w:rsid w:val="00F565B6"/>
    <w:rsid w:val="00F56E36"/>
    <w:rsid w:val="00F56FFA"/>
    <w:rsid w:val="00F6041E"/>
    <w:rsid w:val="00F60923"/>
    <w:rsid w:val="00F6204E"/>
    <w:rsid w:val="00F630C4"/>
    <w:rsid w:val="00F64699"/>
    <w:rsid w:val="00F64B19"/>
    <w:rsid w:val="00F66444"/>
    <w:rsid w:val="00F66EB6"/>
    <w:rsid w:val="00F679D1"/>
    <w:rsid w:val="00F67C44"/>
    <w:rsid w:val="00F726DE"/>
    <w:rsid w:val="00F7291D"/>
    <w:rsid w:val="00F72E5D"/>
    <w:rsid w:val="00F733E8"/>
    <w:rsid w:val="00F74F3C"/>
    <w:rsid w:val="00F75481"/>
    <w:rsid w:val="00F77816"/>
    <w:rsid w:val="00F778D9"/>
    <w:rsid w:val="00F77C9D"/>
    <w:rsid w:val="00F80B6E"/>
    <w:rsid w:val="00F834F2"/>
    <w:rsid w:val="00F8425D"/>
    <w:rsid w:val="00F855BF"/>
    <w:rsid w:val="00F85777"/>
    <w:rsid w:val="00F86AB1"/>
    <w:rsid w:val="00F877E1"/>
    <w:rsid w:val="00F911B7"/>
    <w:rsid w:val="00F91577"/>
    <w:rsid w:val="00F91978"/>
    <w:rsid w:val="00F945D5"/>
    <w:rsid w:val="00F95106"/>
    <w:rsid w:val="00FA0677"/>
    <w:rsid w:val="00FA0B49"/>
    <w:rsid w:val="00FA1762"/>
    <w:rsid w:val="00FA24DA"/>
    <w:rsid w:val="00FA2724"/>
    <w:rsid w:val="00FA2C61"/>
    <w:rsid w:val="00FA2DBE"/>
    <w:rsid w:val="00FA30A2"/>
    <w:rsid w:val="00FA3871"/>
    <w:rsid w:val="00FA3C1C"/>
    <w:rsid w:val="00FA48FC"/>
    <w:rsid w:val="00FA5A5B"/>
    <w:rsid w:val="00FA610B"/>
    <w:rsid w:val="00FB00BD"/>
    <w:rsid w:val="00FB00EB"/>
    <w:rsid w:val="00FB1106"/>
    <w:rsid w:val="00FB16D1"/>
    <w:rsid w:val="00FB26E6"/>
    <w:rsid w:val="00FB2BB0"/>
    <w:rsid w:val="00FB3491"/>
    <w:rsid w:val="00FB3532"/>
    <w:rsid w:val="00FB363B"/>
    <w:rsid w:val="00FB5049"/>
    <w:rsid w:val="00FB60A0"/>
    <w:rsid w:val="00FB667F"/>
    <w:rsid w:val="00FB6E1D"/>
    <w:rsid w:val="00FB7082"/>
    <w:rsid w:val="00FC0FDD"/>
    <w:rsid w:val="00FC1093"/>
    <w:rsid w:val="00FC21FF"/>
    <w:rsid w:val="00FC3F9A"/>
    <w:rsid w:val="00FC41FB"/>
    <w:rsid w:val="00FC6057"/>
    <w:rsid w:val="00FC61BD"/>
    <w:rsid w:val="00FC7133"/>
    <w:rsid w:val="00FD1286"/>
    <w:rsid w:val="00FD1F4E"/>
    <w:rsid w:val="00FD21B7"/>
    <w:rsid w:val="00FD386A"/>
    <w:rsid w:val="00FD3A14"/>
    <w:rsid w:val="00FD5267"/>
    <w:rsid w:val="00FD5749"/>
    <w:rsid w:val="00FD5F4F"/>
    <w:rsid w:val="00FD615B"/>
    <w:rsid w:val="00FD7598"/>
    <w:rsid w:val="00FE19CF"/>
    <w:rsid w:val="00FE25E3"/>
    <w:rsid w:val="00FE2A30"/>
    <w:rsid w:val="00FE3CE8"/>
    <w:rsid w:val="00FE4993"/>
    <w:rsid w:val="00FE69AD"/>
    <w:rsid w:val="00FE7EA1"/>
    <w:rsid w:val="00FF03B1"/>
    <w:rsid w:val="00FF05D5"/>
    <w:rsid w:val="00FF0696"/>
    <w:rsid w:val="00FF1B8D"/>
    <w:rsid w:val="00FF2336"/>
    <w:rsid w:val="00FF38E2"/>
    <w:rsid w:val="00FF4064"/>
    <w:rsid w:val="00FF527C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F1C8364"/>
  <w15:docId w15:val="{1265E40A-DFB6-49DF-9431-9DF116614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0">
    <w:name w:val="Normal"/>
    <w:qFormat/>
    <w:rsid w:val="0069007B"/>
    <w:pPr>
      <w:widowControl w:val="0"/>
    </w:pPr>
    <w:rPr>
      <w:rFonts w:ascii="Courier New" w:hAnsi="Courier New"/>
      <w:kern w:val="2"/>
      <w:sz w:val="21"/>
      <w:szCs w:val="21"/>
    </w:rPr>
  </w:style>
  <w:style w:type="paragraph" w:styleId="1">
    <w:name w:val="heading 1"/>
    <w:basedOn w:val="a0"/>
    <w:next w:val="a0"/>
    <w:qFormat/>
    <w:rsid w:val="00C91483"/>
    <w:pPr>
      <w:keepNext/>
      <w:keepLines/>
      <w:numPr>
        <w:numId w:val="1"/>
      </w:numPr>
      <w:spacing w:before="80" w:after="80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0"/>
    <w:next w:val="a0"/>
    <w:link w:val="21"/>
    <w:qFormat/>
    <w:rsid w:val="004A3ECB"/>
    <w:pPr>
      <w:keepNext/>
      <w:keepLines/>
      <w:numPr>
        <w:ilvl w:val="1"/>
        <w:numId w:val="1"/>
      </w:numPr>
      <w:spacing w:before="120" w:after="120"/>
      <w:outlineLvl w:val="1"/>
    </w:pPr>
    <w:rPr>
      <w:rFonts w:eastAsia="黑体"/>
      <w:bCs/>
      <w:sz w:val="28"/>
      <w:szCs w:val="28"/>
    </w:rPr>
  </w:style>
  <w:style w:type="paragraph" w:styleId="3">
    <w:name w:val="heading 3"/>
    <w:basedOn w:val="a0"/>
    <w:next w:val="a0"/>
    <w:link w:val="31"/>
    <w:qFormat/>
    <w:rsid w:val="004A3ECB"/>
    <w:pPr>
      <w:keepLines/>
      <w:numPr>
        <w:ilvl w:val="2"/>
        <w:numId w:val="1"/>
      </w:numPr>
      <w:spacing w:before="120" w:after="120"/>
      <w:outlineLvl w:val="2"/>
    </w:pPr>
    <w:rPr>
      <w:rFonts w:eastAsia="楷体_GB2312"/>
      <w:bCs/>
      <w:sz w:val="24"/>
      <w:szCs w:val="32"/>
    </w:rPr>
  </w:style>
  <w:style w:type="paragraph" w:styleId="4">
    <w:name w:val="heading 4"/>
    <w:basedOn w:val="a0"/>
    <w:next w:val="a0"/>
    <w:link w:val="41"/>
    <w:qFormat/>
    <w:rsid w:val="00592D59"/>
    <w:pPr>
      <w:keepLines/>
      <w:numPr>
        <w:ilvl w:val="3"/>
        <w:numId w:val="1"/>
      </w:numPr>
      <w:spacing w:before="20" w:after="20"/>
      <w:outlineLvl w:val="3"/>
    </w:pPr>
    <w:rPr>
      <w:bCs/>
      <w:sz w:val="24"/>
    </w:rPr>
  </w:style>
  <w:style w:type="paragraph" w:styleId="5">
    <w:name w:val="heading 5"/>
    <w:basedOn w:val="a0"/>
    <w:next w:val="a0"/>
    <w:qFormat/>
    <w:rsid w:val="00A80437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1"/>
    <w:qFormat/>
    <w:rsid w:val="00E71A8C"/>
    <w:pPr>
      <w:tabs>
        <w:tab w:val="left" w:pos="2400"/>
      </w:tabs>
      <w:outlineLvl w:val="5"/>
    </w:pPr>
  </w:style>
  <w:style w:type="paragraph" w:styleId="7">
    <w:name w:val="heading 7"/>
    <w:basedOn w:val="a0"/>
    <w:next w:val="a1"/>
    <w:qFormat/>
    <w:rsid w:val="00E71A8C"/>
    <w:pPr>
      <w:tabs>
        <w:tab w:val="left" w:pos="3000"/>
      </w:tabs>
      <w:outlineLvl w:val="6"/>
    </w:pPr>
  </w:style>
  <w:style w:type="paragraph" w:styleId="8">
    <w:name w:val="heading 8"/>
    <w:basedOn w:val="a0"/>
    <w:next w:val="a1"/>
    <w:qFormat/>
    <w:rsid w:val="00E71A8C"/>
    <w:pPr>
      <w:keepNext/>
      <w:keepLines/>
      <w:numPr>
        <w:ilvl w:val="7"/>
        <w:numId w:val="2"/>
      </w:numPr>
      <w:tabs>
        <w:tab w:val="left" w:pos="0"/>
      </w:tabs>
      <w:spacing w:before="240" w:after="64" w:line="320" w:lineRule="atLeast"/>
      <w:outlineLvl w:val="7"/>
    </w:pPr>
    <w:rPr>
      <w:rFonts w:ascii="黑体" w:eastAsia="黑体"/>
      <w:sz w:val="24"/>
    </w:rPr>
  </w:style>
  <w:style w:type="paragraph" w:styleId="9">
    <w:name w:val="heading 9"/>
    <w:basedOn w:val="a0"/>
    <w:next w:val="a1"/>
    <w:qFormat/>
    <w:rsid w:val="00E71A8C"/>
    <w:pPr>
      <w:keepNext/>
      <w:keepLines/>
      <w:numPr>
        <w:ilvl w:val="8"/>
        <w:numId w:val="2"/>
      </w:numPr>
      <w:tabs>
        <w:tab w:val="left" w:pos="0"/>
      </w:tabs>
      <w:spacing w:before="240" w:after="64" w:line="320" w:lineRule="atLeast"/>
      <w:outlineLvl w:val="8"/>
    </w:pPr>
    <w:rPr>
      <w:rFonts w:ascii="黑体" w:eastAsia="黑体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table" w:styleId="a5">
    <w:name w:val="Table Grid"/>
    <w:basedOn w:val="a6"/>
    <w:rsid w:val="007E7A1F"/>
    <w:rPr>
      <w:rFonts w:ascii="Courier New" w:hAnsi="Courier New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808080"/>
      <w:vAlign w:val="center"/>
    </w:tcPr>
    <w:tblStylePr w:type="firstRow">
      <w:pPr>
        <w:jc w:val="center"/>
      </w:pPr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3B3B3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E6E6E6"/>
      </w:tcPr>
    </w:tblStylePr>
  </w:style>
  <w:style w:type="paragraph" w:customStyle="1" w:styleId="InfoBlue">
    <w:name w:val="InfoBlue"/>
    <w:basedOn w:val="a0"/>
    <w:next w:val="a0"/>
    <w:autoRedefine/>
    <w:rsid w:val="00890239"/>
    <w:pPr>
      <w:spacing w:line="240" w:lineRule="atLeast"/>
    </w:pPr>
    <w:rPr>
      <w:i/>
      <w:snapToGrid w:val="0"/>
      <w:color w:val="0000FF"/>
    </w:rPr>
  </w:style>
  <w:style w:type="paragraph" w:customStyle="1" w:styleId="a7">
    <w:name w:val="首页标题"/>
    <w:basedOn w:val="a0"/>
    <w:rsid w:val="00B774A4"/>
    <w:pPr>
      <w:spacing w:before="120" w:after="120"/>
      <w:ind w:firstLine="539"/>
      <w:jc w:val="center"/>
    </w:pPr>
    <w:rPr>
      <w:rFonts w:ascii="黑体" w:eastAsia="黑体" w:hAnsi="Times New Roman" w:cs="宋体"/>
      <w:bCs/>
      <w:sz w:val="36"/>
      <w:szCs w:val="20"/>
      <w:lang w:val="fr-FR"/>
    </w:rPr>
  </w:style>
  <w:style w:type="paragraph" w:styleId="a8">
    <w:name w:val="Body Text"/>
    <w:aliases w:val="bt"/>
    <w:basedOn w:val="a0"/>
    <w:rsid w:val="00A80437"/>
    <w:pPr>
      <w:spacing w:after="120"/>
    </w:pPr>
  </w:style>
  <w:style w:type="paragraph" w:styleId="a9">
    <w:name w:val="Document Map"/>
    <w:basedOn w:val="a0"/>
    <w:semiHidden/>
    <w:rsid w:val="006465D3"/>
    <w:pPr>
      <w:shd w:val="clear" w:color="auto" w:fill="000080"/>
    </w:pPr>
  </w:style>
  <w:style w:type="paragraph" w:styleId="a1">
    <w:name w:val="Normal Indent"/>
    <w:basedOn w:val="a0"/>
    <w:rsid w:val="00E71A8C"/>
    <w:pPr>
      <w:ind w:firstLine="420"/>
    </w:pPr>
  </w:style>
  <w:style w:type="paragraph" w:customStyle="1" w:styleId="aa">
    <w:name w:val="文章标题"/>
    <w:basedOn w:val="a0"/>
    <w:rsid w:val="00E71A8C"/>
    <w:pPr>
      <w:spacing w:before="360" w:after="360"/>
      <w:ind w:firstLine="539"/>
      <w:jc w:val="center"/>
    </w:pPr>
    <w:rPr>
      <w:rFonts w:hAnsi="Times New Roman"/>
      <w:b/>
      <w:sz w:val="36"/>
      <w:lang w:val="fr-FR"/>
    </w:rPr>
  </w:style>
  <w:style w:type="paragraph" w:styleId="TOC1">
    <w:name w:val="toc 1"/>
    <w:basedOn w:val="a0"/>
    <w:next w:val="a0"/>
    <w:uiPriority w:val="39"/>
    <w:qFormat/>
    <w:rsid w:val="00E71A8C"/>
    <w:pPr>
      <w:tabs>
        <w:tab w:val="right" w:leader="dot" w:pos="8640"/>
      </w:tabs>
      <w:spacing w:before="120" w:after="120"/>
    </w:pPr>
    <w:rPr>
      <w:rFonts w:ascii="Times New Roman" w:hAnsi="Times New Roman"/>
      <w:b/>
      <w:caps/>
    </w:rPr>
  </w:style>
  <w:style w:type="paragraph" w:styleId="TOC2">
    <w:name w:val="toc 2"/>
    <w:basedOn w:val="a0"/>
    <w:next w:val="a0"/>
    <w:uiPriority w:val="39"/>
    <w:qFormat/>
    <w:rsid w:val="00E71A8C"/>
    <w:pPr>
      <w:tabs>
        <w:tab w:val="right" w:leader="dot" w:pos="8640"/>
      </w:tabs>
      <w:ind w:left="200"/>
    </w:pPr>
    <w:rPr>
      <w:rFonts w:ascii="Times New Roman" w:hAnsi="Times New Roman"/>
      <w:smallCaps/>
    </w:rPr>
  </w:style>
  <w:style w:type="paragraph" w:styleId="TOC3">
    <w:name w:val="toc 3"/>
    <w:basedOn w:val="a0"/>
    <w:next w:val="a0"/>
    <w:uiPriority w:val="39"/>
    <w:qFormat/>
    <w:rsid w:val="00E71A8C"/>
    <w:pPr>
      <w:tabs>
        <w:tab w:val="right" w:leader="dot" w:pos="8640"/>
      </w:tabs>
      <w:ind w:left="400"/>
    </w:pPr>
    <w:rPr>
      <w:rFonts w:ascii="Times New Roman" w:hAnsi="Times New Roman"/>
      <w:i/>
    </w:rPr>
  </w:style>
  <w:style w:type="paragraph" w:styleId="TOC4">
    <w:name w:val="toc 4"/>
    <w:basedOn w:val="a0"/>
    <w:next w:val="a0"/>
    <w:semiHidden/>
    <w:rsid w:val="00E71A8C"/>
    <w:pPr>
      <w:tabs>
        <w:tab w:val="right" w:leader="dot" w:pos="8640"/>
      </w:tabs>
      <w:ind w:left="600"/>
    </w:pPr>
    <w:rPr>
      <w:rFonts w:ascii="Times New Roman" w:hAnsi="Times New Roman"/>
      <w:sz w:val="18"/>
    </w:rPr>
  </w:style>
  <w:style w:type="paragraph" w:styleId="TOC5">
    <w:name w:val="toc 5"/>
    <w:basedOn w:val="a0"/>
    <w:next w:val="a0"/>
    <w:semiHidden/>
    <w:rsid w:val="00E71A8C"/>
    <w:pPr>
      <w:tabs>
        <w:tab w:val="right" w:leader="dot" w:pos="8640"/>
      </w:tabs>
      <w:ind w:left="800"/>
    </w:pPr>
    <w:rPr>
      <w:rFonts w:ascii="Times New Roman" w:hAnsi="Times New Roman"/>
      <w:sz w:val="18"/>
    </w:rPr>
  </w:style>
  <w:style w:type="paragraph" w:styleId="TOC6">
    <w:name w:val="toc 6"/>
    <w:basedOn w:val="a0"/>
    <w:next w:val="a0"/>
    <w:semiHidden/>
    <w:rsid w:val="00E71A8C"/>
    <w:pPr>
      <w:tabs>
        <w:tab w:val="right" w:leader="dot" w:pos="8640"/>
      </w:tabs>
      <w:ind w:left="1000"/>
    </w:pPr>
    <w:rPr>
      <w:rFonts w:ascii="Times New Roman" w:hAnsi="Times New Roman"/>
      <w:sz w:val="18"/>
    </w:rPr>
  </w:style>
  <w:style w:type="paragraph" w:styleId="TOC7">
    <w:name w:val="toc 7"/>
    <w:basedOn w:val="a0"/>
    <w:next w:val="a0"/>
    <w:semiHidden/>
    <w:rsid w:val="00E71A8C"/>
    <w:pPr>
      <w:tabs>
        <w:tab w:val="right" w:leader="dot" w:pos="8640"/>
      </w:tabs>
      <w:ind w:left="1200"/>
    </w:pPr>
    <w:rPr>
      <w:rFonts w:ascii="Times New Roman" w:hAnsi="Times New Roman"/>
      <w:sz w:val="18"/>
    </w:rPr>
  </w:style>
  <w:style w:type="paragraph" w:styleId="TOC8">
    <w:name w:val="toc 8"/>
    <w:basedOn w:val="a0"/>
    <w:next w:val="a0"/>
    <w:semiHidden/>
    <w:rsid w:val="00E71A8C"/>
    <w:pPr>
      <w:tabs>
        <w:tab w:val="right" w:leader="dot" w:pos="8640"/>
      </w:tabs>
      <w:ind w:left="1400"/>
    </w:pPr>
    <w:rPr>
      <w:rFonts w:ascii="Times New Roman" w:hAnsi="Times New Roman"/>
      <w:sz w:val="18"/>
    </w:rPr>
  </w:style>
  <w:style w:type="paragraph" w:styleId="TOC9">
    <w:name w:val="toc 9"/>
    <w:basedOn w:val="a0"/>
    <w:next w:val="a0"/>
    <w:semiHidden/>
    <w:rsid w:val="00E71A8C"/>
    <w:pPr>
      <w:tabs>
        <w:tab w:val="right" w:leader="dot" w:pos="8640"/>
      </w:tabs>
      <w:ind w:left="1600"/>
    </w:pPr>
    <w:rPr>
      <w:rFonts w:ascii="Times New Roman" w:hAnsi="Times New Roman"/>
      <w:sz w:val="18"/>
    </w:rPr>
  </w:style>
  <w:style w:type="paragraph" w:styleId="ab">
    <w:name w:val="header"/>
    <w:basedOn w:val="a0"/>
    <w:rsid w:val="00E71A8C"/>
    <w:pPr>
      <w:pBdr>
        <w:bottom w:val="single" w:sz="6" w:space="1" w:color="auto"/>
      </w:pBdr>
      <w:snapToGrid w:val="0"/>
      <w:jc w:val="center"/>
    </w:pPr>
    <w:rPr>
      <w:sz w:val="18"/>
      <w:szCs w:val="18"/>
    </w:rPr>
  </w:style>
  <w:style w:type="paragraph" w:styleId="ac">
    <w:name w:val="footer"/>
    <w:basedOn w:val="a0"/>
    <w:link w:val="ad"/>
    <w:uiPriority w:val="99"/>
    <w:rsid w:val="00E71A8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ae">
    <w:name w:val="样式 小五 居中"/>
    <w:rsid w:val="00890239"/>
    <w:pPr>
      <w:jc w:val="center"/>
    </w:pPr>
    <w:rPr>
      <w:rFonts w:ascii="Courier New" w:hAnsi="Courier New" w:cs="宋体"/>
      <w:kern w:val="2"/>
      <w:sz w:val="18"/>
    </w:rPr>
  </w:style>
  <w:style w:type="paragraph" w:customStyle="1" w:styleId="a">
    <w:name w:val="项目文本"/>
    <w:basedOn w:val="a0"/>
    <w:rsid w:val="00E71A8C"/>
    <w:pPr>
      <w:numPr>
        <w:ilvl w:val="4"/>
        <w:numId w:val="1"/>
      </w:numPr>
      <w:spacing w:before="40" w:after="40"/>
    </w:pPr>
  </w:style>
  <w:style w:type="paragraph" w:customStyle="1" w:styleId="20">
    <w:name w:val="项目文本2"/>
    <w:basedOn w:val="a8"/>
    <w:rsid w:val="00A43F6A"/>
    <w:pPr>
      <w:numPr>
        <w:ilvl w:val="5"/>
        <w:numId w:val="1"/>
      </w:numPr>
      <w:spacing w:after="0"/>
    </w:pPr>
  </w:style>
  <w:style w:type="character" w:styleId="af">
    <w:name w:val="annotation reference"/>
    <w:semiHidden/>
    <w:rsid w:val="00E71A8C"/>
    <w:rPr>
      <w:sz w:val="21"/>
      <w:szCs w:val="21"/>
    </w:rPr>
  </w:style>
  <w:style w:type="paragraph" w:styleId="af0">
    <w:name w:val="annotation text"/>
    <w:basedOn w:val="a0"/>
    <w:link w:val="af1"/>
    <w:semiHidden/>
    <w:rsid w:val="00E71A8C"/>
  </w:style>
  <w:style w:type="paragraph" w:styleId="af2">
    <w:name w:val="Balloon Text"/>
    <w:basedOn w:val="a0"/>
    <w:semiHidden/>
    <w:rsid w:val="00E71A8C"/>
    <w:rPr>
      <w:sz w:val="18"/>
      <w:szCs w:val="18"/>
    </w:rPr>
  </w:style>
  <w:style w:type="paragraph" w:styleId="af3">
    <w:name w:val="annotation subject"/>
    <w:basedOn w:val="af0"/>
    <w:next w:val="af0"/>
    <w:semiHidden/>
    <w:rsid w:val="00E71A8C"/>
    <w:rPr>
      <w:b/>
      <w:bCs/>
    </w:rPr>
  </w:style>
  <w:style w:type="paragraph" w:customStyle="1" w:styleId="30">
    <w:name w:val="项目文本3"/>
    <w:basedOn w:val="20"/>
    <w:rsid w:val="00E71A8C"/>
    <w:pPr>
      <w:numPr>
        <w:ilvl w:val="6"/>
      </w:numPr>
    </w:pPr>
    <w:rPr>
      <w:rFonts w:cs="宋体"/>
      <w:szCs w:val="20"/>
    </w:rPr>
  </w:style>
  <w:style w:type="paragraph" w:customStyle="1" w:styleId="40">
    <w:name w:val="项目文本4"/>
    <w:basedOn w:val="30"/>
    <w:rsid w:val="00E71A8C"/>
    <w:pPr>
      <w:numPr>
        <w:ilvl w:val="7"/>
      </w:numPr>
    </w:pPr>
  </w:style>
  <w:style w:type="paragraph" w:customStyle="1" w:styleId="af4">
    <w:name w:val="版权"/>
    <w:basedOn w:val="a0"/>
    <w:rsid w:val="00E71A8C"/>
    <w:pPr>
      <w:autoSpaceDE w:val="0"/>
      <w:autoSpaceDN w:val="0"/>
      <w:adjustRightInd w:val="0"/>
      <w:spacing w:before="100" w:beforeAutospacing="1" w:after="100" w:afterAutospacing="1"/>
      <w:contextualSpacing/>
      <w:jc w:val="center"/>
      <w:textAlignment w:val="baseline"/>
    </w:pPr>
    <w:rPr>
      <w:rFonts w:ascii="仿宋_GB2312" w:eastAsia="仿宋_GB2312" w:cs="宋体"/>
      <w:b/>
      <w:bCs/>
      <w:kern w:val="0"/>
      <w:sz w:val="28"/>
      <w:szCs w:val="28"/>
    </w:rPr>
  </w:style>
  <w:style w:type="paragraph" w:customStyle="1" w:styleId="af5">
    <w:name w:val="非标题项目符号a"/>
    <w:basedOn w:val="a0"/>
    <w:rsid w:val="00E71A8C"/>
    <w:pPr>
      <w:spacing w:line="240" w:lineRule="atLeast"/>
      <w:ind w:left="737" w:hanging="170"/>
    </w:pPr>
    <w:rPr>
      <w:noProof/>
      <w:kern w:val="0"/>
      <w:sz w:val="20"/>
    </w:rPr>
  </w:style>
  <w:style w:type="character" w:styleId="af6">
    <w:name w:val="Hyperlink"/>
    <w:uiPriority w:val="99"/>
    <w:rsid w:val="00E71A8C"/>
    <w:rPr>
      <w:color w:val="0000FF"/>
      <w:u w:val="single"/>
    </w:rPr>
  </w:style>
  <w:style w:type="character" w:styleId="af7">
    <w:name w:val="page number"/>
    <w:basedOn w:val="a2"/>
    <w:rsid w:val="00E71A8C"/>
  </w:style>
  <w:style w:type="paragraph" w:customStyle="1" w:styleId="ParaChar">
    <w:name w:val="默认段落字体 Para Char"/>
    <w:basedOn w:val="a0"/>
    <w:next w:val="a0"/>
    <w:rsid w:val="004B1098"/>
    <w:pPr>
      <w:spacing w:line="360" w:lineRule="auto"/>
    </w:pPr>
    <w:rPr>
      <w:rFonts w:ascii="Times New Roman" w:hAnsi="Times New Roman"/>
      <w:sz w:val="28"/>
      <w:szCs w:val="24"/>
    </w:rPr>
  </w:style>
  <w:style w:type="table" w:styleId="a6">
    <w:name w:val="Table Contemporary"/>
    <w:basedOn w:val="a3"/>
    <w:rsid w:val="008E2BDA"/>
    <w:pPr>
      <w:widowControl w:val="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customStyle="1" w:styleId="10">
    <w:name w:val="网格文本1"/>
    <w:basedOn w:val="a0"/>
    <w:rsid w:val="00B62F96"/>
    <w:pPr>
      <w:autoSpaceDE w:val="0"/>
      <w:autoSpaceDN w:val="0"/>
      <w:adjustRightInd w:val="0"/>
      <w:snapToGrid w:val="0"/>
      <w:spacing w:line="240" w:lineRule="atLeast"/>
      <w:contextualSpacing/>
      <w:jc w:val="both"/>
      <w:textAlignment w:val="baseline"/>
    </w:pPr>
    <w:rPr>
      <w:kern w:val="0"/>
      <w:sz w:val="18"/>
      <w:szCs w:val="18"/>
    </w:rPr>
  </w:style>
  <w:style w:type="paragraph" w:customStyle="1" w:styleId="af8">
    <w:name w:val="网格标题"/>
    <w:basedOn w:val="a0"/>
    <w:rsid w:val="00B62F96"/>
    <w:pPr>
      <w:autoSpaceDE w:val="0"/>
      <w:autoSpaceDN w:val="0"/>
      <w:adjustRightInd w:val="0"/>
      <w:spacing w:before="48" w:beforeAutospacing="1" w:after="48" w:afterAutospacing="1" w:line="240" w:lineRule="atLeast"/>
      <w:contextualSpacing/>
      <w:jc w:val="center"/>
      <w:textAlignment w:val="baseline"/>
    </w:pPr>
    <w:rPr>
      <w:rFonts w:cs="宋体"/>
      <w:kern w:val="0"/>
      <w:sz w:val="18"/>
      <w:szCs w:val="20"/>
    </w:rPr>
  </w:style>
  <w:style w:type="character" w:customStyle="1" w:styleId="21">
    <w:name w:val="标题 2 字符"/>
    <w:link w:val="2"/>
    <w:rsid w:val="004A3ECB"/>
    <w:rPr>
      <w:rFonts w:ascii="Courier New" w:eastAsia="黑体" w:hAnsi="Courier New"/>
      <w:bCs/>
      <w:kern w:val="2"/>
      <w:sz w:val="28"/>
      <w:szCs w:val="28"/>
    </w:rPr>
  </w:style>
  <w:style w:type="character" w:customStyle="1" w:styleId="31">
    <w:name w:val="标题 3 字符"/>
    <w:link w:val="3"/>
    <w:rsid w:val="004A3ECB"/>
    <w:rPr>
      <w:rFonts w:ascii="Courier New" w:eastAsia="楷体_GB2312" w:hAnsi="Courier New"/>
      <w:bCs/>
      <w:kern w:val="2"/>
      <w:sz w:val="24"/>
      <w:szCs w:val="32"/>
    </w:rPr>
  </w:style>
  <w:style w:type="paragraph" w:styleId="22">
    <w:name w:val="Body Text 2"/>
    <w:basedOn w:val="a0"/>
    <w:link w:val="23"/>
    <w:rsid w:val="001F00DC"/>
    <w:pPr>
      <w:spacing w:after="120" w:line="480" w:lineRule="auto"/>
    </w:pPr>
  </w:style>
  <w:style w:type="character" w:customStyle="1" w:styleId="23">
    <w:name w:val="正文文本 2 字符"/>
    <w:basedOn w:val="a2"/>
    <w:link w:val="22"/>
    <w:rsid w:val="001F00DC"/>
    <w:rPr>
      <w:rFonts w:ascii="Courier New" w:hAnsi="Courier New"/>
      <w:kern w:val="2"/>
      <w:sz w:val="21"/>
      <w:szCs w:val="21"/>
    </w:rPr>
  </w:style>
  <w:style w:type="character" w:customStyle="1" w:styleId="41">
    <w:name w:val="标题 4 字符"/>
    <w:basedOn w:val="a2"/>
    <w:link w:val="4"/>
    <w:rsid w:val="00592D59"/>
    <w:rPr>
      <w:rFonts w:ascii="Courier New" w:hAnsi="Courier New"/>
      <w:bCs/>
      <w:kern w:val="2"/>
      <w:sz w:val="24"/>
      <w:szCs w:val="21"/>
    </w:rPr>
  </w:style>
  <w:style w:type="character" w:customStyle="1" w:styleId="af1">
    <w:name w:val="批注文字 字符"/>
    <w:basedOn w:val="a2"/>
    <w:link w:val="af0"/>
    <w:semiHidden/>
    <w:rsid w:val="00E76A1A"/>
    <w:rPr>
      <w:rFonts w:ascii="Courier New" w:hAnsi="Courier New"/>
      <w:kern w:val="2"/>
      <w:sz w:val="21"/>
      <w:szCs w:val="21"/>
    </w:rPr>
  </w:style>
  <w:style w:type="paragraph" w:styleId="TOC">
    <w:name w:val="TOC Heading"/>
    <w:basedOn w:val="1"/>
    <w:next w:val="a0"/>
    <w:uiPriority w:val="39"/>
    <w:semiHidden/>
    <w:unhideWhenUsed/>
    <w:qFormat/>
    <w:rsid w:val="00160CD7"/>
    <w:pPr>
      <w:widowControl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character" w:customStyle="1" w:styleId="ad">
    <w:name w:val="页脚 字符"/>
    <w:basedOn w:val="a2"/>
    <w:link w:val="ac"/>
    <w:uiPriority w:val="99"/>
    <w:rsid w:val="00AD3CDF"/>
    <w:rPr>
      <w:rFonts w:ascii="Courier New" w:hAnsi="Courier New"/>
      <w:kern w:val="2"/>
      <w:sz w:val="18"/>
      <w:szCs w:val="18"/>
    </w:rPr>
  </w:style>
  <w:style w:type="character" w:styleId="af9">
    <w:name w:val="Placeholder Text"/>
    <w:basedOn w:val="a2"/>
    <w:uiPriority w:val="99"/>
    <w:semiHidden/>
    <w:rsid w:val="00B4699C"/>
    <w:rPr>
      <w:color w:val="808080"/>
    </w:rPr>
  </w:style>
  <w:style w:type="paragraph" w:styleId="afa">
    <w:name w:val="List Paragraph"/>
    <w:basedOn w:val="a0"/>
    <w:uiPriority w:val="34"/>
    <w:qFormat/>
    <w:rsid w:val="00052FE2"/>
    <w:pPr>
      <w:ind w:firstLineChars="200" w:firstLine="420"/>
    </w:pPr>
  </w:style>
  <w:style w:type="paragraph" w:styleId="afb">
    <w:name w:val="caption"/>
    <w:basedOn w:val="a0"/>
    <w:next w:val="a0"/>
    <w:unhideWhenUsed/>
    <w:qFormat/>
    <w:rsid w:val="00020F2E"/>
    <w:rPr>
      <w:rFonts w:asciiTheme="majorHAnsi" w:eastAsia="黑体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0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5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6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haiyan\Desktop\&#20135;&#21697;&#35774;&#35745;\&#22823;&#24179;&#21488;&#38656;&#27714;&#25991;&#26723;\&#27169;&#26495;&#19982;&#35268;&#33539;\SRS-IPLL-V101216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7E44B1A59F04826BBFD0FCC7C00CDA6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76939E5-A361-4176-B4D7-BEA54257DB3A}"/>
      </w:docPartPr>
      <w:docPartBody>
        <w:p w:rsidR="0034084E" w:rsidRDefault="00AA41C1">
          <w:pPr>
            <w:pStyle w:val="87E44B1A59F04826BBFD0FCC7C00CDA6"/>
          </w:pPr>
          <w:r w:rsidRPr="00BB5F8A">
            <w:rPr>
              <w:rStyle w:val="a3"/>
              <w:rFonts w:hint="eastAsia"/>
            </w:rPr>
            <w:t>[标题]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41C1"/>
    <w:rsid w:val="000470C6"/>
    <w:rsid w:val="000F2A5F"/>
    <w:rsid w:val="00141308"/>
    <w:rsid w:val="001B4343"/>
    <w:rsid w:val="001C58E4"/>
    <w:rsid w:val="001D64F1"/>
    <w:rsid w:val="002263D1"/>
    <w:rsid w:val="00306CD2"/>
    <w:rsid w:val="0034084E"/>
    <w:rsid w:val="003E230C"/>
    <w:rsid w:val="004474F4"/>
    <w:rsid w:val="00464B05"/>
    <w:rsid w:val="00476910"/>
    <w:rsid w:val="00480D29"/>
    <w:rsid w:val="00497A5B"/>
    <w:rsid w:val="005D4DAC"/>
    <w:rsid w:val="006C729A"/>
    <w:rsid w:val="006D48C5"/>
    <w:rsid w:val="00721D38"/>
    <w:rsid w:val="00733757"/>
    <w:rsid w:val="00836490"/>
    <w:rsid w:val="00877D24"/>
    <w:rsid w:val="00950FC8"/>
    <w:rsid w:val="00971B00"/>
    <w:rsid w:val="009779FF"/>
    <w:rsid w:val="009B428A"/>
    <w:rsid w:val="009E0656"/>
    <w:rsid w:val="009F4FE4"/>
    <w:rsid w:val="009F7ADF"/>
    <w:rsid w:val="00A45AA6"/>
    <w:rsid w:val="00AA41C1"/>
    <w:rsid w:val="00AB5BC9"/>
    <w:rsid w:val="00B17470"/>
    <w:rsid w:val="00BE2367"/>
    <w:rsid w:val="00D02803"/>
    <w:rsid w:val="00D036A3"/>
    <w:rsid w:val="00D557CA"/>
    <w:rsid w:val="00E43E7C"/>
    <w:rsid w:val="00E62246"/>
    <w:rsid w:val="00E63DBD"/>
    <w:rsid w:val="00F34BB2"/>
    <w:rsid w:val="00FE2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08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5D4DAC"/>
    <w:rPr>
      <w:color w:val="808080"/>
    </w:rPr>
  </w:style>
  <w:style w:type="paragraph" w:customStyle="1" w:styleId="D536EAC9F4504DF18986C724952AE7CE">
    <w:name w:val="D536EAC9F4504DF18986C724952AE7CE"/>
    <w:rsid w:val="0034084E"/>
    <w:pPr>
      <w:widowControl w:val="0"/>
      <w:jc w:val="both"/>
    </w:pPr>
  </w:style>
  <w:style w:type="paragraph" w:customStyle="1" w:styleId="7BF7803F081848A1ABA62E94BE5AB08D">
    <w:name w:val="7BF7803F081848A1ABA62E94BE5AB08D"/>
    <w:rsid w:val="0034084E"/>
    <w:pPr>
      <w:widowControl w:val="0"/>
      <w:jc w:val="both"/>
    </w:pPr>
  </w:style>
  <w:style w:type="paragraph" w:customStyle="1" w:styleId="737DABAFEC82486A89A99771591E10F3">
    <w:name w:val="737DABAFEC82486A89A99771591E10F3"/>
    <w:rsid w:val="0034084E"/>
    <w:pPr>
      <w:widowControl w:val="0"/>
      <w:jc w:val="both"/>
    </w:pPr>
  </w:style>
  <w:style w:type="paragraph" w:customStyle="1" w:styleId="87E44B1A59F04826BBFD0FCC7C00CDA6">
    <w:name w:val="87E44B1A59F04826BBFD0FCC7C00CDA6"/>
    <w:rsid w:val="0034084E"/>
    <w:pPr>
      <w:widowControl w:val="0"/>
      <w:jc w:val="both"/>
    </w:pPr>
  </w:style>
  <w:style w:type="paragraph" w:customStyle="1" w:styleId="E09BEE9954C94D4FB40688D4C0657E15">
    <w:name w:val="E09BEE9954C94D4FB40688D4C0657E15"/>
    <w:rsid w:val="0034084E"/>
    <w:pPr>
      <w:widowControl w:val="0"/>
      <w:jc w:val="both"/>
    </w:pPr>
  </w:style>
  <w:style w:type="paragraph" w:customStyle="1" w:styleId="E1562AFE160449EF8C8208A4B2A66231">
    <w:name w:val="E1562AFE160449EF8C8208A4B2A66231"/>
    <w:rsid w:val="0034084E"/>
    <w:pPr>
      <w:widowControl w:val="0"/>
      <w:jc w:val="both"/>
    </w:pPr>
  </w:style>
  <w:style w:type="paragraph" w:customStyle="1" w:styleId="EDD1547FB0B041A2A658BB974CDED0BF">
    <w:name w:val="EDD1547FB0B041A2A658BB974CDED0BF"/>
    <w:rsid w:val="005D4DAC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F6210-478A-4102-ACF8-4CDC8C86C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SRS-IPLL-V101216.dotx</Template>
  <TotalTime>6267</TotalTime>
  <Pages>11</Pages>
  <Words>676</Words>
  <Characters>3854</Characters>
  <Application>Microsoft Office Word</Application>
  <DocSecurity>0</DocSecurity>
  <Lines>32</Lines>
  <Paragraphs>9</Paragraphs>
  <ScaleCrop>false</ScaleCrop>
  <Company>北京奥鹏远程教育中心有限公司</Company>
  <LinksUpToDate>false</LinksUpToDate>
  <CharactersWithSpaces>4521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考试平台用户手册-教学点版</dc:title>
  <dc:creator>zhaiyan</dc:creator>
  <cp:keywords>SRS-IPLL-111</cp:keywords>
  <cp:lastModifiedBy>周 宝</cp:lastModifiedBy>
  <cp:revision>425</cp:revision>
  <cp:lastPrinted>2010-12-15T02:30:00Z</cp:lastPrinted>
  <dcterms:created xsi:type="dcterms:W3CDTF">2012-08-15T04:54:00Z</dcterms:created>
  <dcterms:modified xsi:type="dcterms:W3CDTF">2022-06-07T08:47:00Z</dcterms:modified>
</cp:coreProperties>
</file>